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0FF3" w14:textId="7A2FF7E2" w:rsidR="0069084D" w:rsidRPr="0006018C" w:rsidRDefault="003F41A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06018C">
        <w:rPr>
          <w:rFonts w:ascii="Arial" w:hAnsi="Arial" w:cs="Arial"/>
          <w:b/>
          <w:sz w:val="28"/>
          <w:szCs w:val="28"/>
          <w:lang w:val="en-US"/>
        </w:rPr>
        <w:t xml:space="preserve">"Spinnoválja tereit"  </w:t>
      </w:r>
    </w:p>
    <w:p w14:paraId="542FB513" w14:textId="124A8605" w:rsidR="00823273" w:rsidRPr="0006018C" w:rsidRDefault="0082327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06018C">
        <w:rPr>
          <w:rFonts w:ascii="Arial" w:hAnsi="Arial" w:cs="Arial"/>
          <w:b/>
          <w:sz w:val="24"/>
          <w:szCs w:val="24"/>
          <w:lang w:val="en-US"/>
        </w:rPr>
        <w:t>A Hettich kifejlesztette a SpinLines-t, a forgó rendszereket, amelyek átalakítanak</w:t>
      </w:r>
    </w:p>
    <w:p w14:paraId="2ED16FB8" w14:textId="2A1DBEBB" w:rsidR="00D73021" w:rsidRPr="0006018C" w:rsidRDefault="00D73021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7093B5AA" w14:textId="0A4FB0B3" w:rsidR="00F625A3" w:rsidRPr="0006018C" w:rsidRDefault="00352754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06018C">
        <w:rPr>
          <w:rFonts w:ascii="Arial" w:hAnsi="Arial" w:cs="Arial"/>
          <w:b/>
          <w:sz w:val="24"/>
          <w:szCs w:val="24"/>
          <w:lang w:val="en-US"/>
        </w:rPr>
        <w:t xml:space="preserve">Minden innováció egy ötlettel kezdődik: a SpinLines termékcsalád, a Hettich kulcsa a „terek átalakításához” a legkülönbözőbb alkalmazásokhoz, egy olyan szerelvény kifejlesztésének víziójával kezdődött, amely innovatív módon változtatja meg a tárolóteret. A mára kézhez kapott eredménnyel a Hettich valami igazán egyedit alkotott: nemcsak egy teljesen új szerelvénykategóriát definiált, hanem a Hettich az első gyártó, amely innovatív rendszerét sikeresen átültette a különböző termékmegoldásokba. A SpinLines termékcsalád a bútorok és terek átalakításában egy elképesztő új dimenziót ad a felhasználóknak - az elforgatást. </w:t>
      </w:r>
    </w:p>
    <w:p w14:paraId="598AE034" w14:textId="77777777" w:rsidR="00CC33BB" w:rsidRPr="0006018C" w:rsidRDefault="00CC33BB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B84800" w14:textId="0D95564C" w:rsidR="00CF748A" w:rsidRPr="0006018C" w:rsidRDefault="00BD62C2" w:rsidP="00904AD0">
      <w:pPr>
        <w:spacing w:line="360" w:lineRule="auto"/>
        <w:rPr>
          <w:rFonts w:cs="Arial"/>
          <w:szCs w:val="24"/>
          <w:lang w:val="en-US"/>
        </w:rPr>
      </w:pPr>
      <w:r w:rsidRPr="0006018C">
        <w:rPr>
          <w:rFonts w:cs="Arial"/>
          <w:bCs/>
          <w:szCs w:val="24"/>
          <w:lang w:val="en-US"/>
        </w:rPr>
        <w:t xml:space="preserve">Így kezdődött mindez. Daniel Rehage, a Hettich innovációs vezetője workshopokat tartott a „WIRfinder” feltalálókkal és ötletgazdákkal - egy chemnitzi székhelyű innovációs hálózattal, amely mérnökökből, akadémikusokból és más, ma már nyugdíjas szakemberekből áll. Kijelölt céljuk az volt, hogy egyesítsék erőiket, és új termékeket fejlesszenek ki a bútor- és háztartási szegmens számára. A „transzlációs forgás” elvén alapuló „ComfortSpin” forgótányér első prototípusát alig néhány hónap alatt mutatták be. Ez a praktikus forgótányér kényelmesen elforgatja a szekrény vagy hűtőszekrény tartalmát a szekrény hátuljáról, és elölről mutatja be azt. A ComfortSpin olyan jó fogadtatásra talált a konyhagépgyártók körében, hogy a Hettich 2019-ben megkezdte sorozatgyártását. Ezt a fejlesztést további kísérletezések követték, </w:t>
      </w:r>
      <w:r w:rsidRPr="0006018C">
        <w:rPr>
          <w:rFonts w:cs="Arial"/>
          <w:bCs/>
          <w:szCs w:val="24"/>
          <w:lang w:val="en-US"/>
        </w:rPr>
        <w:lastRenderedPageBreak/>
        <w:t xml:space="preserve">amelyek eredményeként a forgótányérra egy szekrénytestet helyeztek. Ezzel megszületett a mozgó bútorok ötlete. A Hettich a vállalat több mint 135 éves történelméből származó hatalmas szerelési kompetenciájára támaszkodva a technológiát a bútoripari alkalmazásokra is átültette, és kifejlesztette az elforgatható „FurnSpin” rendszert, amely 2023-ban debütált az interzumon. </w:t>
      </w:r>
      <w:r w:rsidRPr="0006018C">
        <w:rPr>
          <w:rFonts w:cs="Arial"/>
          <w:szCs w:val="24"/>
          <w:lang w:val="en-US"/>
        </w:rPr>
        <w:t xml:space="preserve">A következő lépésben a Hettich a transzlációs forgómozgást egész szobakoncepciókra alkalmazta, és a Münsteri Építészeti Főiskolával és Ulrich Blum professzorral, a Zaha Hadid Architects vezető munkatársával együttműködve létrehozta a „RoomSpin” technikai platformot a személyre szabott irodabútorok tervezéséhez. A RoomSpin segítségével akár mennyezetmagasságú, elforduló bútorelemeket is kialakíthat. A Hettich SpinLines termékei már számos díjat kaptak innovatív funkcionalitásukért és formatervezési eredményeikért. </w:t>
      </w:r>
    </w:p>
    <w:p w14:paraId="389B4106" w14:textId="77777777" w:rsidR="00904AD0" w:rsidRPr="0006018C" w:rsidRDefault="00904AD0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6C763E31" w14:textId="12A52C1B" w:rsidR="00BD62C2" w:rsidRPr="0006018C" w:rsidRDefault="004628E6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06018C">
        <w:rPr>
          <w:rFonts w:ascii="Arial" w:hAnsi="Arial" w:cs="Arial"/>
          <w:sz w:val="24"/>
          <w:szCs w:val="24"/>
          <w:lang w:val="en-US"/>
        </w:rPr>
        <w:t xml:space="preserve">A ComfortSpin mint praktikus belső térszervező mellett a SpinLines termékcsalád jelenleg két másik elforgatható forgórendszert is tartalmaz: FurnSpin, amely dinamikát kölcsönöz a bútoroknak, miközben könnyedén elforgatja őket, és a RoomSpin, amely a lakberendezési szegmensben egész tereket és azok használatát képes átalakítani - és nem csak a munkaterület szintjén. Minden egyes forgórendszer többféle termékkel rendelkezik, amelyek lehetővé teszik a különböző méretű és súlyosztályú alkalmazásokat. </w:t>
      </w:r>
    </w:p>
    <w:p w14:paraId="70038127" w14:textId="77777777" w:rsidR="00EA675F" w:rsidRPr="0006018C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29468A57" w14:textId="165CBA11" w:rsidR="00BD62C2" w:rsidRPr="0006018C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06018C">
        <w:rPr>
          <w:rFonts w:ascii="Arial" w:hAnsi="Arial" w:cs="Arial"/>
          <w:b/>
          <w:bCs/>
          <w:sz w:val="24"/>
          <w:szCs w:val="24"/>
          <w:lang w:val="en-US"/>
        </w:rPr>
        <w:t>A SpinLines a bútoroknak és a helyiségeknek az átalakulás erejét adja.</w:t>
      </w:r>
    </w:p>
    <w:p w14:paraId="189F819B" w14:textId="20212146" w:rsidR="0048518F" w:rsidRPr="0006018C" w:rsidRDefault="009E6168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06018C">
        <w:rPr>
          <w:rFonts w:ascii="Arial" w:hAnsi="Arial" w:cs="Arial"/>
          <w:sz w:val="24"/>
          <w:szCs w:val="24"/>
          <w:lang w:val="en-US"/>
        </w:rPr>
        <w:t xml:space="preserve">A SpinLines termékcsalád forgórendszerei révén feloldja a bútortervezésben eddig érvényesülő határokat. Elég ok arra, hogy </w:t>
      </w:r>
      <w:r w:rsidRPr="0006018C">
        <w:rPr>
          <w:rFonts w:ascii="Arial" w:hAnsi="Arial" w:cs="Arial"/>
          <w:sz w:val="24"/>
          <w:szCs w:val="24"/>
          <w:lang w:val="en-US"/>
        </w:rPr>
        <w:lastRenderedPageBreak/>
        <w:t xml:space="preserve">a Hettich megalkossa saját kifejezésmódját: „Spinnoválja tereit”. A mozgás elve egyedülálló: az elfordítás és a forgatás kombinációja egy íves mozgásfolyamatban lehetővé teszi, hogy teljes szekrénytestek és berendezési elemek ütközés nélkül elforduljanak. Ez hozza létre azt, ami a „Spinnoválja tereit”-hez szükséges. A tér és a bútorok használata mostantól új rugalmassággal és hatékonysággal tervezhető, konfigurálható és strukturálható. </w:t>
      </w:r>
      <w:r w:rsidRPr="0006018C">
        <w:rPr>
          <w:rFonts w:cs="Arial"/>
          <w:szCs w:val="24"/>
          <w:lang w:val="en-US"/>
        </w:rPr>
        <w:t xml:space="preserve"> </w:t>
      </w:r>
      <w:r w:rsidRPr="0006018C">
        <w:rPr>
          <w:rFonts w:ascii="Arial" w:hAnsi="Arial" w:cs="Arial"/>
          <w:bCs/>
          <w:sz w:val="24"/>
          <w:szCs w:val="24"/>
          <w:lang w:val="en-US"/>
        </w:rPr>
        <w:t>A SpinLines termékcsalád új lehetőségeket kínál a bútorgyártóknak, asztalosoknak, építészeknek és tervezőknek az átalakítható lakó- és munkakörnyezetek kialakításához. Az iparág pedig kíváncsian várhatja, hogy a Hettich hogyan folytatja a SpinLines sikertörténetét a jövőben.</w:t>
      </w:r>
    </w:p>
    <w:p w14:paraId="250739DD" w14:textId="77777777" w:rsidR="0048518F" w:rsidRPr="0006018C" w:rsidRDefault="0048518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436AEC9D" w14:textId="516058C0" w:rsidR="008D70B5" w:rsidRPr="004953FF" w:rsidRDefault="00281061" w:rsidP="008D70B5">
      <w:pPr>
        <w:pStyle w:val="KeinLeerraum"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4953FF">
        <w:rPr>
          <w:rFonts w:ascii="Arial" w:hAnsi="Arial" w:cs="Arial"/>
          <w:bCs/>
          <w:sz w:val="24"/>
          <w:szCs w:val="24"/>
          <w:lang w:val="en-US"/>
        </w:rPr>
        <w:t>Több információ a Hettich SpinLines:</w:t>
      </w:r>
      <w:r w:rsidRPr="004953FF">
        <w:rPr>
          <w:rFonts w:ascii="Arial" w:eastAsiaTheme="minorHAnsi" w:hAnsi="Arial" w:cs="Arial"/>
          <w:sz w:val="24"/>
          <w:szCs w:val="24"/>
          <w:lang w:val="en-US"/>
          <w14:ligatures w14:val="standardContextual"/>
        </w:rPr>
        <w:t xml:space="preserve"> </w:t>
      </w:r>
      <w:hyperlink r:id="rId8" w:history="1">
        <w:r w:rsidR="004953FF" w:rsidRPr="004953FF">
          <w:rPr>
            <w:rStyle w:val="Hyperlink"/>
            <w:rFonts w:ascii="Arial" w:hAnsi="Arial" w:cs="Arial"/>
            <w:sz w:val="24"/>
            <w:szCs w:val="24"/>
            <w:lang w:val="en-US"/>
          </w:rPr>
          <w:t>https://www.hettich.com/short/hpy76tk</w:t>
        </w:r>
      </w:hyperlink>
      <w:r w:rsidR="004953FF" w:rsidRPr="004953FF">
        <w:rPr>
          <w:rFonts w:ascii="Arial" w:hAnsi="Arial" w:cs="Arial"/>
          <w:sz w:val="24"/>
          <w:szCs w:val="24"/>
          <w:lang w:val="en-US"/>
        </w:rPr>
        <w:t xml:space="preserve"> </w:t>
      </w:r>
      <w:r w:rsidRPr="004953FF">
        <w:rPr>
          <w:rFonts w:ascii="Arial" w:hAnsi="Arial" w:cs="Arial"/>
          <w:sz w:val="24"/>
          <w:szCs w:val="24"/>
          <w:lang w:val="en-US"/>
        </w:rPr>
        <w:t>kínálatáról</w:t>
      </w:r>
    </w:p>
    <w:p w14:paraId="35E0E9B4" w14:textId="77777777" w:rsidR="00563DB8" w:rsidRPr="0006018C" w:rsidRDefault="00563DB8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665BA012" w14:textId="77777777" w:rsidR="008C6ED8" w:rsidRPr="0006018C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06018C">
        <w:rPr>
          <w:rFonts w:ascii="Arial" w:hAnsi="Arial" w:cs="Arial"/>
          <w:bCs/>
          <w:sz w:val="24"/>
          <w:szCs w:val="24"/>
          <w:lang w:val="en-US"/>
        </w:rPr>
        <w:t>Az alábbi képanyag letölthető a www.hettich.com weboldal „Press” menüpontjából:</w:t>
      </w:r>
    </w:p>
    <w:p w14:paraId="54576919" w14:textId="7477FA61" w:rsidR="00DE40FE" w:rsidRPr="00DE40FE" w:rsidRDefault="00DE40FE" w:rsidP="00DE40FE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C12F34">
        <w:rPr>
          <w:rFonts w:ascii="Arial" w:hAnsi="Arial" w:cs="Arial"/>
          <w:b/>
          <w:sz w:val="24"/>
          <w:szCs w:val="24"/>
          <w:lang w:val="en-US"/>
        </w:rPr>
        <w:br/>
      </w:r>
      <w:r w:rsidRPr="00DE40FE">
        <w:rPr>
          <w:rFonts w:ascii="Arial" w:hAnsi="Arial" w:cs="Arial"/>
          <w:b/>
          <w:sz w:val="24"/>
          <w:szCs w:val="24"/>
        </w:rPr>
        <w:t>Képek</w:t>
      </w:r>
    </w:p>
    <w:p w14:paraId="69450A25" w14:textId="699FB84C" w:rsidR="004953FF" w:rsidRDefault="00DE40FE" w:rsidP="00DE40FE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DE40FE">
        <w:rPr>
          <w:rFonts w:ascii="Arial" w:hAnsi="Arial" w:cs="Arial"/>
          <w:b/>
          <w:sz w:val="24"/>
          <w:szCs w:val="24"/>
        </w:rPr>
        <w:t>Feliratok</w:t>
      </w:r>
    </w:p>
    <w:p w14:paraId="7831139D" w14:textId="77777777" w:rsidR="00DE40FE" w:rsidRDefault="00DE40FE" w:rsidP="00DE40FE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279E06CF" w14:textId="77777777" w:rsidR="00DE40FE" w:rsidRDefault="00DE40FE" w:rsidP="00751065">
      <w:pPr>
        <w:pStyle w:val="KeinLeerraum"/>
        <w:widowControl w:val="0"/>
        <w:suppressAutoHyphens/>
        <w:rPr>
          <w:rFonts w:ascii="Arial" w:hAnsi="Arial" w:cs="Arial"/>
          <w:b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22F258A2" wp14:editId="463F00DD">
            <wp:extent cx="2062734" cy="1489364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093" cy="14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B032" w14:textId="0DCA5EA8" w:rsidR="00E1455E" w:rsidRPr="004953FF" w:rsidRDefault="00F77628" w:rsidP="00751065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4953FF">
        <w:rPr>
          <w:rFonts w:ascii="Arial" w:hAnsi="Arial" w:cs="Arial"/>
          <w:b/>
        </w:rPr>
        <w:t xml:space="preserve">212025_a </w:t>
      </w:r>
    </w:p>
    <w:p w14:paraId="7B60D107" w14:textId="0EA11E95" w:rsidR="00E65479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„Spinnoválja tereit” szinonimája a Hettich forgó rendszereinek átalakító erejének. A sajátos forgó mozgás a személyes igényeknek megfelelően alakítja át az élet- és munkakörnyezetet. </w:t>
      </w:r>
      <w:r w:rsidR="00C12F34">
        <w:rPr>
          <w:rFonts w:ascii="Arial" w:hAnsi="Arial" w:cs="Arial"/>
          <w:bCs/>
        </w:rPr>
        <w:t>Fotó: Hettich</w:t>
      </w:r>
    </w:p>
    <w:p w14:paraId="76E5CDF1" w14:textId="77777777" w:rsidR="00B01BD0" w:rsidRP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395BBB36" w14:textId="77777777" w:rsidR="00B01BD0" w:rsidRP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F65B42C" w14:textId="77777777" w:rsidR="00F550E0" w:rsidRPr="00B01BD0" w:rsidRDefault="00F550E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248F0E1" w14:textId="0AA03BEF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noProof/>
        </w:rPr>
        <w:drawing>
          <wp:inline distT="0" distB="0" distL="0" distR="0" wp14:anchorId="726BBC36" wp14:editId="525D5907">
            <wp:extent cx="2087044" cy="1470660"/>
            <wp:effectExtent l="0" t="0" r="8890" b="0"/>
            <wp:docPr id="1748872153" name="Grafik 3" descr="Ein Bild, das Im Haus, Wand, Waschbecken, Spie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72153" name="Grafik 3" descr="Ein Bild, das Im Haus, Wand, Waschbecken, Spieg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90" cy="14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3A" w14:textId="0ECF1E2C" w:rsidR="00C460BB" w:rsidRPr="004953FF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  <w:lang w:val="en-US"/>
        </w:rPr>
      </w:pPr>
      <w:r w:rsidRPr="004953FF">
        <w:rPr>
          <w:rFonts w:ascii="Arial" w:hAnsi="Arial" w:cs="Arial"/>
          <w:b/>
          <w:lang w:val="en-US"/>
        </w:rPr>
        <w:t>212025_b</w:t>
      </w:r>
    </w:p>
    <w:p w14:paraId="3AB98585" w14:textId="7E5B373E" w:rsidR="00C460BB" w:rsidRPr="0006018C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  <w:lang w:val="en-US"/>
        </w:rPr>
      </w:pPr>
      <w:r w:rsidRPr="0006018C">
        <w:rPr>
          <w:rFonts w:ascii="Arial" w:hAnsi="Arial" w:cs="Arial"/>
          <w:bCs/>
          <w:lang w:val="en-US"/>
        </w:rPr>
        <w:t>Az első termék a SpinLines családban: ComfortSpin -</w:t>
      </w:r>
    </w:p>
    <w:p w14:paraId="140B0F76" w14:textId="77777777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06018C">
        <w:rPr>
          <w:rFonts w:ascii="Arial" w:hAnsi="Arial" w:cs="Arial"/>
          <w:bCs/>
          <w:lang w:val="en-US"/>
        </w:rPr>
        <w:t xml:space="preserve">egy praktikus forgótányér, amely a szekrények és hűtőszekrények hátuljából hívja elő a tartalmakat, és előre helyezi azokat. </w:t>
      </w:r>
      <w:r>
        <w:rPr>
          <w:rFonts w:ascii="Arial" w:hAnsi="Arial" w:cs="Arial"/>
          <w:bCs/>
        </w:rPr>
        <w:t>Fotó: Hettich</w:t>
      </w:r>
    </w:p>
    <w:p w14:paraId="1284FF35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8F08E1" w14:textId="7DE28164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323DB3D7" wp14:editId="795C5E6C">
            <wp:extent cx="2004060" cy="1336040"/>
            <wp:effectExtent l="0" t="0" r="0" b="0"/>
            <wp:docPr id="1869573560" name="Grafik 4" descr="Ein Bild, das Im Haus, Kleidung, Person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73560" name="Grafik 4" descr="Ein Bild, das Im Haus, Kleidung, Person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39" cy="134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0BE5" w14:textId="4529F140" w:rsidR="00C460BB" w:rsidRPr="004953FF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4953FF">
        <w:rPr>
          <w:rFonts w:ascii="Arial" w:hAnsi="Arial" w:cs="Arial"/>
          <w:b/>
        </w:rPr>
        <w:t>212025_c</w:t>
      </w:r>
    </w:p>
    <w:p w14:paraId="242A2D3C" w14:textId="77777777" w:rsidR="00B01BD0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Teljesen új tervezési koncepciókat és a tárolóhely kihasználásának módjait nyitja meg: A SpinLines termékcsaládból származó FurnSpin egész bútorokat mozgat meg egy elegáns fordulattal. Fotó: Hettich</w:t>
      </w:r>
    </w:p>
    <w:p w14:paraId="49BF611F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58D3214E" w14:textId="078EED75" w:rsidR="00C460BB" w:rsidRDefault="00B01BD0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t xml:space="preserve"> </w:t>
      </w:r>
      <w:r>
        <w:rPr>
          <w:noProof/>
        </w:rPr>
        <w:drawing>
          <wp:inline distT="0" distB="0" distL="0" distR="0" wp14:anchorId="4C6B148A" wp14:editId="6C80ED81">
            <wp:extent cx="2011680" cy="1341120"/>
            <wp:effectExtent l="0" t="0" r="7620" b="0"/>
            <wp:docPr id="167036271" name="Grafik 5" descr="Ein Bild, das Im Haus, Regal, Mobiliar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6271" name="Grafik 5" descr="Ein Bild, das Im Haus, Regal, Mobiliar, Bod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978" cy="13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BD0">
        <w:t xml:space="preserve"> </w:t>
      </w:r>
      <w:r>
        <w:rPr>
          <w:noProof/>
        </w:rPr>
        <w:drawing>
          <wp:inline distT="0" distB="0" distL="0" distR="0" wp14:anchorId="4A443935" wp14:editId="7ACBD94D">
            <wp:extent cx="1996440" cy="1330959"/>
            <wp:effectExtent l="0" t="0" r="3810" b="3175"/>
            <wp:docPr id="749399033" name="Grafik 6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99033" name="Grafik 6" descr="Ein Bild, das Mobiliar, Im Haus, Boden, Inneneinrich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52" cy="13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891E" w14:textId="3D4CF2C6" w:rsidR="00B01BD0" w:rsidRPr="004953FF" w:rsidRDefault="009247C7" w:rsidP="00D23A14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4953FF">
        <w:rPr>
          <w:rFonts w:ascii="Arial" w:hAnsi="Arial" w:cs="Arial"/>
          <w:b/>
        </w:rPr>
        <w:t>212025_d, 212025_e</w:t>
      </w:r>
    </w:p>
    <w:p w14:paraId="7F028AB0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terek és belső terek átalakulnak: a RoomSpin forgórendszer mindenféle tervezési és használati koncepció műszaki alapját képezi. A képen egy példamunkaterület látható elforgatható munkaállomásokkal a csoportos vagy csendes munkavégzéshez. Fotó: Hettich.</w:t>
      </w:r>
    </w:p>
    <w:p w14:paraId="5FE7EC2B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6AEFFD10" w14:textId="1F8F84D7" w:rsidR="009247C7" w:rsidRP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14:paraId="0759A3E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55E35B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BA8D7D1" w14:textId="77777777" w:rsidR="00C460BB" w:rsidRPr="001E44C8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C3FE477" w14:textId="77777777" w:rsidR="00571996" w:rsidRPr="001E44C8" w:rsidRDefault="00571996" w:rsidP="00571996">
      <w:pPr>
        <w:widowControl w:val="0"/>
        <w:suppressAutoHyphens/>
        <w:spacing w:line="360" w:lineRule="auto"/>
        <w:jc w:val="both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A Hettichről</w:t>
      </w:r>
    </w:p>
    <w:p w14:paraId="29D80DC3" w14:textId="6B729D2E" w:rsidR="00571996" w:rsidRDefault="00F24EF4" w:rsidP="00E65479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lastRenderedPageBreak/>
        <w:t xml:space="preserve">Az 1888-ban alapított Hettich napjaink egyik legnagyobb és legsikeresebb bútorszerelvény-gyártója a nemzetközi színtéren. A családi vállalkozás székhelye a németországi Kirchlengernben, a kelet-vesztfáliai bútorgyártó központban található. Mintegy 8 400 munkatársunk dolgozik együtt, hogy több mint 100 országban biztosítsuk jövőbiztos megoldásainkat. Az "It's all in Hettich" ígérettel a Hettich márka átfogó szolgáltatáscsomagot kínál, amely következetesen és határozottan az ügyfelek igényeihez igazodik szerte a világon. Hagyományaink szerint a társadalmi, szociális és ökológiai szintű fenntarthatóság biztosítása mindig is a legfőbb prioritás volt minden tevékenységünk középpontjában. </w:t>
      </w:r>
      <w:hyperlink r:id="rId14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p w14:paraId="2BD130F2" w14:textId="77777777" w:rsidR="002F72FA" w:rsidRDefault="002F72FA" w:rsidP="00E65479">
      <w:pPr>
        <w:suppressAutoHyphens/>
        <w:rPr>
          <w:rFonts w:cs="Arial"/>
          <w:bCs/>
          <w:color w:val="auto"/>
          <w:sz w:val="22"/>
          <w:szCs w:val="22"/>
        </w:rPr>
      </w:pPr>
    </w:p>
    <w:p w14:paraId="54AAEC84" w14:textId="77777777" w:rsidR="002F72FA" w:rsidRDefault="002F72FA" w:rsidP="002F72FA">
      <w:pPr>
        <w:pStyle w:val="KeinLeerraum"/>
        <w:spacing w:line="360" w:lineRule="auto"/>
        <w:rPr>
          <w:rFonts w:ascii="Arial" w:hAnsi="Arial" w:cs="Arial"/>
          <w:color w:val="0070C0"/>
          <w:sz w:val="24"/>
          <w:szCs w:val="24"/>
        </w:rPr>
      </w:pPr>
    </w:p>
    <w:p w14:paraId="27F4EFF1" w14:textId="77777777" w:rsidR="002F72FA" w:rsidRPr="00591259" w:rsidRDefault="002F72FA" w:rsidP="002F72FA">
      <w:pPr>
        <w:spacing w:line="360" w:lineRule="auto"/>
        <w:rPr>
          <w:rFonts w:cstheme="minorHAnsi"/>
          <w:strike/>
          <w:color w:val="0070C0"/>
          <w:szCs w:val="24"/>
        </w:rPr>
      </w:pPr>
    </w:p>
    <w:sectPr w:rsidR="002F72FA" w:rsidRPr="00591259" w:rsidSect="005341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9109" w14:textId="77777777" w:rsidR="00FB4666" w:rsidRDefault="00FB4666">
      <w:r>
        <w:separator/>
      </w:r>
    </w:p>
  </w:endnote>
  <w:endnote w:type="continuationSeparator" w:id="0">
    <w:p w14:paraId="51EC3C6A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F0035" w14:textId="77777777" w:rsidR="0006018C" w:rsidRDefault="000601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094BB129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8B654" w14:textId="77777777" w:rsidR="0006018C" w:rsidRDefault="000601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ED93" w14:textId="77777777" w:rsidR="00FB4666" w:rsidRDefault="00FB4666">
      <w:r>
        <w:separator/>
      </w:r>
    </w:p>
  </w:footnote>
  <w:footnote w:type="continuationSeparator" w:id="0">
    <w:p w14:paraId="5751DEC0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D04A5" w14:textId="77777777" w:rsidR="0006018C" w:rsidRDefault="000601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37D831A9" w:rsidR="006F175E" w:rsidRDefault="0006018C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836F5A" wp14:editId="377FB8C2">
              <wp:simplePos x="0" y="0"/>
              <wp:positionH relativeFrom="column">
                <wp:posOffset>4584700</wp:posOffset>
              </wp:positionH>
              <wp:positionV relativeFrom="paragraph">
                <wp:posOffset>4204970</wp:posOffset>
              </wp:positionV>
              <wp:extent cx="1828800" cy="4869872"/>
              <wp:effectExtent l="0" t="0" r="0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86987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953AC" w14:textId="77777777" w:rsidR="0006018C" w:rsidRDefault="0006018C" w:rsidP="0006018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5E2BDD6D" w14:textId="77777777" w:rsidR="0006018C" w:rsidRPr="009C02BF" w:rsidRDefault="0006018C" w:rsidP="0006018C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További sajtóanyag a Hettich-től az interzum 2025-re:</w:t>
                          </w:r>
                        </w:p>
                        <w:p w14:paraId="53DA86AC" w14:textId="77777777" w:rsidR="0006018C" w:rsidRPr="00620A26" w:rsidRDefault="0006018C" w:rsidP="0006018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7000E7F" wp14:editId="4838DA61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016D59CB" w14:textId="77777777" w:rsidR="0006018C" w:rsidRDefault="0006018C" w:rsidP="0006018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5B1A6409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Kapcsolat:</w:t>
                          </w:r>
                        </w:p>
                        <w:p w14:paraId="1E7C9C51" w14:textId="77777777" w:rsidR="0006018C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2D8595B6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78CD2920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71AFB1CC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7C44E501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7A1247FA" w14:textId="77777777" w:rsidR="0006018C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2A604253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49DD3169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45BD5905" w14:textId="77777777" w:rsidR="0006018C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0C0CE06C" w14:textId="77777777" w:rsidR="0006018C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50A4D46" w14:textId="77777777" w:rsidR="0006018C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7435F8E" w14:textId="77777777" w:rsidR="0006018C" w:rsidRDefault="0006018C" w:rsidP="0006018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4EB59E5B" w14:textId="77777777" w:rsidR="0006018C" w:rsidRDefault="0006018C" w:rsidP="0006018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Voucher szükséges</w:t>
                          </w:r>
                        </w:p>
                        <w:p w14:paraId="2888E5BF" w14:textId="77777777" w:rsidR="0006018C" w:rsidRDefault="0006018C" w:rsidP="0006018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26E29E50" w14:textId="241DDD89" w:rsidR="0006018C" w:rsidRPr="00A50C9A" w:rsidRDefault="0006018C" w:rsidP="0006018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PR_212025</w:t>
                          </w:r>
                        </w:p>
                        <w:p w14:paraId="5EE0394E" w14:textId="77777777" w:rsidR="0006018C" w:rsidRPr="00165C67" w:rsidRDefault="0006018C" w:rsidP="0006018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0341CC" w14:textId="77777777" w:rsidR="0006018C" w:rsidRDefault="0006018C" w:rsidP="0006018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836F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1pt;margin-top:331.1pt;width:2in;height:38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" stroked="f">
              <v:textbox>
                <w:txbxContent>
                  <w:p w14:paraId="5D9953AC" w14:textId="77777777" w:rsidR="0006018C" w:rsidRDefault="0006018C" w:rsidP="0006018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5E2BDD6D" w14:textId="77777777" w:rsidR="0006018C" w:rsidRPr="009C02BF" w:rsidRDefault="0006018C" w:rsidP="0006018C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További sajtóanyag a Hettich-től az interzum 2025-re:</w:t>
                    </w:r>
                  </w:p>
                  <w:p w14:paraId="53DA86AC" w14:textId="77777777" w:rsidR="0006018C" w:rsidRPr="00620A26" w:rsidRDefault="0006018C" w:rsidP="0006018C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7000E7F" wp14:editId="4838DA61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016D59CB" w14:textId="77777777" w:rsidR="0006018C" w:rsidRDefault="0006018C" w:rsidP="0006018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5B1A6409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Kapcsolat:</w:t>
                    </w:r>
                  </w:p>
                  <w:p w14:paraId="1E7C9C51" w14:textId="77777777" w:rsidR="0006018C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2D8595B6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78CD2920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71AFB1CC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7C44E501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7A1247FA" w14:textId="77777777" w:rsidR="0006018C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</w:r>
                  </w:p>
                  <w:p w14:paraId="2A604253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49DD3169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45BD5905" w14:textId="77777777" w:rsidR="0006018C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0C0CE06C" w14:textId="77777777" w:rsidR="0006018C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50A4D46" w14:textId="77777777" w:rsidR="0006018C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7435F8E" w14:textId="77777777" w:rsidR="0006018C" w:rsidRDefault="0006018C" w:rsidP="0006018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4EB59E5B" w14:textId="77777777" w:rsidR="0006018C" w:rsidRDefault="0006018C" w:rsidP="0006018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Voucher szükséges</w:t>
                    </w:r>
                  </w:p>
                  <w:p w14:paraId="2888E5BF" w14:textId="77777777" w:rsidR="0006018C" w:rsidRDefault="0006018C" w:rsidP="0006018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26E29E50" w14:textId="241DDD89" w:rsidR="0006018C" w:rsidRPr="00A50C9A" w:rsidRDefault="0006018C" w:rsidP="0006018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PR_212025</w:t>
                    </w:r>
                  </w:p>
                  <w:p w14:paraId="5EE0394E" w14:textId="77777777" w:rsidR="0006018C" w:rsidRPr="00165C67" w:rsidRDefault="0006018C" w:rsidP="0006018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0341CC" w14:textId="77777777" w:rsidR="0006018C" w:rsidRDefault="0006018C" w:rsidP="0006018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83D1C" w14:textId="77777777" w:rsidR="0006018C" w:rsidRDefault="000601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018C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878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53FF"/>
    <w:rsid w:val="00495893"/>
    <w:rsid w:val="00495964"/>
    <w:rsid w:val="00495E40"/>
    <w:rsid w:val="00496319"/>
    <w:rsid w:val="004A097C"/>
    <w:rsid w:val="004A0C7E"/>
    <w:rsid w:val="004A116F"/>
    <w:rsid w:val="004A1F7E"/>
    <w:rsid w:val="004A276D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5FA6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0FD4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2F34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3C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0FE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11B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56A"/>
    <w:rsid w:val="00F22886"/>
    <w:rsid w:val="00F22D3E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80F40"/>
    <w:rsid w:val="00F813C4"/>
    <w:rsid w:val="00F81AFD"/>
    <w:rsid w:val="00F81E32"/>
    <w:rsid w:val="00F83517"/>
    <w:rsid w:val="00F8363D"/>
    <w:rsid w:val="00F8369F"/>
    <w:rsid w:val="00F83D1A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hpy76tk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7.wmf"/><Relationship Id="rId1" Type="http://schemas.openxmlformats.org/officeDocument/2006/relationships/image" Target="media/image6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693</Words>
  <Characters>5083</Characters>
  <Application>Microsoft Office Word</Application>
  <DocSecurity>0</DocSecurity>
  <Lines>42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"Spinnoválja tereit"  A Hettich kifejlesztette a SpinLines-t, a forgó rendszereket, amelyek átalakítanak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"Spinnoválja tereit"  A Hettich kifejlesztette a SpinLines-t, a forgó rendszereket, amelyek átalakítanak</dc:title>
  <dc:creator>Anke Wöhler</dc:creator>
  <cp:lastModifiedBy>Anke Wöhler</cp:lastModifiedBy>
  <cp:revision>15</cp:revision>
  <cp:lastPrinted>2024-10-23T11:26:00Z</cp:lastPrinted>
  <dcterms:created xsi:type="dcterms:W3CDTF">2025-04-03T13:29:00Z</dcterms:created>
  <dcterms:modified xsi:type="dcterms:W3CDTF">2025-05-09T12:31:00Z</dcterms:modified>
</cp:coreProperties>
</file>