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E4D9" w14:textId="77777777" w:rsidR="00B15809" w:rsidRPr="00D7094E" w:rsidRDefault="00B15809" w:rsidP="00B15809">
      <w:pPr>
        <w:spacing w:line="360" w:lineRule="auto"/>
        <w:ind w:right="-575"/>
        <w:rPr>
          <w:rFonts w:eastAsia="Arial" w:cs="Arial"/>
          <w:b/>
          <w:bCs/>
          <w:color w:val="000000" w:themeColor="text1"/>
          <w:sz w:val="28"/>
          <w:szCs w:val="28"/>
          <w:lang w:val="cs-CZ"/>
        </w:rPr>
      </w:pPr>
      <w:r w:rsidRPr="00D7094E">
        <w:rPr>
          <w:rFonts w:eastAsia="Arial" w:cs="Arial"/>
          <w:b/>
          <w:bCs/>
          <w:color w:val="000000" w:themeColor="text1"/>
          <w:sz w:val="28"/>
          <w:szCs w:val="28"/>
          <w:lang w:val="cs-CZ"/>
        </w:rPr>
        <w:t>Skupina Hettich ukazuje stabilitu a hledí do budoucnosti</w:t>
      </w:r>
    </w:p>
    <w:p w14:paraId="3F282629" w14:textId="77777777" w:rsidR="00B15809" w:rsidRPr="00D7094E" w:rsidRDefault="00B15809" w:rsidP="00B15809">
      <w:pPr>
        <w:spacing w:line="360" w:lineRule="auto"/>
        <w:ind w:right="-575"/>
        <w:rPr>
          <w:b/>
          <w:color w:val="000000" w:themeColor="text1"/>
          <w:szCs w:val="24"/>
          <w:lang w:val="cs-CZ"/>
        </w:rPr>
      </w:pPr>
      <w:r w:rsidRPr="00D7094E">
        <w:rPr>
          <w:b/>
          <w:color w:val="000000" w:themeColor="text1"/>
          <w:szCs w:val="24"/>
          <w:lang w:val="cs-CZ"/>
        </w:rPr>
        <w:t>Obrat 1,4 miliardy eur v roce 2025</w:t>
      </w:r>
    </w:p>
    <w:p w14:paraId="024CB7C2" w14:textId="77777777" w:rsidR="00B15809" w:rsidRPr="00D7094E" w:rsidRDefault="00B15809" w:rsidP="00B15809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cs-CZ"/>
        </w:rPr>
      </w:pPr>
    </w:p>
    <w:p w14:paraId="54323E2E" w14:textId="77777777" w:rsidR="00B15809" w:rsidRPr="00D7094E" w:rsidRDefault="00B15809" w:rsidP="00B15809">
      <w:pPr>
        <w:spacing w:line="360" w:lineRule="auto"/>
        <w:rPr>
          <w:rFonts w:cs="Arial"/>
          <w:b/>
          <w:bCs/>
          <w:color w:val="000000" w:themeColor="text1"/>
          <w:lang w:val="cs-CZ"/>
        </w:rPr>
      </w:pPr>
      <w:r w:rsidRPr="00D7094E">
        <w:rPr>
          <w:rFonts w:cs="Arial"/>
          <w:b/>
          <w:bCs/>
          <w:color w:val="000000" w:themeColor="text1"/>
          <w:lang w:val="cs-CZ"/>
        </w:rPr>
        <w:t xml:space="preserve">Skupina Hettich, jeden z největších světových výrobců nábytkového kování se sídlem v německém Kirchlengernu, zveřejnila výsledky fiskálního roku 2025. Na trhu, který po celý rok 2025 zůstával plný výzev, dosáhla rodinná firma obratu 1,4 miliardy euro, čímž potvrzuje svoji stabilitu. </w:t>
      </w:r>
    </w:p>
    <w:p w14:paraId="2688471A" w14:textId="77777777" w:rsidR="00B15809" w:rsidRPr="00D7094E" w:rsidRDefault="00B15809" w:rsidP="00B15809">
      <w:pPr>
        <w:spacing w:line="360" w:lineRule="auto"/>
        <w:rPr>
          <w:rFonts w:cs="Arial"/>
          <w:b/>
          <w:bCs/>
          <w:color w:val="000000" w:themeColor="text1"/>
          <w:lang w:val="cs-CZ"/>
        </w:rPr>
      </w:pPr>
    </w:p>
    <w:p w14:paraId="551C7980" w14:textId="77777777" w:rsidR="00B15809" w:rsidRPr="00D7094E" w:rsidRDefault="00B15809" w:rsidP="00B15809">
      <w:pPr>
        <w:spacing w:line="360" w:lineRule="auto"/>
        <w:rPr>
          <w:rFonts w:cs="Arial"/>
          <w:color w:val="000000" w:themeColor="text1"/>
          <w:lang w:val="cs-CZ"/>
        </w:rPr>
      </w:pPr>
      <w:r w:rsidRPr="00D7094E">
        <w:rPr>
          <w:rFonts w:cs="Arial"/>
          <w:color w:val="000000" w:themeColor="text1"/>
          <w:lang w:val="cs-CZ"/>
        </w:rPr>
        <w:t>V porovnání s rokem 2024 to znamená dvouprocentní nominální pokles. Po očištění od měnových vlivů nicméně zůstává obrat na úrovni loňského roku.</w:t>
      </w:r>
    </w:p>
    <w:p w14:paraId="406E0129" w14:textId="77777777" w:rsidR="00B15809" w:rsidRPr="00D7094E" w:rsidRDefault="00B15809" w:rsidP="00B15809">
      <w:pPr>
        <w:spacing w:line="360" w:lineRule="auto"/>
        <w:rPr>
          <w:rFonts w:cs="Arial"/>
          <w:color w:val="000000" w:themeColor="text1"/>
          <w:lang w:val="cs-CZ"/>
        </w:rPr>
      </w:pPr>
    </w:p>
    <w:p w14:paraId="572F5DAE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>Obchody uskutečněné mimo Německo tvořily 79 % výsledku. Na konci roku 2025 zaměstnávala skupina Hettich asi 8 200 kolegyň a kolegů po celém světě, z toho asi 3 900 v Německu.</w:t>
      </w:r>
    </w:p>
    <w:p w14:paraId="4F29C99B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112820A5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>
        <w:rPr>
          <w:rFonts w:eastAsia="Arial" w:cs="Arial"/>
          <w:color w:val="000000" w:themeColor="text1"/>
          <w:szCs w:val="24"/>
          <w:lang w:val="cs-CZ"/>
        </w:rPr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Rok 2025 nám ukázal, jak důležité jsou jasné priority a flexibilita,” říká jednatel Michael Lehmkuhl. </w:t>
      </w:r>
      <w:r>
        <w:rPr>
          <w:rFonts w:eastAsia="Arial" w:cs="Arial"/>
          <w:color w:val="000000" w:themeColor="text1"/>
          <w:szCs w:val="24"/>
          <w:lang w:val="cs-CZ"/>
        </w:rPr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>Vývoj trhu jsme</w:t>
      </w:r>
      <w:r>
        <w:rPr>
          <w:rFonts w:eastAsia="Arial" w:cs="Arial"/>
          <w:color w:val="000000" w:themeColor="text1"/>
          <w:szCs w:val="24"/>
          <w:lang w:val="cs-CZ"/>
        </w:rPr>
        <w:t xml:space="preserve"> pravidelně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analyzovali, na základě toho jsme pak přistoupili k rozhodnutím o</w:t>
      </w:r>
      <w:r>
        <w:rPr>
          <w:rFonts w:eastAsia="Arial" w:cs="Arial"/>
          <w:color w:val="000000" w:themeColor="text1"/>
          <w:szCs w:val="24"/>
          <w:lang w:val="cs-CZ"/>
        </w:rPr>
        <w:t> </w:t>
      </w:r>
      <w:r w:rsidRPr="00D7094E">
        <w:rPr>
          <w:rFonts w:eastAsia="Arial" w:cs="Arial"/>
          <w:color w:val="000000" w:themeColor="text1"/>
          <w:szCs w:val="24"/>
          <w:lang w:val="cs-CZ"/>
        </w:rPr>
        <w:t>dalším směřování. Naše pozice na mezinárodním trhu a síla v</w:t>
      </w:r>
      <w:r>
        <w:rPr>
          <w:rFonts w:eastAsia="Arial" w:cs="Arial"/>
          <w:color w:val="000000" w:themeColor="text1"/>
          <w:szCs w:val="24"/>
          <w:lang w:val="cs-CZ"/>
        </w:rPr>
        <w:t> 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inovacích nám poskytují stabilitu </w:t>
      </w:r>
      <w:r>
        <w:rPr>
          <w:rFonts w:eastAsia="Arial" w:cs="Arial"/>
          <w:color w:val="000000" w:themeColor="text1"/>
          <w:szCs w:val="24"/>
          <w:lang w:val="cs-CZ"/>
        </w:rPr>
        <w:t>i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prostor ke změnám.”</w:t>
      </w:r>
    </w:p>
    <w:p w14:paraId="4B790B8B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7DBCB6C6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  <w:r w:rsidRPr="00D7094E">
        <w:rPr>
          <w:rFonts w:eastAsia="Arial" w:cs="Arial"/>
          <w:b/>
          <w:bCs/>
          <w:color w:val="000000" w:themeColor="text1"/>
          <w:szCs w:val="24"/>
          <w:lang w:val="cs-CZ"/>
        </w:rPr>
        <w:t>Investice s jasným záměrem</w:t>
      </w:r>
    </w:p>
    <w:p w14:paraId="4BBCBD9E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</w:p>
    <w:p w14:paraId="22C3419F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>V roce 2025 investovala skupina Hettich 87 milionů eur</w:t>
      </w:r>
      <w:r>
        <w:rPr>
          <w:rFonts w:eastAsia="Arial" w:cs="Arial"/>
          <w:color w:val="000000" w:themeColor="text1"/>
          <w:szCs w:val="24"/>
          <w:lang w:val="cs-CZ"/>
        </w:rPr>
        <w:t xml:space="preserve">, a to </w:t>
      </w:r>
      <w:r w:rsidRPr="00D7094E">
        <w:rPr>
          <w:rFonts w:eastAsia="Arial" w:cs="Arial"/>
          <w:color w:val="000000" w:themeColor="text1"/>
          <w:szCs w:val="24"/>
          <w:lang w:val="cs-CZ"/>
        </w:rPr>
        <w:t>převážně do inovací, výroby a logistických struktur a také do posílení s</w:t>
      </w:r>
      <w:r>
        <w:rPr>
          <w:rFonts w:eastAsia="Arial" w:cs="Arial"/>
          <w:color w:val="000000" w:themeColor="text1"/>
          <w:szCs w:val="24"/>
          <w:lang w:val="cs-CZ"/>
        </w:rPr>
        <w:t xml:space="preserve">vého působení </w:t>
      </w:r>
      <w:r w:rsidRPr="00D7094E">
        <w:rPr>
          <w:rFonts w:eastAsia="Arial" w:cs="Arial"/>
          <w:color w:val="000000" w:themeColor="text1"/>
          <w:szCs w:val="24"/>
          <w:lang w:val="cs-CZ"/>
        </w:rPr>
        <w:t>v různých regionech.</w:t>
      </w:r>
    </w:p>
    <w:p w14:paraId="37B947D4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5A056C67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>
        <w:rPr>
          <w:rFonts w:eastAsia="Arial" w:cs="Arial"/>
          <w:color w:val="000000" w:themeColor="text1"/>
          <w:szCs w:val="24"/>
          <w:lang w:val="cs-CZ"/>
        </w:rPr>
        <w:lastRenderedPageBreak/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>Investujeme tam, kde vidíme potenciál,</w:t>
      </w:r>
      <w:r>
        <w:rPr>
          <w:rFonts w:eastAsia="Arial" w:cs="Arial"/>
          <w:color w:val="000000" w:themeColor="text1"/>
          <w:szCs w:val="24"/>
          <w:lang w:val="cs-CZ"/>
        </w:rPr>
        <w:t>“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vysvětluje jednatel Timo Pieper. </w:t>
      </w:r>
      <w:r>
        <w:rPr>
          <w:rFonts w:eastAsia="Arial" w:cs="Arial"/>
          <w:color w:val="000000" w:themeColor="text1"/>
          <w:szCs w:val="24"/>
          <w:lang w:val="cs-CZ"/>
        </w:rPr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Naším cílem je koncentrovat se na růst ve stávajících regionech a na možné </w:t>
      </w:r>
      <w:r>
        <w:rPr>
          <w:rFonts w:eastAsia="Arial" w:cs="Arial"/>
          <w:color w:val="000000" w:themeColor="text1"/>
          <w:szCs w:val="24"/>
          <w:lang w:val="cs-CZ"/>
        </w:rPr>
        <w:t xml:space="preserve">působení v </w:t>
      </w:r>
      <w:r w:rsidRPr="00D7094E">
        <w:rPr>
          <w:rFonts w:eastAsia="Arial" w:cs="Arial"/>
          <w:color w:val="000000" w:themeColor="text1"/>
          <w:szCs w:val="24"/>
          <w:lang w:val="cs-CZ"/>
        </w:rPr>
        <w:t>další</w:t>
      </w:r>
      <w:r>
        <w:rPr>
          <w:rFonts w:eastAsia="Arial" w:cs="Arial"/>
          <w:color w:val="000000" w:themeColor="text1"/>
          <w:szCs w:val="24"/>
          <w:lang w:val="cs-CZ"/>
        </w:rPr>
        <w:t>ch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region</w:t>
      </w:r>
      <w:r>
        <w:rPr>
          <w:rFonts w:eastAsia="Arial" w:cs="Arial"/>
          <w:color w:val="000000" w:themeColor="text1"/>
          <w:szCs w:val="24"/>
          <w:lang w:val="cs-CZ"/>
        </w:rPr>
        <w:t>ech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tak, abychom naši pozici upevňovali udržitelně.”</w:t>
      </w:r>
    </w:p>
    <w:p w14:paraId="1D1C83D6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69FA691A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  <w:r w:rsidRPr="00D7094E">
        <w:rPr>
          <w:rFonts w:eastAsia="Arial" w:cs="Arial"/>
          <w:b/>
          <w:bCs/>
          <w:color w:val="000000" w:themeColor="text1"/>
          <w:szCs w:val="24"/>
          <w:lang w:val="cs-CZ"/>
        </w:rPr>
        <w:t>Prohlídka firmy místo prezentace</w:t>
      </w:r>
    </w:p>
    <w:p w14:paraId="469F0BC5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5E937209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 xml:space="preserve">Výroční tisková konference se </w:t>
      </w:r>
      <w:r>
        <w:rPr>
          <w:rFonts w:eastAsia="Arial" w:cs="Arial"/>
          <w:color w:val="000000" w:themeColor="text1"/>
          <w:szCs w:val="24"/>
          <w:lang w:val="cs-CZ"/>
        </w:rPr>
        <w:t>i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letos konala v Hettich Forum v</w:t>
      </w:r>
      <w:r>
        <w:rPr>
          <w:rFonts w:eastAsia="Arial" w:cs="Arial"/>
          <w:color w:val="000000" w:themeColor="text1"/>
          <w:szCs w:val="24"/>
          <w:lang w:val="cs-CZ"/>
        </w:rPr>
        <w:t> 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Kirchlengernu. Místo běžné prezentace si Hettich pro novináře připravil speciální prohlídku firmy s tematickými zastaveními týkajícími se strategických témat. </w:t>
      </w:r>
    </w:p>
    <w:p w14:paraId="598AAB92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37E4D3E2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 xml:space="preserve">Inovativní projekty jako skupina produktů SpinLines – kam spadá ComfortSpin, FurnSpin a RoomSpin – měly hlavní slovo. Tyto posuvně-otočné systémy nesou společné motto </w:t>
      </w:r>
      <w:r>
        <w:rPr>
          <w:rFonts w:eastAsia="Arial" w:cs="Arial"/>
          <w:color w:val="000000" w:themeColor="text1"/>
          <w:szCs w:val="24"/>
          <w:lang w:val="cs-CZ"/>
        </w:rPr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Transforming Spaces with Innovative Motion” a také poukazují na to, jak je možné změny ve společnosti a ve způsobu bydlení promítnout do nábytkového řešení, díky kterému </w:t>
      </w:r>
      <w:r>
        <w:rPr>
          <w:rFonts w:eastAsia="Arial" w:cs="Arial"/>
          <w:color w:val="000000" w:themeColor="text1"/>
          <w:szCs w:val="24"/>
          <w:lang w:val="cs-CZ"/>
        </w:rPr>
        <w:t>se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 prostor </w:t>
      </w:r>
      <w:r>
        <w:rPr>
          <w:rFonts w:eastAsia="Arial" w:cs="Arial"/>
          <w:color w:val="000000" w:themeColor="text1"/>
          <w:szCs w:val="24"/>
          <w:lang w:val="cs-CZ"/>
        </w:rPr>
        <w:t xml:space="preserve">stává </w:t>
      </w:r>
      <w:r w:rsidRPr="00D7094E">
        <w:rPr>
          <w:rFonts w:eastAsia="Arial" w:cs="Arial"/>
          <w:color w:val="000000" w:themeColor="text1"/>
          <w:szCs w:val="24"/>
          <w:lang w:val="cs-CZ"/>
        </w:rPr>
        <w:t>flexibilní</w:t>
      </w:r>
      <w:r>
        <w:rPr>
          <w:rFonts w:eastAsia="Arial" w:cs="Arial"/>
          <w:color w:val="000000" w:themeColor="text1"/>
          <w:szCs w:val="24"/>
          <w:lang w:val="cs-CZ"/>
        </w:rPr>
        <w:t>m.</w:t>
      </w:r>
    </w:p>
    <w:p w14:paraId="60A168C1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2B3CA448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lang w:val="cs-CZ"/>
        </w:rPr>
      </w:pPr>
      <w:r w:rsidRPr="00D7094E">
        <w:rPr>
          <w:rFonts w:eastAsia="Arial" w:cs="Arial"/>
          <w:color w:val="000000" w:themeColor="text1"/>
          <w:lang w:val="cs-CZ"/>
        </w:rPr>
        <w:t>Hettich také prezentoval svoji mezinárodní multi-brand strategii. Se značkami Hettich a FGV obsluhuje skupina Hettich různé segment</w:t>
      </w:r>
      <w:r>
        <w:rPr>
          <w:rFonts w:eastAsia="Arial" w:cs="Arial"/>
          <w:color w:val="000000" w:themeColor="text1"/>
          <w:lang w:val="cs-CZ"/>
        </w:rPr>
        <w:t>y</w:t>
      </w:r>
      <w:r w:rsidRPr="00D7094E">
        <w:rPr>
          <w:rFonts w:eastAsia="Arial" w:cs="Arial"/>
          <w:color w:val="000000" w:themeColor="text1"/>
          <w:lang w:val="cs-CZ"/>
        </w:rPr>
        <w:t xml:space="preserve"> trhu a jasně diferencuje potřeby svých zákazníků. Obě značky mají svoji vlastní identitu, což ze skupiny Hettich dělá jedinou společnost v oboru, </w:t>
      </w:r>
      <w:r w:rsidRPr="00A32EA2">
        <w:rPr>
          <w:rFonts w:eastAsia="Arial" w:cs="Arial"/>
          <w:color w:val="000000" w:themeColor="text1"/>
          <w:lang w:val="cs-CZ"/>
        </w:rPr>
        <w:t>která zvládne nabídnout celé spektrum produktů – od základních až po prémiové.</w:t>
      </w:r>
    </w:p>
    <w:p w14:paraId="507734C6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083068E0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 xml:space="preserve">Dalším z bodů tiskové konference byla prezentace </w:t>
      </w:r>
      <w:r>
        <w:rPr>
          <w:rFonts w:eastAsia="Arial" w:cs="Arial"/>
          <w:color w:val="000000" w:themeColor="text1"/>
          <w:szCs w:val="24"/>
          <w:lang w:val="cs-CZ"/>
        </w:rPr>
        <w:t xml:space="preserve">společnosti </w:t>
      </w:r>
      <w:r w:rsidRPr="00D7094E">
        <w:rPr>
          <w:rFonts w:eastAsia="Arial" w:cs="Arial"/>
          <w:color w:val="000000" w:themeColor="text1"/>
          <w:szCs w:val="24"/>
          <w:lang w:val="cs-CZ"/>
        </w:rPr>
        <w:t>Hettich v regionech. S</w:t>
      </w:r>
      <w:r>
        <w:rPr>
          <w:rFonts w:eastAsia="Arial" w:cs="Arial"/>
          <w:color w:val="000000" w:themeColor="text1"/>
          <w:szCs w:val="24"/>
          <w:lang w:val="cs-CZ"/>
        </w:rPr>
        <w:t> </w:t>
      </w:r>
      <w:r w:rsidRPr="00D7094E">
        <w:rPr>
          <w:rFonts w:eastAsia="Arial" w:cs="Arial"/>
          <w:color w:val="000000" w:themeColor="text1"/>
          <w:szCs w:val="24"/>
          <w:lang w:val="cs-CZ"/>
        </w:rPr>
        <w:t>nov</w:t>
      </w:r>
      <w:r>
        <w:rPr>
          <w:rFonts w:eastAsia="Arial" w:cs="Arial"/>
          <w:color w:val="000000" w:themeColor="text1"/>
          <w:szCs w:val="24"/>
          <w:lang w:val="cs-CZ"/>
        </w:rPr>
        <w:t xml:space="preserve">ým zastoupením </w:t>
      </w:r>
      <w:r w:rsidRPr="00D7094E">
        <w:rPr>
          <w:rFonts w:eastAsia="Arial" w:cs="Arial"/>
          <w:color w:val="000000" w:themeColor="text1"/>
          <w:szCs w:val="24"/>
          <w:lang w:val="cs-CZ"/>
        </w:rPr>
        <w:t>Hettich Central Asia v</w:t>
      </w:r>
      <w:r>
        <w:rPr>
          <w:rFonts w:eastAsia="Arial" w:cs="Arial"/>
          <w:color w:val="000000" w:themeColor="text1"/>
          <w:szCs w:val="24"/>
          <w:lang w:val="cs-CZ"/>
        </w:rPr>
        <w:t> </w:t>
      </w:r>
      <w:r w:rsidRPr="00D7094E">
        <w:rPr>
          <w:rFonts w:eastAsia="Arial" w:cs="Arial"/>
          <w:color w:val="000000" w:themeColor="text1"/>
          <w:szCs w:val="24"/>
          <w:lang w:val="cs-CZ"/>
        </w:rPr>
        <w:t>Kazachstánu si skupina Hettich upevňuje svoji pozici na rostoucím trhu střední Asie.</w:t>
      </w:r>
    </w:p>
    <w:p w14:paraId="4433FDCA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199C12DD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  <w:r w:rsidRPr="00D7094E">
        <w:rPr>
          <w:rFonts w:eastAsia="Arial" w:cs="Arial"/>
          <w:b/>
          <w:bCs/>
          <w:color w:val="000000" w:themeColor="text1"/>
          <w:szCs w:val="24"/>
          <w:lang w:val="cs-CZ"/>
        </w:rPr>
        <w:t>Vědomá rozhodnutí s orientací na budoucnost</w:t>
      </w:r>
    </w:p>
    <w:p w14:paraId="138C7205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</w:p>
    <w:p w14:paraId="0DFED31B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>Vedle témat týkajících se expanze na trhu a produktového portfolia byla součástí prohlídky firmy také organizační struktura firmy a její vývoj.</w:t>
      </w:r>
    </w:p>
    <w:p w14:paraId="03F56983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78DD6AA1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lang w:val="cs-CZ"/>
        </w:rPr>
      </w:pPr>
      <w:r>
        <w:rPr>
          <w:rFonts w:eastAsia="Arial" w:cs="Arial"/>
          <w:color w:val="000000" w:themeColor="text1"/>
          <w:szCs w:val="24"/>
          <w:lang w:val="cs-CZ"/>
        </w:rPr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 xml:space="preserve">Naším cílem je zajistit, že Hettich zůstane dlouhodobě konkurenceschopnou a flexibilní společností,” říká jednatelka Jana Schönfeld. </w:t>
      </w:r>
      <w:r>
        <w:rPr>
          <w:rFonts w:eastAsia="Arial" w:cs="Arial"/>
          <w:color w:val="000000" w:themeColor="text1"/>
          <w:szCs w:val="24"/>
          <w:lang w:val="cs-CZ"/>
        </w:rPr>
        <w:t>„</w:t>
      </w:r>
      <w:r w:rsidRPr="00D7094E">
        <w:rPr>
          <w:rFonts w:eastAsia="Arial" w:cs="Arial"/>
          <w:color w:val="000000" w:themeColor="text1"/>
          <w:szCs w:val="24"/>
          <w:lang w:val="cs-CZ"/>
        </w:rPr>
        <w:t>To zahrnuje realistické posouzení vnějších podmínek a zároveň převzetí odpovědnosti za naše vlastní strategické směřování. Úzká spolupráce a mezinárodní tým jsou klíčovými faktory úspěchu.”</w:t>
      </w:r>
    </w:p>
    <w:p w14:paraId="61508A7D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69DDBBBE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  <w:r w:rsidRPr="00D7094E">
        <w:rPr>
          <w:rFonts w:eastAsia="Arial" w:cs="Arial"/>
          <w:b/>
          <w:bCs/>
          <w:color w:val="000000" w:themeColor="text1"/>
          <w:szCs w:val="24"/>
          <w:lang w:val="cs-CZ"/>
        </w:rPr>
        <w:t>Výhled do roku 2026</w:t>
      </w:r>
    </w:p>
    <w:p w14:paraId="7A785C29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</w:p>
    <w:p w14:paraId="76747F90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 xml:space="preserve">Skupina Hettich neočekává v roce 2026 rychlé zotavení trhu. Zároveň ale věří v dlouhodobý růst – ve vybraných mezinárodních regionech a v oblasti chytrých modulárních řešení. </w:t>
      </w:r>
    </w:p>
    <w:p w14:paraId="6E4E9C17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58C70408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  <w:r w:rsidRPr="00D7094E">
        <w:rPr>
          <w:rFonts w:eastAsia="Arial" w:cs="Arial"/>
          <w:color w:val="000000" w:themeColor="text1"/>
          <w:szCs w:val="24"/>
          <w:lang w:val="cs-CZ"/>
        </w:rPr>
        <w:t>S jasnou strategií, silnou regionální blízkostí trhů a multi-brand strategií se skupina Hettich cítí v dobré pozici aktivně využívat nové příležitosti a dále rozšiřovat svoji mezinárodní konkurence schopnost.</w:t>
      </w:r>
    </w:p>
    <w:p w14:paraId="65F2937A" w14:textId="77777777" w:rsidR="00B15809" w:rsidRPr="00D7094E" w:rsidRDefault="00B15809" w:rsidP="00B15809">
      <w:pPr>
        <w:spacing w:line="360" w:lineRule="auto"/>
        <w:rPr>
          <w:rFonts w:eastAsia="Arial" w:cs="Arial"/>
          <w:color w:val="000000" w:themeColor="text1"/>
          <w:szCs w:val="24"/>
          <w:lang w:val="cs-CZ"/>
        </w:rPr>
      </w:pPr>
    </w:p>
    <w:p w14:paraId="261090BB" w14:textId="77777777" w:rsidR="00B15809" w:rsidRPr="00D7094E" w:rsidRDefault="00B15809" w:rsidP="00B15809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cs-CZ"/>
        </w:rPr>
      </w:pPr>
      <w:r w:rsidRPr="00D7094E">
        <w:rPr>
          <w:rFonts w:eastAsia="Arial" w:cs="Arial"/>
          <w:b/>
          <w:bCs/>
          <w:color w:val="000000" w:themeColor="text1"/>
          <w:szCs w:val="24"/>
          <w:lang w:val="cs-CZ"/>
        </w:rPr>
        <w:t xml:space="preserve">Následující obrazový materiál je dostupný ke stažení na </w:t>
      </w:r>
      <w:hyperlink r:id="rId8" w:history="1">
        <w:r w:rsidRPr="00D7094E">
          <w:rPr>
            <w:rStyle w:val="Hyperlink"/>
            <w:rFonts w:eastAsia="Arial" w:cs="Arial"/>
            <w:b/>
            <w:bCs/>
            <w:szCs w:val="24"/>
            <w:lang w:val="cs-CZ"/>
          </w:rPr>
          <w:t>www.hettich.com</w:t>
        </w:r>
      </w:hyperlink>
      <w:r w:rsidRPr="00D7094E">
        <w:rPr>
          <w:rFonts w:eastAsia="Arial" w:cs="Arial"/>
          <w:b/>
          <w:bCs/>
          <w:color w:val="000000" w:themeColor="text1"/>
          <w:szCs w:val="24"/>
          <w:lang w:val="cs-CZ"/>
        </w:rPr>
        <w:t>:</w:t>
      </w:r>
    </w:p>
    <w:p w14:paraId="648D0E81" w14:textId="77777777" w:rsidR="00B15809" w:rsidRPr="00D7094E" w:rsidRDefault="00B15809" w:rsidP="00B15809">
      <w:pPr>
        <w:rPr>
          <w:rFonts w:eastAsia="Arial" w:cs="Arial"/>
          <w:color w:val="000000" w:themeColor="text1"/>
          <w:szCs w:val="24"/>
          <w:lang w:val="cs-CZ"/>
        </w:rPr>
      </w:pPr>
    </w:p>
    <w:p w14:paraId="12724A06" w14:textId="02C441EC" w:rsidR="00B15809" w:rsidRPr="00D7094E" w:rsidRDefault="00C940A4" w:rsidP="00B15809">
      <w:pPr>
        <w:rPr>
          <w:lang w:val="cs-CZ"/>
        </w:rPr>
      </w:pPr>
      <w:r>
        <w:rPr>
          <w:noProof/>
          <w:lang w:val="en-GB"/>
        </w:rPr>
        <w:lastRenderedPageBreak/>
        <w:drawing>
          <wp:inline distT="0" distB="0" distL="0" distR="0" wp14:anchorId="3E21BB53" wp14:editId="2F1C28A9">
            <wp:extent cx="2213270" cy="1598057"/>
            <wp:effectExtent l="0" t="0" r="0" b="2540"/>
            <wp:docPr id="743479862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479862" name="Grafik 1" descr="Ein Bild, das Text, Karte enthält.&#10;&#10;KI-generierte Inhalte können fehlerhaft sein.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44" cy="160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E95E1" w14:textId="77777777" w:rsidR="00B15809" w:rsidRPr="00D7094E" w:rsidRDefault="00B15809" w:rsidP="00B15809">
      <w:pPr>
        <w:rPr>
          <w:color w:val="000000" w:themeColor="text1"/>
          <w:sz w:val="22"/>
          <w:szCs w:val="22"/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>102026_a</w:t>
      </w:r>
    </w:p>
    <w:p w14:paraId="0A18C071" w14:textId="77777777" w:rsidR="00B15809" w:rsidRPr="00D7094E" w:rsidRDefault="00B15809" w:rsidP="00B15809">
      <w:pPr>
        <w:rPr>
          <w:color w:val="000000" w:themeColor="text1"/>
          <w:sz w:val="6"/>
          <w:szCs w:val="22"/>
          <w:lang w:val="cs-CZ"/>
        </w:rPr>
      </w:pPr>
    </w:p>
    <w:p w14:paraId="729B7182" w14:textId="77777777" w:rsidR="00B15809" w:rsidRPr="00D7094E" w:rsidRDefault="00B15809" w:rsidP="00B15809">
      <w:pPr>
        <w:rPr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 xml:space="preserve">Skupina Hettich vyhodnocuje rok 2025. </w:t>
      </w:r>
      <w:r w:rsidRPr="00D7094E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505E8CD9" w14:textId="77777777" w:rsidR="00B15809" w:rsidRPr="00D7094E" w:rsidRDefault="00B15809" w:rsidP="00B15809">
      <w:pPr>
        <w:rPr>
          <w:lang w:val="cs-CZ"/>
        </w:rPr>
      </w:pPr>
    </w:p>
    <w:p w14:paraId="564E4E27" w14:textId="77777777" w:rsidR="00B15809" w:rsidRPr="00D7094E" w:rsidRDefault="00B15809" w:rsidP="00B15809">
      <w:pPr>
        <w:rPr>
          <w:color w:val="000000" w:themeColor="text1"/>
          <w:lang w:val="cs-CZ"/>
        </w:rPr>
      </w:pPr>
    </w:p>
    <w:p w14:paraId="15190889" w14:textId="77777777" w:rsidR="00B15809" w:rsidRPr="00D7094E" w:rsidRDefault="00B15809" w:rsidP="00B15809">
      <w:pPr>
        <w:rPr>
          <w:lang w:val="cs-CZ"/>
        </w:rPr>
      </w:pPr>
      <w:r w:rsidRPr="00D7094E">
        <w:rPr>
          <w:noProof/>
          <w:lang w:val="cs-CZ"/>
        </w:rPr>
        <w:drawing>
          <wp:inline distT="0" distB="0" distL="0" distR="0" wp14:anchorId="4631FDB4" wp14:editId="06DEB916">
            <wp:extent cx="2145034" cy="1431235"/>
            <wp:effectExtent l="0" t="0" r="7620" b="0"/>
            <wp:docPr id="939794087" name="Grafik 1" descr="Ein Bild, das Kleidung, Person, Lächel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94087" name="Grafik 1" descr="Ein Bild, das Kleidung, Person, Lächel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692" cy="144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9257D" w14:textId="77777777" w:rsidR="00B15809" w:rsidRPr="00D7094E" w:rsidRDefault="00B15809" w:rsidP="00B15809">
      <w:pPr>
        <w:rPr>
          <w:color w:val="000000" w:themeColor="text1"/>
          <w:sz w:val="22"/>
          <w:szCs w:val="22"/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>102026_b</w:t>
      </w:r>
    </w:p>
    <w:p w14:paraId="68D035AD" w14:textId="77777777" w:rsidR="00B15809" w:rsidRPr="00D7094E" w:rsidRDefault="00B15809" w:rsidP="00B15809">
      <w:pPr>
        <w:rPr>
          <w:color w:val="000000" w:themeColor="text1"/>
          <w:sz w:val="6"/>
          <w:szCs w:val="22"/>
          <w:lang w:val="cs-CZ"/>
        </w:rPr>
      </w:pPr>
    </w:p>
    <w:p w14:paraId="16A82510" w14:textId="77777777" w:rsidR="00B15809" w:rsidRPr="00D7094E" w:rsidRDefault="00B15809" w:rsidP="00B15809">
      <w:pPr>
        <w:rPr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 xml:space="preserve">Skupina Hettich vyhodnocuje rok 2025: Timo Pieper, Michael Lehmkuhl, Dr Andreas Hettich a Jana Schönfeld. </w:t>
      </w:r>
      <w:r w:rsidRPr="00D7094E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4BA289EA" w14:textId="77777777" w:rsidR="00B15809" w:rsidRPr="00D7094E" w:rsidRDefault="00B15809" w:rsidP="00B15809">
      <w:pPr>
        <w:rPr>
          <w:lang w:val="cs-CZ"/>
        </w:rPr>
      </w:pPr>
    </w:p>
    <w:p w14:paraId="3591AB34" w14:textId="77777777" w:rsidR="00B15809" w:rsidRPr="00D7094E" w:rsidRDefault="00B15809" w:rsidP="00B15809">
      <w:pPr>
        <w:rPr>
          <w:lang w:val="cs-CZ"/>
        </w:rPr>
      </w:pPr>
      <w:r w:rsidRPr="00D7094E">
        <w:rPr>
          <w:noProof/>
          <w:lang w:val="cs-CZ"/>
        </w:rPr>
        <w:drawing>
          <wp:inline distT="0" distB="0" distL="0" distR="0" wp14:anchorId="296F3A8A" wp14:editId="2B2586CB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1B186" w14:textId="77777777" w:rsidR="00B15809" w:rsidRPr="00D7094E" w:rsidRDefault="00B15809" w:rsidP="00B15809">
      <w:pPr>
        <w:rPr>
          <w:color w:val="000000" w:themeColor="text1"/>
          <w:sz w:val="22"/>
          <w:szCs w:val="22"/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>102026_c</w:t>
      </w:r>
    </w:p>
    <w:p w14:paraId="2EE42E08" w14:textId="77777777" w:rsidR="00B15809" w:rsidRPr="00D7094E" w:rsidRDefault="00B15809" w:rsidP="00B15809">
      <w:pPr>
        <w:rPr>
          <w:color w:val="FF0000"/>
          <w:sz w:val="6"/>
          <w:szCs w:val="22"/>
          <w:lang w:val="cs-CZ"/>
        </w:rPr>
      </w:pPr>
    </w:p>
    <w:p w14:paraId="02C6C645" w14:textId="77777777" w:rsidR="00B15809" w:rsidRPr="00D7094E" w:rsidRDefault="00B15809" w:rsidP="00B15809">
      <w:pPr>
        <w:rPr>
          <w:color w:val="000000" w:themeColor="text1"/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 xml:space="preserve">Hettich Forum v sídle společnosti v Kirchlengernu, Německo. </w:t>
      </w:r>
      <w:r w:rsidRPr="00D7094E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1EB104FC" w14:textId="77777777" w:rsidR="00B15809" w:rsidRPr="00D7094E" w:rsidRDefault="00B15809" w:rsidP="00B15809">
      <w:pPr>
        <w:rPr>
          <w:lang w:val="cs-CZ"/>
        </w:rPr>
      </w:pPr>
    </w:p>
    <w:p w14:paraId="0818E8B5" w14:textId="77777777" w:rsidR="00B15809" w:rsidRPr="00D7094E" w:rsidRDefault="00B15809" w:rsidP="00B15809">
      <w:pPr>
        <w:rPr>
          <w:lang w:val="cs-CZ"/>
        </w:rPr>
      </w:pPr>
      <w:r w:rsidRPr="00D7094E">
        <w:rPr>
          <w:noProof/>
          <w:lang w:val="cs-CZ"/>
        </w:rPr>
        <w:lastRenderedPageBreak/>
        <w:drawing>
          <wp:inline distT="0" distB="0" distL="0" distR="0" wp14:anchorId="59B0D83C" wp14:editId="7064625E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411DD" w14:textId="77777777" w:rsidR="00B15809" w:rsidRPr="00D7094E" w:rsidRDefault="00B15809" w:rsidP="00B15809">
      <w:pPr>
        <w:rPr>
          <w:color w:val="000000" w:themeColor="text1"/>
          <w:sz w:val="22"/>
          <w:szCs w:val="22"/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>102026_d</w:t>
      </w:r>
    </w:p>
    <w:p w14:paraId="374E2846" w14:textId="77777777" w:rsidR="00B15809" w:rsidRPr="00D7094E" w:rsidRDefault="00B15809" w:rsidP="00B15809">
      <w:pPr>
        <w:rPr>
          <w:color w:val="FF0000"/>
          <w:sz w:val="6"/>
          <w:szCs w:val="22"/>
          <w:lang w:val="cs-CZ"/>
        </w:rPr>
      </w:pPr>
    </w:p>
    <w:p w14:paraId="4C6BC8DD" w14:textId="77777777" w:rsidR="00B15809" w:rsidRPr="00D7094E" w:rsidRDefault="00B15809" w:rsidP="00B15809">
      <w:pPr>
        <w:rPr>
          <w:color w:val="000000" w:themeColor="text1"/>
          <w:lang w:val="cs-CZ"/>
        </w:rPr>
      </w:pPr>
      <w:r w:rsidRPr="00D7094E">
        <w:rPr>
          <w:color w:val="000000" w:themeColor="text1"/>
          <w:sz w:val="22"/>
          <w:szCs w:val="22"/>
          <w:lang w:val="cs-CZ"/>
        </w:rPr>
        <w:t xml:space="preserve">Hettich Forum v sídle společnosti v Kirchlengernu, Německo. </w:t>
      </w:r>
      <w:r w:rsidRPr="00D7094E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5E05B268" w14:textId="77777777" w:rsidR="00B15809" w:rsidRPr="00D7094E" w:rsidRDefault="00B15809" w:rsidP="00B15809">
      <w:pPr>
        <w:rPr>
          <w:rFonts w:eastAsia="Arial" w:cs="Arial"/>
          <w:color w:val="000000" w:themeColor="text1"/>
          <w:szCs w:val="24"/>
          <w:lang w:val="cs-CZ"/>
        </w:rPr>
      </w:pPr>
    </w:p>
    <w:p w14:paraId="1B9A1DBE" w14:textId="77777777" w:rsidR="00B15809" w:rsidRPr="00D7094E" w:rsidRDefault="00B15809" w:rsidP="00B15809">
      <w:pPr>
        <w:rPr>
          <w:rFonts w:eastAsia="Arial" w:cs="Arial"/>
          <w:color w:val="000000" w:themeColor="text1"/>
          <w:szCs w:val="24"/>
          <w:lang w:val="cs-CZ"/>
        </w:rPr>
      </w:pPr>
    </w:p>
    <w:p w14:paraId="0273D353" w14:textId="77777777" w:rsidR="00B15809" w:rsidRPr="00D7094E" w:rsidRDefault="00B15809" w:rsidP="00B15809">
      <w:pPr>
        <w:rPr>
          <w:rFonts w:eastAsia="Arial" w:cs="Arial"/>
          <w:color w:val="000000" w:themeColor="text1"/>
          <w:szCs w:val="24"/>
          <w:lang w:val="cs-CZ"/>
        </w:rPr>
      </w:pPr>
    </w:p>
    <w:p w14:paraId="307ECDB4" w14:textId="77777777" w:rsidR="00B15809" w:rsidRPr="00D7094E" w:rsidRDefault="00B15809" w:rsidP="00B15809">
      <w:pPr>
        <w:rPr>
          <w:lang w:val="cs-CZ"/>
        </w:rPr>
      </w:pPr>
      <w:r w:rsidRPr="00D7094E">
        <w:rPr>
          <w:rFonts w:cs="Arial"/>
          <w:sz w:val="20"/>
          <w:u w:val="single"/>
          <w:lang w:val="cs-CZ"/>
        </w:rPr>
        <w:t>O skupině Hettich</w:t>
      </w:r>
    </w:p>
    <w:p w14:paraId="0BA62EDD" w14:textId="77777777" w:rsidR="00B15809" w:rsidRPr="00993598" w:rsidRDefault="00B15809" w:rsidP="00B15809">
      <w:pPr>
        <w:suppressAutoHyphens/>
        <w:rPr>
          <w:rFonts w:cs="Arial"/>
          <w:color w:val="000000" w:themeColor="text1"/>
          <w:sz w:val="20"/>
          <w:lang w:val="cs-CZ"/>
        </w:rPr>
      </w:pPr>
      <w:r w:rsidRPr="00D7094E">
        <w:rPr>
          <w:rFonts w:cs="Arial"/>
          <w:color w:val="212100"/>
          <w:sz w:val="20"/>
          <w:lang w:val="cs-CZ"/>
        </w:rPr>
        <w:t xml:space="preserve">Společnost Hettich byla založena v roce 1888. Dnes je jedním z největších a nejúspěšnějších výrobců nábytkového kování ve světě. Rodinná společnost má své sídlo v německém Kirchlengernu v nábytkářském regionu Východní Vestfálsko. Přibližně 8 200 kolegyň a kolegů společně pracuje na dodávkách našich nábytkových řešení ve vice než 100 zemí světa, S mottem „It’s all in Hettich” slibuje značka Hettich komplexní portfolio výrobků a služeb, které vždy přizpůsobuje potřebám svých zákazníků po celém světě. Už od počátku je pro Hettich nejvyšší prioritou, aby ve všem, co dělá, byla zajištěna udržitelnost na osobní, společenské a ekologické úrovni. </w:t>
      </w:r>
      <w:hyperlink r:id="rId13" w:history="1">
        <w:r w:rsidRPr="00D7094E">
          <w:rPr>
            <w:rStyle w:val="Hyperlink"/>
            <w:rFonts w:cs="Arial"/>
            <w:color w:val="000000" w:themeColor="text1"/>
            <w:sz w:val="20"/>
            <w:lang w:val="cs-CZ"/>
          </w:rPr>
          <w:t>www.hettich.com</w:t>
        </w:r>
      </w:hyperlink>
    </w:p>
    <w:p w14:paraId="0EBABCC5" w14:textId="33855902" w:rsidR="00571996" w:rsidRPr="00B15809" w:rsidRDefault="00571996" w:rsidP="00B15809"/>
    <w:sectPr w:rsidR="00571996" w:rsidRPr="00B15809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2792" w14:textId="77777777" w:rsidR="00336B5B" w:rsidRDefault="00336B5B">
      <w:r>
        <w:separator/>
      </w:r>
    </w:p>
  </w:endnote>
  <w:endnote w:type="continuationSeparator" w:id="0">
    <w:p w14:paraId="0A20A5B9" w14:textId="77777777" w:rsidR="00336B5B" w:rsidRDefault="0033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69131" w14:textId="77777777" w:rsidR="00B15809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10CEB87" w14:textId="77777777" w:rsidR="00B15809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7B47501" w14:textId="77777777" w:rsidR="00B15809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0F994D5" w14:textId="77777777" w:rsidR="00B15809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1CF97AE" w14:textId="77777777" w:rsidR="00B15809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3FAC20E" w14:textId="77777777" w:rsidR="00B15809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F0978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Press contact:</w:t>
                          </w:r>
                        </w:p>
                        <w:p w14:paraId="55F376BD" w14:textId="77777777" w:rsidR="00B15809" w:rsidRPr="00AC7897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81F20D3" w14:textId="77777777" w:rsidR="00B15809" w:rsidRPr="00AC7897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BF0978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Holding GmbH &amp; Co. oHG</w:t>
                          </w:r>
                        </w:p>
                        <w:p w14:paraId="5D3B3BA2" w14:textId="77777777" w:rsidR="00B15809" w:rsidRPr="00AC7897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Wortmann</w:t>
                          </w:r>
                        </w:p>
                        <w:p w14:paraId="446B8ECB" w14:textId="77777777" w:rsidR="00B15809" w:rsidRPr="00AC7897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6D51CC86" w14:textId="77777777" w:rsidR="00B15809" w:rsidRPr="002D6FF6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76201528" w14:textId="77777777" w:rsidR="00B15809" w:rsidRPr="002D6FF6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47D88FB3" w14:textId="77777777" w:rsidR="00B15809" w:rsidRPr="002D6FF6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5A0D9CB8" w14:textId="77777777" w:rsidR="00B15809" w:rsidRPr="002D6FF6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eva.wortmann@hettich.com</w:t>
                          </w:r>
                        </w:p>
                        <w:p w14:paraId="57421EC0" w14:textId="77777777" w:rsidR="00B15809" w:rsidRDefault="00B15809" w:rsidP="00B15809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1EA298C6" w14:textId="77777777" w:rsidR="00B15809" w:rsidRDefault="00B15809" w:rsidP="00B15809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  <w:p w14:paraId="5ECBA26B" w14:textId="77777777" w:rsidR="00B15809" w:rsidRDefault="00B15809" w:rsidP="00B15809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4522CF71" w14:textId="77777777" w:rsidR="00B15809" w:rsidRPr="00B269C6" w:rsidRDefault="00B15809" w:rsidP="00B15809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PR_102026</w:t>
                          </w:r>
                        </w:p>
                        <w:p w14:paraId="637D0375" w14:textId="77777777" w:rsidR="00B15809" w:rsidRPr="00165C67" w:rsidRDefault="00B15809" w:rsidP="00B1580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DFA7E70" w14:textId="77777777" w:rsidR="00B15809" w:rsidRDefault="00B15809" w:rsidP="00B15809"/>
                        <w:p w14:paraId="59116C8D" w14:textId="6EA4BF94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41569131" w14:textId="77777777" w:rsidR="00B15809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10CEB87" w14:textId="77777777" w:rsidR="00B15809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7B47501" w14:textId="77777777" w:rsidR="00B15809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0F994D5" w14:textId="77777777" w:rsidR="00B15809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1CF97AE" w14:textId="77777777" w:rsidR="00B15809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3FAC20E" w14:textId="77777777" w:rsidR="00B15809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F0978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Press contact:</w:t>
                    </w:r>
                  </w:p>
                  <w:p w14:paraId="55F376BD" w14:textId="77777777" w:rsidR="00B15809" w:rsidRPr="00AC7897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781F20D3" w14:textId="77777777" w:rsidR="00B15809" w:rsidRPr="00AC7897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BF0978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Holding GmbH &amp; Co. oHG</w:t>
                    </w:r>
                  </w:p>
                  <w:p w14:paraId="5D3B3BA2" w14:textId="77777777" w:rsidR="00B15809" w:rsidRPr="00AC7897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Wortmann</w:t>
                    </w:r>
                  </w:p>
                  <w:p w14:paraId="446B8ECB" w14:textId="77777777" w:rsidR="00B15809" w:rsidRPr="00AC7897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6D51CC86" w14:textId="77777777" w:rsidR="00B15809" w:rsidRPr="002D6FF6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76201528" w14:textId="77777777" w:rsidR="00B15809" w:rsidRPr="002D6FF6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Germany</w:t>
                    </w:r>
                  </w:p>
                  <w:p w14:paraId="47D88FB3" w14:textId="77777777" w:rsidR="00B15809" w:rsidRPr="002D6FF6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5A0D9CB8" w14:textId="77777777" w:rsidR="00B15809" w:rsidRPr="002D6FF6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eva.wortmann@hettich.com</w:t>
                    </w:r>
                  </w:p>
                  <w:p w14:paraId="57421EC0" w14:textId="77777777" w:rsidR="00B15809" w:rsidRDefault="00B15809" w:rsidP="00B15809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1EA298C6" w14:textId="77777777" w:rsidR="00B15809" w:rsidRDefault="00B15809" w:rsidP="00B15809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Voucher copy requested</w:t>
                    </w:r>
                  </w:p>
                  <w:p w14:paraId="5ECBA26B" w14:textId="77777777" w:rsidR="00B15809" w:rsidRDefault="00B15809" w:rsidP="00B15809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4522CF71" w14:textId="77777777" w:rsidR="00B15809" w:rsidRPr="00B269C6" w:rsidRDefault="00B15809" w:rsidP="00B15809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PR_102026</w:t>
                    </w:r>
                  </w:p>
                  <w:p w14:paraId="637D0375" w14:textId="77777777" w:rsidR="00B15809" w:rsidRPr="00165C67" w:rsidRDefault="00B15809" w:rsidP="00B1580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DFA7E70" w14:textId="77777777" w:rsidR="00B15809" w:rsidRDefault="00B15809" w:rsidP="00B15809"/>
                  <w:p w14:paraId="59116C8D" w14:textId="6EA4BF94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CDE4" w14:textId="77777777" w:rsidR="00336B5B" w:rsidRDefault="00336B5B">
      <w:r>
        <w:separator/>
      </w:r>
    </w:p>
  </w:footnote>
  <w:footnote w:type="continuationSeparator" w:id="0">
    <w:p w14:paraId="1F5E469F" w14:textId="77777777" w:rsidR="00336B5B" w:rsidRDefault="0033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54604"/>
    <w:multiLevelType w:val="hybridMultilevel"/>
    <w:tmpl w:val="C3E85752"/>
    <w:lvl w:ilvl="0" w:tplc="7EC008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  <w:num w:numId="4" w16cid:durableId="84247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315"/>
    <w:rsid w:val="00001D85"/>
    <w:rsid w:val="00001FC7"/>
    <w:rsid w:val="00005E10"/>
    <w:rsid w:val="000067B2"/>
    <w:rsid w:val="00006C15"/>
    <w:rsid w:val="00007AE3"/>
    <w:rsid w:val="00010650"/>
    <w:rsid w:val="00010AAD"/>
    <w:rsid w:val="000115BE"/>
    <w:rsid w:val="00011D00"/>
    <w:rsid w:val="00011DF6"/>
    <w:rsid w:val="0001272F"/>
    <w:rsid w:val="00014424"/>
    <w:rsid w:val="00017980"/>
    <w:rsid w:val="00020138"/>
    <w:rsid w:val="00020FF0"/>
    <w:rsid w:val="0002101A"/>
    <w:rsid w:val="000213F5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1DAE"/>
    <w:rsid w:val="00032952"/>
    <w:rsid w:val="00032B24"/>
    <w:rsid w:val="00032CD7"/>
    <w:rsid w:val="0003312D"/>
    <w:rsid w:val="00035DDD"/>
    <w:rsid w:val="00036CAD"/>
    <w:rsid w:val="00037611"/>
    <w:rsid w:val="00037739"/>
    <w:rsid w:val="000405EC"/>
    <w:rsid w:val="00040FDC"/>
    <w:rsid w:val="00041F5D"/>
    <w:rsid w:val="00042A82"/>
    <w:rsid w:val="00044245"/>
    <w:rsid w:val="00044F8C"/>
    <w:rsid w:val="00045378"/>
    <w:rsid w:val="00047086"/>
    <w:rsid w:val="00050EB9"/>
    <w:rsid w:val="000511E4"/>
    <w:rsid w:val="0005158D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0BB3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0671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5592"/>
    <w:rsid w:val="000960C9"/>
    <w:rsid w:val="00096DCD"/>
    <w:rsid w:val="00097AEE"/>
    <w:rsid w:val="000A0796"/>
    <w:rsid w:val="000A1B7B"/>
    <w:rsid w:val="000A2407"/>
    <w:rsid w:val="000A2CBD"/>
    <w:rsid w:val="000A342D"/>
    <w:rsid w:val="000A3ED4"/>
    <w:rsid w:val="000A5409"/>
    <w:rsid w:val="000A5649"/>
    <w:rsid w:val="000A5CBD"/>
    <w:rsid w:val="000A60E5"/>
    <w:rsid w:val="000A617E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6DE3"/>
    <w:rsid w:val="000B7282"/>
    <w:rsid w:val="000C0158"/>
    <w:rsid w:val="000C09C6"/>
    <w:rsid w:val="000C1385"/>
    <w:rsid w:val="000C13F0"/>
    <w:rsid w:val="000C1460"/>
    <w:rsid w:val="000C1A8B"/>
    <w:rsid w:val="000C1B90"/>
    <w:rsid w:val="000C20A1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13B3"/>
    <w:rsid w:val="000D3F0E"/>
    <w:rsid w:val="000D48C3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E7591"/>
    <w:rsid w:val="000F05ED"/>
    <w:rsid w:val="000F0CE2"/>
    <w:rsid w:val="000F126C"/>
    <w:rsid w:val="000F12C0"/>
    <w:rsid w:val="000F2E42"/>
    <w:rsid w:val="000F323F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057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4F2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456"/>
    <w:rsid w:val="001409CF"/>
    <w:rsid w:val="00140DFF"/>
    <w:rsid w:val="0014103E"/>
    <w:rsid w:val="00141170"/>
    <w:rsid w:val="00143E80"/>
    <w:rsid w:val="00144AD5"/>
    <w:rsid w:val="0014676E"/>
    <w:rsid w:val="00146BDB"/>
    <w:rsid w:val="00150371"/>
    <w:rsid w:val="001513E7"/>
    <w:rsid w:val="00151D78"/>
    <w:rsid w:val="00152166"/>
    <w:rsid w:val="00153445"/>
    <w:rsid w:val="00153CA1"/>
    <w:rsid w:val="001550BC"/>
    <w:rsid w:val="00155B53"/>
    <w:rsid w:val="00156C5D"/>
    <w:rsid w:val="00157475"/>
    <w:rsid w:val="001575E7"/>
    <w:rsid w:val="00157AD4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A65"/>
    <w:rsid w:val="001A1E43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527"/>
    <w:rsid w:val="001C095B"/>
    <w:rsid w:val="001C2B51"/>
    <w:rsid w:val="001C2CAD"/>
    <w:rsid w:val="001C3B72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4FFA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A16"/>
    <w:rsid w:val="001F6455"/>
    <w:rsid w:val="001F6B1F"/>
    <w:rsid w:val="001F6ECE"/>
    <w:rsid w:val="001F7A4B"/>
    <w:rsid w:val="002001DB"/>
    <w:rsid w:val="00201573"/>
    <w:rsid w:val="002018E1"/>
    <w:rsid w:val="00202835"/>
    <w:rsid w:val="0020342F"/>
    <w:rsid w:val="00203EED"/>
    <w:rsid w:val="00204987"/>
    <w:rsid w:val="00211508"/>
    <w:rsid w:val="00212C0F"/>
    <w:rsid w:val="00213519"/>
    <w:rsid w:val="002145D2"/>
    <w:rsid w:val="002158C5"/>
    <w:rsid w:val="002165B5"/>
    <w:rsid w:val="00216CD3"/>
    <w:rsid w:val="00217423"/>
    <w:rsid w:val="002213CC"/>
    <w:rsid w:val="00222FB5"/>
    <w:rsid w:val="002242B0"/>
    <w:rsid w:val="0022432A"/>
    <w:rsid w:val="00225A0B"/>
    <w:rsid w:val="00225C4F"/>
    <w:rsid w:val="00230A6A"/>
    <w:rsid w:val="00231B35"/>
    <w:rsid w:val="002321FF"/>
    <w:rsid w:val="00232E65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29E8"/>
    <w:rsid w:val="0025357E"/>
    <w:rsid w:val="00253ED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0E4B"/>
    <w:rsid w:val="00261335"/>
    <w:rsid w:val="00261D96"/>
    <w:rsid w:val="00262EA2"/>
    <w:rsid w:val="00264493"/>
    <w:rsid w:val="00264C39"/>
    <w:rsid w:val="0026596D"/>
    <w:rsid w:val="00265E5C"/>
    <w:rsid w:val="0026621D"/>
    <w:rsid w:val="002663FD"/>
    <w:rsid w:val="00266D61"/>
    <w:rsid w:val="0026702D"/>
    <w:rsid w:val="00271C73"/>
    <w:rsid w:val="0027384E"/>
    <w:rsid w:val="00273BB0"/>
    <w:rsid w:val="00273D57"/>
    <w:rsid w:val="00273FDD"/>
    <w:rsid w:val="00274A4E"/>
    <w:rsid w:val="00274E5D"/>
    <w:rsid w:val="0027523E"/>
    <w:rsid w:val="002758D7"/>
    <w:rsid w:val="002769CE"/>
    <w:rsid w:val="00277099"/>
    <w:rsid w:val="002779EB"/>
    <w:rsid w:val="00277FEE"/>
    <w:rsid w:val="00280488"/>
    <w:rsid w:val="00280ADC"/>
    <w:rsid w:val="0028205D"/>
    <w:rsid w:val="002833E4"/>
    <w:rsid w:val="002841FF"/>
    <w:rsid w:val="002843F7"/>
    <w:rsid w:val="00284D9B"/>
    <w:rsid w:val="00285422"/>
    <w:rsid w:val="00287631"/>
    <w:rsid w:val="00292F2F"/>
    <w:rsid w:val="00293AFF"/>
    <w:rsid w:val="00293E40"/>
    <w:rsid w:val="002944A5"/>
    <w:rsid w:val="00294580"/>
    <w:rsid w:val="00294A00"/>
    <w:rsid w:val="00295E7F"/>
    <w:rsid w:val="00295ED0"/>
    <w:rsid w:val="00295F1F"/>
    <w:rsid w:val="00296463"/>
    <w:rsid w:val="00296EDE"/>
    <w:rsid w:val="00297A57"/>
    <w:rsid w:val="00297D0C"/>
    <w:rsid w:val="002A0ED1"/>
    <w:rsid w:val="002A1131"/>
    <w:rsid w:val="002A150E"/>
    <w:rsid w:val="002A3406"/>
    <w:rsid w:val="002A389B"/>
    <w:rsid w:val="002A3CB9"/>
    <w:rsid w:val="002A4D15"/>
    <w:rsid w:val="002A51EB"/>
    <w:rsid w:val="002A57C9"/>
    <w:rsid w:val="002A58B0"/>
    <w:rsid w:val="002A5C00"/>
    <w:rsid w:val="002A60F2"/>
    <w:rsid w:val="002A638A"/>
    <w:rsid w:val="002A68D0"/>
    <w:rsid w:val="002A7097"/>
    <w:rsid w:val="002A77A7"/>
    <w:rsid w:val="002B030A"/>
    <w:rsid w:val="002B0572"/>
    <w:rsid w:val="002B1AC5"/>
    <w:rsid w:val="002B2038"/>
    <w:rsid w:val="002B2C94"/>
    <w:rsid w:val="002B2D62"/>
    <w:rsid w:val="002B333A"/>
    <w:rsid w:val="002B3393"/>
    <w:rsid w:val="002B3614"/>
    <w:rsid w:val="002B3B2A"/>
    <w:rsid w:val="002B3FCC"/>
    <w:rsid w:val="002B4B0A"/>
    <w:rsid w:val="002B5DC5"/>
    <w:rsid w:val="002B5E66"/>
    <w:rsid w:val="002B68A1"/>
    <w:rsid w:val="002B71B2"/>
    <w:rsid w:val="002B7363"/>
    <w:rsid w:val="002B79CA"/>
    <w:rsid w:val="002B7A19"/>
    <w:rsid w:val="002B7C21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5C86"/>
    <w:rsid w:val="002E625B"/>
    <w:rsid w:val="002E6B74"/>
    <w:rsid w:val="002E6C31"/>
    <w:rsid w:val="002E6E15"/>
    <w:rsid w:val="002E7038"/>
    <w:rsid w:val="002F052C"/>
    <w:rsid w:val="002F057C"/>
    <w:rsid w:val="002F105C"/>
    <w:rsid w:val="002F2AA8"/>
    <w:rsid w:val="002F355F"/>
    <w:rsid w:val="002F3E38"/>
    <w:rsid w:val="002F47C1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72D"/>
    <w:rsid w:val="00307234"/>
    <w:rsid w:val="00307D18"/>
    <w:rsid w:val="003118AD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3F75"/>
    <w:rsid w:val="00325AE5"/>
    <w:rsid w:val="00326213"/>
    <w:rsid w:val="00326777"/>
    <w:rsid w:val="00326F0C"/>
    <w:rsid w:val="00327A70"/>
    <w:rsid w:val="003304B8"/>
    <w:rsid w:val="0033187E"/>
    <w:rsid w:val="003324A2"/>
    <w:rsid w:val="003329CB"/>
    <w:rsid w:val="00334B06"/>
    <w:rsid w:val="00334D77"/>
    <w:rsid w:val="00335B79"/>
    <w:rsid w:val="0033613A"/>
    <w:rsid w:val="0033634E"/>
    <w:rsid w:val="00336B5B"/>
    <w:rsid w:val="003408E7"/>
    <w:rsid w:val="00341D55"/>
    <w:rsid w:val="00342BFF"/>
    <w:rsid w:val="00343405"/>
    <w:rsid w:val="00344849"/>
    <w:rsid w:val="003450AD"/>
    <w:rsid w:val="003462B7"/>
    <w:rsid w:val="00346332"/>
    <w:rsid w:val="00347383"/>
    <w:rsid w:val="00347408"/>
    <w:rsid w:val="00347833"/>
    <w:rsid w:val="003479C4"/>
    <w:rsid w:val="00351A2F"/>
    <w:rsid w:val="00351F1F"/>
    <w:rsid w:val="003520C9"/>
    <w:rsid w:val="00352796"/>
    <w:rsid w:val="00354062"/>
    <w:rsid w:val="003554CA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21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C0F"/>
    <w:rsid w:val="00393CED"/>
    <w:rsid w:val="00393FE7"/>
    <w:rsid w:val="0039439A"/>
    <w:rsid w:val="00394FFB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8FF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B7B8E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9A7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A34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3DB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07415"/>
    <w:rsid w:val="00411C34"/>
    <w:rsid w:val="0041299A"/>
    <w:rsid w:val="00413E87"/>
    <w:rsid w:val="00416CA5"/>
    <w:rsid w:val="00417024"/>
    <w:rsid w:val="004176A7"/>
    <w:rsid w:val="00417B5E"/>
    <w:rsid w:val="00421FEF"/>
    <w:rsid w:val="00422257"/>
    <w:rsid w:val="00423367"/>
    <w:rsid w:val="00423DF6"/>
    <w:rsid w:val="004248B0"/>
    <w:rsid w:val="00424E1C"/>
    <w:rsid w:val="00425295"/>
    <w:rsid w:val="00425616"/>
    <w:rsid w:val="00425C8B"/>
    <w:rsid w:val="00426023"/>
    <w:rsid w:val="004268A0"/>
    <w:rsid w:val="00427000"/>
    <w:rsid w:val="00427194"/>
    <w:rsid w:val="004278FF"/>
    <w:rsid w:val="0042799B"/>
    <w:rsid w:val="00427C84"/>
    <w:rsid w:val="00430A72"/>
    <w:rsid w:val="00432095"/>
    <w:rsid w:val="004328DA"/>
    <w:rsid w:val="00432F2F"/>
    <w:rsid w:val="0043425A"/>
    <w:rsid w:val="004344E4"/>
    <w:rsid w:val="004348BD"/>
    <w:rsid w:val="00435682"/>
    <w:rsid w:val="00437874"/>
    <w:rsid w:val="004402A0"/>
    <w:rsid w:val="004406A2"/>
    <w:rsid w:val="00440F06"/>
    <w:rsid w:val="004410BA"/>
    <w:rsid w:val="004417E0"/>
    <w:rsid w:val="004418D4"/>
    <w:rsid w:val="00441A7B"/>
    <w:rsid w:val="00444956"/>
    <w:rsid w:val="0044582E"/>
    <w:rsid w:val="00445B7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C71"/>
    <w:rsid w:val="00475E14"/>
    <w:rsid w:val="0047680B"/>
    <w:rsid w:val="0047729E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33CB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E0C"/>
    <w:rsid w:val="004A4F97"/>
    <w:rsid w:val="004A6F92"/>
    <w:rsid w:val="004A73F9"/>
    <w:rsid w:val="004B0C28"/>
    <w:rsid w:val="004B2693"/>
    <w:rsid w:val="004B29B9"/>
    <w:rsid w:val="004B3254"/>
    <w:rsid w:val="004B3773"/>
    <w:rsid w:val="004B4680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BFB"/>
    <w:rsid w:val="004C1D72"/>
    <w:rsid w:val="004C1F78"/>
    <w:rsid w:val="004C2867"/>
    <w:rsid w:val="004C7592"/>
    <w:rsid w:val="004D1125"/>
    <w:rsid w:val="004D1458"/>
    <w:rsid w:val="004D15C5"/>
    <w:rsid w:val="004D1B6C"/>
    <w:rsid w:val="004D21DE"/>
    <w:rsid w:val="004D2576"/>
    <w:rsid w:val="004D4120"/>
    <w:rsid w:val="004E007B"/>
    <w:rsid w:val="004E0B6C"/>
    <w:rsid w:val="004E1BD1"/>
    <w:rsid w:val="004E1FAD"/>
    <w:rsid w:val="004E36E1"/>
    <w:rsid w:val="004E58F3"/>
    <w:rsid w:val="004E5B11"/>
    <w:rsid w:val="004E66B4"/>
    <w:rsid w:val="004E7A68"/>
    <w:rsid w:val="004E7D18"/>
    <w:rsid w:val="004E7F13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06F0"/>
    <w:rsid w:val="0051132C"/>
    <w:rsid w:val="00511691"/>
    <w:rsid w:val="005121AA"/>
    <w:rsid w:val="005124E2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684C"/>
    <w:rsid w:val="00527342"/>
    <w:rsid w:val="005300F8"/>
    <w:rsid w:val="00530143"/>
    <w:rsid w:val="005308AC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0407"/>
    <w:rsid w:val="00542707"/>
    <w:rsid w:val="00542D2F"/>
    <w:rsid w:val="00542DA6"/>
    <w:rsid w:val="0054456F"/>
    <w:rsid w:val="00545165"/>
    <w:rsid w:val="00551326"/>
    <w:rsid w:val="0055156A"/>
    <w:rsid w:val="00553E29"/>
    <w:rsid w:val="0055450A"/>
    <w:rsid w:val="005545E1"/>
    <w:rsid w:val="00555EA3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5F8"/>
    <w:rsid w:val="0058230F"/>
    <w:rsid w:val="00582B44"/>
    <w:rsid w:val="0058333B"/>
    <w:rsid w:val="0058405B"/>
    <w:rsid w:val="005843AD"/>
    <w:rsid w:val="00587563"/>
    <w:rsid w:val="00587F2B"/>
    <w:rsid w:val="005910A0"/>
    <w:rsid w:val="0059132B"/>
    <w:rsid w:val="0059152E"/>
    <w:rsid w:val="00591615"/>
    <w:rsid w:val="00591FEE"/>
    <w:rsid w:val="00593F8A"/>
    <w:rsid w:val="005942D4"/>
    <w:rsid w:val="0059458A"/>
    <w:rsid w:val="00594BEF"/>
    <w:rsid w:val="0059591B"/>
    <w:rsid w:val="00595ECF"/>
    <w:rsid w:val="005963A6"/>
    <w:rsid w:val="005963BE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3F9B"/>
    <w:rsid w:val="005B4B68"/>
    <w:rsid w:val="005B503D"/>
    <w:rsid w:val="005B5332"/>
    <w:rsid w:val="005B5D1A"/>
    <w:rsid w:val="005B63B1"/>
    <w:rsid w:val="005B727C"/>
    <w:rsid w:val="005C33BB"/>
    <w:rsid w:val="005C3A31"/>
    <w:rsid w:val="005C44BA"/>
    <w:rsid w:val="005C5E3D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126"/>
    <w:rsid w:val="005E1FE7"/>
    <w:rsid w:val="005E3852"/>
    <w:rsid w:val="005E3DF2"/>
    <w:rsid w:val="005E5B1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5F35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1F20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0F6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926"/>
    <w:rsid w:val="00657382"/>
    <w:rsid w:val="006626C3"/>
    <w:rsid w:val="006654F3"/>
    <w:rsid w:val="00665A27"/>
    <w:rsid w:val="00667513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86D9C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29BA"/>
    <w:rsid w:val="006A34B4"/>
    <w:rsid w:val="006A3541"/>
    <w:rsid w:val="006A4D5C"/>
    <w:rsid w:val="006A54F8"/>
    <w:rsid w:val="006A5DE2"/>
    <w:rsid w:val="006A5FFB"/>
    <w:rsid w:val="006A70AB"/>
    <w:rsid w:val="006A7C56"/>
    <w:rsid w:val="006B0C48"/>
    <w:rsid w:val="006B2B6F"/>
    <w:rsid w:val="006B2BDD"/>
    <w:rsid w:val="006B3043"/>
    <w:rsid w:val="006B394B"/>
    <w:rsid w:val="006B6652"/>
    <w:rsid w:val="006B699C"/>
    <w:rsid w:val="006C1101"/>
    <w:rsid w:val="006C1184"/>
    <w:rsid w:val="006C204A"/>
    <w:rsid w:val="006C22B0"/>
    <w:rsid w:val="006C308E"/>
    <w:rsid w:val="006C39E9"/>
    <w:rsid w:val="006C3F84"/>
    <w:rsid w:val="006C4E6C"/>
    <w:rsid w:val="006C6E51"/>
    <w:rsid w:val="006D04EF"/>
    <w:rsid w:val="006D1A74"/>
    <w:rsid w:val="006D3304"/>
    <w:rsid w:val="006D3A04"/>
    <w:rsid w:val="006D3F48"/>
    <w:rsid w:val="006D4633"/>
    <w:rsid w:val="006D49DA"/>
    <w:rsid w:val="006D52A1"/>
    <w:rsid w:val="006D5B5A"/>
    <w:rsid w:val="006D5E28"/>
    <w:rsid w:val="006D6475"/>
    <w:rsid w:val="006D65B6"/>
    <w:rsid w:val="006D6AED"/>
    <w:rsid w:val="006D6EAF"/>
    <w:rsid w:val="006D7589"/>
    <w:rsid w:val="006D7BC1"/>
    <w:rsid w:val="006D7EEB"/>
    <w:rsid w:val="006E027B"/>
    <w:rsid w:val="006E0901"/>
    <w:rsid w:val="006E0A58"/>
    <w:rsid w:val="006E0EF6"/>
    <w:rsid w:val="006E1A1F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27F"/>
    <w:rsid w:val="006F48DC"/>
    <w:rsid w:val="006F52C6"/>
    <w:rsid w:val="006F57A7"/>
    <w:rsid w:val="006F70B9"/>
    <w:rsid w:val="00700302"/>
    <w:rsid w:val="0070135B"/>
    <w:rsid w:val="00701FFD"/>
    <w:rsid w:val="00702CC5"/>
    <w:rsid w:val="00704FF9"/>
    <w:rsid w:val="007051B0"/>
    <w:rsid w:val="00705BBA"/>
    <w:rsid w:val="007065DB"/>
    <w:rsid w:val="0070664D"/>
    <w:rsid w:val="0070785B"/>
    <w:rsid w:val="007118C5"/>
    <w:rsid w:val="0071252F"/>
    <w:rsid w:val="00712DE4"/>
    <w:rsid w:val="007148FE"/>
    <w:rsid w:val="00714D86"/>
    <w:rsid w:val="007159F7"/>
    <w:rsid w:val="00715F3F"/>
    <w:rsid w:val="00716239"/>
    <w:rsid w:val="00716496"/>
    <w:rsid w:val="00716C3A"/>
    <w:rsid w:val="007177CB"/>
    <w:rsid w:val="007223D4"/>
    <w:rsid w:val="007229B3"/>
    <w:rsid w:val="00726544"/>
    <w:rsid w:val="007274B1"/>
    <w:rsid w:val="00727EEE"/>
    <w:rsid w:val="00730286"/>
    <w:rsid w:val="00731434"/>
    <w:rsid w:val="007315E0"/>
    <w:rsid w:val="007317E5"/>
    <w:rsid w:val="0073193C"/>
    <w:rsid w:val="007319FA"/>
    <w:rsid w:val="00734250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3651"/>
    <w:rsid w:val="00744E11"/>
    <w:rsid w:val="00744E66"/>
    <w:rsid w:val="007464D0"/>
    <w:rsid w:val="00747796"/>
    <w:rsid w:val="00750783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4E72"/>
    <w:rsid w:val="00766334"/>
    <w:rsid w:val="00767766"/>
    <w:rsid w:val="00767E20"/>
    <w:rsid w:val="00767FFA"/>
    <w:rsid w:val="00770A59"/>
    <w:rsid w:val="007712FD"/>
    <w:rsid w:val="007715A9"/>
    <w:rsid w:val="00772BE9"/>
    <w:rsid w:val="00772E61"/>
    <w:rsid w:val="00772F92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064F"/>
    <w:rsid w:val="007937FA"/>
    <w:rsid w:val="00793AEE"/>
    <w:rsid w:val="00795E78"/>
    <w:rsid w:val="00796102"/>
    <w:rsid w:val="0079644D"/>
    <w:rsid w:val="007965BC"/>
    <w:rsid w:val="007965C9"/>
    <w:rsid w:val="007A00C5"/>
    <w:rsid w:val="007A0654"/>
    <w:rsid w:val="007A189C"/>
    <w:rsid w:val="007A269F"/>
    <w:rsid w:val="007A3295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1E"/>
    <w:rsid w:val="007C056B"/>
    <w:rsid w:val="007C0DDD"/>
    <w:rsid w:val="007C122F"/>
    <w:rsid w:val="007C2D93"/>
    <w:rsid w:val="007C3FE9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2CCD"/>
    <w:rsid w:val="007F39EA"/>
    <w:rsid w:val="007F3C91"/>
    <w:rsid w:val="007F4EA3"/>
    <w:rsid w:val="007F5145"/>
    <w:rsid w:val="007F684D"/>
    <w:rsid w:val="007F7A8D"/>
    <w:rsid w:val="00800158"/>
    <w:rsid w:val="008036FE"/>
    <w:rsid w:val="00803D14"/>
    <w:rsid w:val="00806054"/>
    <w:rsid w:val="00806502"/>
    <w:rsid w:val="00807760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C9A"/>
    <w:rsid w:val="00821F3F"/>
    <w:rsid w:val="0082330E"/>
    <w:rsid w:val="0082363B"/>
    <w:rsid w:val="008239C5"/>
    <w:rsid w:val="00823AA3"/>
    <w:rsid w:val="008248CE"/>
    <w:rsid w:val="00824A57"/>
    <w:rsid w:val="008253D2"/>
    <w:rsid w:val="0082635E"/>
    <w:rsid w:val="00826964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36F65"/>
    <w:rsid w:val="00837086"/>
    <w:rsid w:val="008370F1"/>
    <w:rsid w:val="008408A7"/>
    <w:rsid w:val="00840F81"/>
    <w:rsid w:val="008413E2"/>
    <w:rsid w:val="008425AD"/>
    <w:rsid w:val="00842885"/>
    <w:rsid w:val="00844FD7"/>
    <w:rsid w:val="00845B72"/>
    <w:rsid w:val="00845C40"/>
    <w:rsid w:val="00846223"/>
    <w:rsid w:val="00846EAF"/>
    <w:rsid w:val="00847EB1"/>
    <w:rsid w:val="00850153"/>
    <w:rsid w:val="0085057C"/>
    <w:rsid w:val="0085099B"/>
    <w:rsid w:val="00850DC2"/>
    <w:rsid w:val="0085383D"/>
    <w:rsid w:val="00853FCE"/>
    <w:rsid w:val="00854A24"/>
    <w:rsid w:val="00854FFD"/>
    <w:rsid w:val="008555B1"/>
    <w:rsid w:val="00860749"/>
    <w:rsid w:val="008611FB"/>
    <w:rsid w:val="008616E7"/>
    <w:rsid w:val="0086373A"/>
    <w:rsid w:val="00863FC9"/>
    <w:rsid w:val="0086404B"/>
    <w:rsid w:val="0086467C"/>
    <w:rsid w:val="008648E4"/>
    <w:rsid w:val="00865B2D"/>
    <w:rsid w:val="008661BA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07F1"/>
    <w:rsid w:val="00881C27"/>
    <w:rsid w:val="00881D0F"/>
    <w:rsid w:val="00882572"/>
    <w:rsid w:val="008835E0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6FF"/>
    <w:rsid w:val="0089692C"/>
    <w:rsid w:val="008A035C"/>
    <w:rsid w:val="008A0782"/>
    <w:rsid w:val="008A0BFF"/>
    <w:rsid w:val="008A0E74"/>
    <w:rsid w:val="008A0FE3"/>
    <w:rsid w:val="008A1AE1"/>
    <w:rsid w:val="008A2A85"/>
    <w:rsid w:val="008A34B0"/>
    <w:rsid w:val="008A64EF"/>
    <w:rsid w:val="008A674F"/>
    <w:rsid w:val="008A7D18"/>
    <w:rsid w:val="008B31F3"/>
    <w:rsid w:val="008B3246"/>
    <w:rsid w:val="008B350F"/>
    <w:rsid w:val="008B3E94"/>
    <w:rsid w:val="008B40EA"/>
    <w:rsid w:val="008B5368"/>
    <w:rsid w:val="008B5C3C"/>
    <w:rsid w:val="008B6564"/>
    <w:rsid w:val="008B6D13"/>
    <w:rsid w:val="008C0FB9"/>
    <w:rsid w:val="008C1305"/>
    <w:rsid w:val="008C1678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5DE"/>
    <w:rsid w:val="008D579F"/>
    <w:rsid w:val="008D785E"/>
    <w:rsid w:val="008D7A58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223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27F8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0F0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0878"/>
    <w:rsid w:val="00951764"/>
    <w:rsid w:val="00952B38"/>
    <w:rsid w:val="009539E2"/>
    <w:rsid w:val="00954023"/>
    <w:rsid w:val="00956223"/>
    <w:rsid w:val="009568C2"/>
    <w:rsid w:val="00956C30"/>
    <w:rsid w:val="00957B4B"/>
    <w:rsid w:val="00958E6F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77DF6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5D7"/>
    <w:rsid w:val="00987C9A"/>
    <w:rsid w:val="0099033B"/>
    <w:rsid w:val="00991E3B"/>
    <w:rsid w:val="00992700"/>
    <w:rsid w:val="009929E0"/>
    <w:rsid w:val="009A0853"/>
    <w:rsid w:val="009A39EA"/>
    <w:rsid w:val="009A4571"/>
    <w:rsid w:val="009A6370"/>
    <w:rsid w:val="009A6793"/>
    <w:rsid w:val="009A69A6"/>
    <w:rsid w:val="009A6A58"/>
    <w:rsid w:val="009A75B8"/>
    <w:rsid w:val="009A7D27"/>
    <w:rsid w:val="009B0556"/>
    <w:rsid w:val="009B07A7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265"/>
    <w:rsid w:val="009C4152"/>
    <w:rsid w:val="009C55F6"/>
    <w:rsid w:val="009C657A"/>
    <w:rsid w:val="009C674E"/>
    <w:rsid w:val="009D062A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0A5"/>
    <w:rsid w:val="009D5B5A"/>
    <w:rsid w:val="009D77A9"/>
    <w:rsid w:val="009D7839"/>
    <w:rsid w:val="009E016D"/>
    <w:rsid w:val="009E0DE3"/>
    <w:rsid w:val="009E12AE"/>
    <w:rsid w:val="009E13B1"/>
    <w:rsid w:val="009E1694"/>
    <w:rsid w:val="009E2654"/>
    <w:rsid w:val="009E299A"/>
    <w:rsid w:val="009E2CD8"/>
    <w:rsid w:val="009E3E7D"/>
    <w:rsid w:val="009E3ECC"/>
    <w:rsid w:val="009E49CB"/>
    <w:rsid w:val="009E6D07"/>
    <w:rsid w:val="009F1E05"/>
    <w:rsid w:val="009F2646"/>
    <w:rsid w:val="009F43B3"/>
    <w:rsid w:val="009F4634"/>
    <w:rsid w:val="009F58B2"/>
    <w:rsid w:val="009F6921"/>
    <w:rsid w:val="00A000FF"/>
    <w:rsid w:val="00A012FE"/>
    <w:rsid w:val="00A015AF"/>
    <w:rsid w:val="00A01A11"/>
    <w:rsid w:val="00A01A6E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41E7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2DAD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297"/>
    <w:rsid w:val="00A5430E"/>
    <w:rsid w:val="00A547F8"/>
    <w:rsid w:val="00A54E38"/>
    <w:rsid w:val="00A55030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3BE8"/>
    <w:rsid w:val="00A65AF3"/>
    <w:rsid w:val="00A66270"/>
    <w:rsid w:val="00A667C6"/>
    <w:rsid w:val="00A668B1"/>
    <w:rsid w:val="00A71477"/>
    <w:rsid w:val="00A74291"/>
    <w:rsid w:val="00A759FB"/>
    <w:rsid w:val="00A75DDF"/>
    <w:rsid w:val="00A7620D"/>
    <w:rsid w:val="00A76CBC"/>
    <w:rsid w:val="00A777B7"/>
    <w:rsid w:val="00A77903"/>
    <w:rsid w:val="00A77ED8"/>
    <w:rsid w:val="00A80010"/>
    <w:rsid w:val="00A80376"/>
    <w:rsid w:val="00A80E36"/>
    <w:rsid w:val="00A84873"/>
    <w:rsid w:val="00A84F48"/>
    <w:rsid w:val="00A86026"/>
    <w:rsid w:val="00A86067"/>
    <w:rsid w:val="00A862AB"/>
    <w:rsid w:val="00A86BD9"/>
    <w:rsid w:val="00A87C08"/>
    <w:rsid w:val="00A92454"/>
    <w:rsid w:val="00A935E0"/>
    <w:rsid w:val="00A93962"/>
    <w:rsid w:val="00A93B95"/>
    <w:rsid w:val="00A95174"/>
    <w:rsid w:val="00A95E7C"/>
    <w:rsid w:val="00A96D11"/>
    <w:rsid w:val="00AA200D"/>
    <w:rsid w:val="00AA2A29"/>
    <w:rsid w:val="00AA2DBC"/>
    <w:rsid w:val="00AA3F44"/>
    <w:rsid w:val="00AA48F2"/>
    <w:rsid w:val="00AA49D2"/>
    <w:rsid w:val="00AA4B11"/>
    <w:rsid w:val="00AA4D6B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335C"/>
    <w:rsid w:val="00AB49AB"/>
    <w:rsid w:val="00AB49D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AE8"/>
    <w:rsid w:val="00AE3BAF"/>
    <w:rsid w:val="00AE64E5"/>
    <w:rsid w:val="00AE73E7"/>
    <w:rsid w:val="00AF1F58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07BB1"/>
    <w:rsid w:val="00B11459"/>
    <w:rsid w:val="00B11BA1"/>
    <w:rsid w:val="00B12FE4"/>
    <w:rsid w:val="00B14EF1"/>
    <w:rsid w:val="00B15809"/>
    <w:rsid w:val="00B17035"/>
    <w:rsid w:val="00B17D6B"/>
    <w:rsid w:val="00B2104C"/>
    <w:rsid w:val="00B21306"/>
    <w:rsid w:val="00B232F0"/>
    <w:rsid w:val="00B23D63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E3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2B1E"/>
    <w:rsid w:val="00B5303A"/>
    <w:rsid w:val="00B543D2"/>
    <w:rsid w:val="00B55504"/>
    <w:rsid w:val="00B56378"/>
    <w:rsid w:val="00B56ACF"/>
    <w:rsid w:val="00B56F84"/>
    <w:rsid w:val="00B57679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4D04"/>
    <w:rsid w:val="00B654B6"/>
    <w:rsid w:val="00B65817"/>
    <w:rsid w:val="00B663DC"/>
    <w:rsid w:val="00B6659F"/>
    <w:rsid w:val="00B6744B"/>
    <w:rsid w:val="00B7050A"/>
    <w:rsid w:val="00B711E5"/>
    <w:rsid w:val="00B714F5"/>
    <w:rsid w:val="00B73A86"/>
    <w:rsid w:val="00B73F2F"/>
    <w:rsid w:val="00B75A4B"/>
    <w:rsid w:val="00B75A50"/>
    <w:rsid w:val="00B75F1B"/>
    <w:rsid w:val="00B760F3"/>
    <w:rsid w:val="00B763F8"/>
    <w:rsid w:val="00B76B58"/>
    <w:rsid w:val="00B76EEC"/>
    <w:rsid w:val="00B77A15"/>
    <w:rsid w:val="00B809BF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6A5B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0EA"/>
    <w:rsid w:val="00BB04EE"/>
    <w:rsid w:val="00BB0BED"/>
    <w:rsid w:val="00BB1825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6CC"/>
    <w:rsid w:val="00BC3FE5"/>
    <w:rsid w:val="00BC4A56"/>
    <w:rsid w:val="00BC4A82"/>
    <w:rsid w:val="00BC4B33"/>
    <w:rsid w:val="00BC4EDC"/>
    <w:rsid w:val="00BC5669"/>
    <w:rsid w:val="00BC5989"/>
    <w:rsid w:val="00BC5C19"/>
    <w:rsid w:val="00BC6646"/>
    <w:rsid w:val="00BC6D40"/>
    <w:rsid w:val="00BC734C"/>
    <w:rsid w:val="00BC7426"/>
    <w:rsid w:val="00BC7C68"/>
    <w:rsid w:val="00BD0771"/>
    <w:rsid w:val="00BD26A3"/>
    <w:rsid w:val="00BD2F2C"/>
    <w:rsid w:val="00BD2FCB"/>
    <w:rsid w:val="00BD51BD"/>
    <w:rsid w:val="00BD5780"/>
    <w:rsid w:val="00BD5920"/>
    <w:rsid w:val="00BD5B88"/>
    <w:rsid w:val="00BD6090"/>
    <w:rsid w:val="00BD65B1"/>
    <w:rsid w:val="00BD75B2"/>
    <w:rsid w:val="00BD775C"/>
    <w:rsid w:val="00BD7C81"/>
    <w:rsid w:val="00BE0183"/>
    <w:rsid w:val="00BE02FD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71"/>
    <w:rsid w:val="00C107BB"/>
    <w:rsid w:val="00C1162A"/>
    <w:rsid w:val="00C1238E"/>
    <w:rsid w:val="00C12608"/>
    <w:rsid w:val="00C13453"/>
    <w:rsid w:val="00C15FBA"/>
    <w:rsid w:val="00C16418"/>
    <w:rsid w:val="00C17614"/>
    <w:rsid w:val="00C17A5B"/>
    <w:rsid w:val="00C210B8"/>
    <w:rsid w:val="00C2157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1C6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33D2"/>
    <w:rsid w:val="00C43E1D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566"/>
    <w:rsid w:val="00C67F27"/>
    <w:rsid w:val="00C722CE"/>
    <w:rsid w:val="00C72E32"/>
    <w:rsid w:val="00C736A9"/>
    <w:rsid w:val="00C7643F"/>
    <w:rsid w:val="00C77069"/>
    <w:rsid w:val="00C80643"/>
    <w:rsid w:val="00C80C08"/>
    <w:rsid w:val="00C80EA4"/>
    <w:rsid w:val="00C810AF"/>
    <w:rsid w:val="00C86E50"/>
    <w:rsid w:val="00C86E52"/>
    <w:rsid w:val="00C90EF7"/>
    <w:rsid w:val="00C911EC"/>
    <w:rsid w:val="00C91CAD"/>
    <w:rsid w:val="00C923E6"/>
    <w:rsid w:val="00C92547"/>
    <w:rsid w:val="00C932A5"/>
    <w:rsid w:val="00C93BFA"/>
    <w:rsid w:val="00C93E26"/>
    <w:rsid w:val="00C940A4"/>
    <w:rsid w:val="00C94704"/>
    <w:rsid w:val="00C9492F"/>
    <w:rsid w:val="00C94BF6"/>
    <w:rsid w:val="00C954F8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1983"/>
    <w:rsid w:val="00CB28A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AC4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D66B7"/>
    <w:rsid w:val="00CE0A15"/>
    <w:rsid w:val="00CE0C7A"/>
    <w:rsid w:val="00CE150C"/>
    <w:rsid w:val="00CE2A3D"/>
    <w:rsid w:val="00CE2F75"/>
    <w:rsid w:val="00CE7CBC"/>
    <w:rsid w:val="00CF114F"/>
    <w:rsid w:val="00CF130C"/>
    <w:rsid w:val="00CF1F33"/>
    <w:rsid w:val="00CF266E"/>
    <w:rsid w:val="00CF3085"/>
    <w:rsid w:val="00CF4153"/>
    <w:rsid w:val="00CF5870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9B7"/>
    <w:rsid w:val="00D03B1A"/>
    <w:rsid w:val="00D03D03"/>
    <w:rsid w:val="00D04712"/>
    <w:rsid w:val="00D067F4"/>
    <w:rsid w:val="00D06AE0"/>
    <w:rsid w:val="00D07A45"/>
    <w:rsid w:val="00D11FB7"/>
    <w:rsid w:val="00D12566"/>
    <w:rsid w:val="00D12C99"/>
    <w:rsid w:val="00D12DC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8B5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3785C"/>
    <w:rsid w:val="00D40498"/>
    <w:rsid w:val="00D40533"/>
    <w:rsid w:val="00D40871"/>
    <w:rsid w:val="00D4148D"/>
    <w:rsid w:val="00D414CE"/>
    <w:rsid w:val="00D41BE3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450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6788C"/>
    <w:rsid w:val="00D70082"/>
    <w:rsid w:val="00D7034D"/>
    <w:rsid w:val="00D70716"/>
    <w:rsid w:val="00D71016"/>
    <w:rsid w:val="00D71DE6"/>
    <w:rsid w:val="00D72455"/>
    <w:rsid w:val="00D725C0"/>
    <w:rsid w:val="00D727E4"/>
    <w:rsid w:val="00D73E57"/>
    <w:rsid w:val="00D7400D"/>
    <w:rsid w:val="00D75169"/>
    <w:rsid w:val="00D7526D"/>
    <w:rsid w:val="00D771FE"/>
    <w:rsid w:val="00D77C2B"/>
    <w:rsid w:val="00D811EC"/>
    <w:rsid w:val="00D81A0A"/>
    <w:rsid w:val="00D82DDA"/>
    <w:rsid w:val="00D8348E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B7F"/>
    <w:rsid w:val="00DA0EC0"/>
    <w:rsid w:val="00DA105D"/>
    <w:rsid w:val="00DA1F49"/>
    <w:rsid w:val="00DA259B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145"/>
    <w:rsid w:val="00DB223D"/>
    <w:rsid w:val="00DB2408"/>
    <w:rsid w:val="00DB33F1"/>
    <w:rsid w:val="00DB33FF"/>
    <w:rsid w:val="00DB4B88"/>
    <w:rsid w:val="00DB50B4"/>
    <w:rsid w:val="00DB7980"/>
    <w:rsid w:val="00DC0FAD"/>
    <w:rsid w:val="00DC32BD"/>
    <w:rsid w:val="00DC36B9"/>
    <w:rsid w:val="00DC3973"/>
    <w:rsid w:val="00DC544F"/>
    <w:rsid w:val="00DC5EF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016E"/>
    <w:rsid w:val="00DE0667"/>
    <w:rsid w:val="00DE067D"/>
    <w:rsid w:val="00DE275A"/>
    <w:rsid w:val="00DE46D6"/>
    <w:rsid w:val="00DE5570"/>
    <w:rsid w:val="00DE759B"/>
    <w:rsid w:val="00DF0912"/>
    <w:rsid w:val="00DF2069"/>
    <w:rsid w:val="00DF3A9E"/>
    <w:rsid w:val="00DF5BD4"/>
    <w:rsid w:val="00DF61E0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3B3A"/>
    <w:rsid w:val="00E151EA"/>
    <w:rsid w:val="00E1579D"/>
    <w:rsid w:val="00E15A76"/>
    <w:rsid w:val="00E15F38"/>
    <w:rsid w:val="00E1657D"/>
    <w:rsid w:val="00E20133"/>
    <w:rsid w:val="00E22ED1"/>
    <w:rsid w:val="00E255C8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B6A"/>
    <w:rsid w:val="00E32D6B"/>
    <w:rsid w:val="00E33F72"/>
    <w:rsid w:val="00E35803"/>
    <w:rsid w:val="00E35CDD"/>
    <w:rsid w:val="00E36025"/>
    <w:rsid w:val="00E36457"/>
    <w:rsid w:val="00E3688D"/>
    <w:rsid w:val="00E40549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EBC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0578"/>
    <w:rsid w:val="00E81A3D"/>
    <w:rsid w:val="00E83956"/>
    <w:rsid w:val="00E84012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3F2B"/>
    <w:rsid w:val="00E95B5A"/>
    <w:rsid w:val="00E961E2"/>
    <w:rsid w:val="00E9685A"/>
    <w:rsid w:val="00E97305"/>
    <w:rsid w:val="00E97455"/>
    <w:rsid w:val="00EA01A1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8DF"/>
    <w:rsid w:val="00EC092C"/>
    <w:rsid w:val="00EC11EF"/>
    <w:rsid w:val="00EC242D"/>
    <w:rsid w:val="00EC3AAD"/>
    <w:rsid w:val="00EC3CFF"/>
    <w:rsid w:val="00EC4E51"/>
    <w:rsid w:val="00EC528A"/>
    <w:rsid w:val="00EC54BB"/>
    <w:rsid w:val="00EC5F89"/>
    <w:rsid w:val="00EC62A2"/>
    <w:rsid w:val="00EC6D87"/>
    <w:rsid w:val="00EC706F"/>
    <w:rsid w:val="00EC78EC"/>
    <w:rsid w:val="00ED0564"/>
    <w:rsid w:val="00ED05E9"/>
    <w:rsid w:val="00ED0647"/>
    <w:rsid w:val="00ED0729"/>
    <w:rsid w:val="00ED087D"/>
    <w:rsid w:val="00ED1394"/>
    <w:rsid w:val="00ED13F7"/>
    <w:rsid w:val="00ED14CE"/>
    <w:rsid w:val="00ED45AD"/>
    <w:rsid w:val="00ED5AA1"/>
    <w:rsid w:val="00ED7E05"/>
    <w:rsid w:val="00EE068F"/>
    <w:rsid w:val="00EE15CC"/>
    <w:rsid w:val="00EE19FA"/>
    <w:rsid w:val="00EE1B71"/>
    <w:rsid w:val="00EE1CA7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7EB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10D"/>
    <w:rsid w:val="00F25A54"/>
    <w:rsid w:val="00F2657C"/>
    <w:rsid w:val="00F27B6B"/>
    <w:rsid w:val="00F30E7F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4723"/>
    <w:rsid w:val="00F553AA"/>
    <w:rsid w:val="00F571D2"/>
    <w:rsid w:val="00F60B36"/>
    <w:rsid w:val="00F614D5"/>
    <w:rsid w:val="00F61AE9"/>
    <w:rsid w:val="00F64973"/>
    <w:rsid w:val="00F66728"/>
    <w:rsid w:val="00F67765"/>
    <w:rsid w:val="00F708AB"/>
    <w:rsid w:val="00F70AAC"/>
    <w:rsid w:val="00F71CBF"/>
    <w:rsid w:val="00F728A8"/>
    <w:rsid w:val="00F72AD9"/>
    <w:rsid w:val="00F731DE"/>
    <w:rsid w:val="00F73673"/>
    <w:rsid w:val="00F73BE4"/>
    <w:rsid w:val="00F74A0C"/>
    <w:rsid w:val="00F75787"/>
    <w:rsid w:val="00F75B45"/>
    <w:rsid w:val="00F75B93"/>
    <w:rsid w:val="00F779E9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0C21"/>
    <w:rsid w:val="00F90E02"/>
    <w:rsid w:val="00F91042"/>
    <w:rsid w:val="00F917CF"/>
    <w:rsid w:val="00F91CFC"/>
    <w:rsid w:val="00F92034"/>
    <w:rsid w:val="00F9358D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09F"/>
    <w:rsid w:val="00FA65FA"/>
    <w:rsid w:val="00FB1914"/>
    <w:rsid w:val="00FB1E0E"/>
    <w:rsid w:val="00FB27C6"/>
    <w:rsid w:val="00FB3909"/>
    <w:rsid w:val="00FB3D2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762"/>
    <w:rsid w:val="00FC608A"/>
    <w:rsid w:val="00FC6FC2"/>
    <w:rsid w:val="00FD1D51"/>
    <w:rsid w:val="00FD280B"/>
    <w:rsid w:val="00FD3064"/>
    <w:rsid w:val="00FD33AE"/>
    <w:rsid w:val="00FD394B"/>
    <w:rsid w:val="00FD41BA"/>
    <w:rsid w:val="00FD44C4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5A7"/>
    <w:rsid w:val="00FF4EE3"/>
    <w:rsid w:val="00FF68CA"/>
    <w:rsid w:val="00FF72C9"/>
    <w:rsid w:val="00FF78F6"/>
    <w:rsid w:val="062992E9"/>
    <w:rsid w:val="072822D1"/>
    <w:rsid w:val="0DD2FD37"/>
    <w:rsid w:val="0E2D3491"/>
    <w:rsid w:val="0FB5A6AC"/>
    <w:rsid w:val="116D086B"/>
    <w:rsid w:val="11A5517A"/>
    <w:rsid w:val="11EAE8F2"/>
    <w:rsid w:val="12A65B15"/>
    <w:rsid w:val="13C72297"/>
    <w:rsid w:val="15AB8643"/>
    <w:rsid w:val="1725A8CA"/>
    <w:rsid w:val="18058A0F"/>
    <w:rsid w:val="1A0FD5A6"/>
    <w:rsid w:val="1B88C1FA"/>
    <w:rsid w:val="1EC0878B"/>
    <w:rsid w:val="2132C93C"/>
    <w:rsid w:val="265DB917"/>
    <w:rsid w:val="2ADD0751"/>
    <w:rsid w:val="2B37377D"/>
    <w:rsid w:val="2C249FB8"/>
    <w:rsid w:val="2D6E161C"/>
    <w:rsid w:val="2F151A44"/>
    <w:rsid w:val="302A7317"/>
    <w:rsid w:val="35C29FA3"/>
    <w:rsid w:val="38151BCA"/>
    <w:rsid w:val="3D6D897F"/>
    <w:rsid w:val="3FB260BC"/>
    <w:rsid w:val="434487AD"/>
    <w:rsid w:val="46605796"/>
    <w:rsid w:val="4B223011"/>
    <w:rsid w:val="4C088D33"/>
    <w:rsid w:val="4D841EF1"/>
    <w:rsid w:val="4EE93059"/>
    <w:rsid w:val="4F73FFB0"/>
    <w:rsid w:val="539FABCE"/>
    <w:rsid w:val="5532261A"/>
    <w:rsid w:val="5BA3A84D"/>
    <w:rsid w:val="5F6E9E93"/>
    <w:rsid w:val="62EB253E"/>
    <w:rsid w:val="662C3E13"/>
    <w:rsid w:val="67B528E1"/>
    <w:rsid w:val="6C85445D"/>
    <w:rsid w:val="6E6E4E3D"/>
    <w:rsid w:val="6F7638A4"/>
    <w:rsid w:val="70170AE1"/>
    <w:rsid w:val="7380F891"/>
    <w:rsid w:val="73C07679"/>
    <w:rsid w:val="743314D3"/>
    <w:rsid w:val="757E9E11"/>
    <w:rsid w:val="79916517"/>
    <w:rsid w:val="7DAD6E2D"/>
    <w:rsid w:val="7E387165"/>
    <w:rsid w:val="7F819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3DC2CF48-2267-438C-89B2-29A7368D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664</Words>
  <Characters>4105</Characters>
  <Application>Microsoft Office Word</Application>
  <DocSecurity>0</DocSecurity>
  <Lines>128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Bilanz 2025</vt:lpstr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Bilanz 2025</dc:title>
  <dc:subject/>
  <dc:creator>Eva Langner</dc:creator>
  <cp:keywords/>
  <cp:lastModifiedBy>Eva Wortmann</cp:lastModifiedBy>
  <cp:revision>3</cp:revision>
  <cp:lastPrinted>2024-01-02T22:10:00Z</cp:lastPrinted>
  <dcterms:created xsi:type="dcterms:W3CDTF">2026-02-26T14:48:00Z</dcterms:created>
  <dcterms:modified xsi:type="dcterms:W3CDTF">2026-02-26T15:14:00Z</dcterms:modified>
</cp:coreProperties>
</file>