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092C4" w14:textId="51633669" w:rsidR="005A12F4" w:rsidRDefault="005A12F4" w:rsidP="00682C48">
      <w:pPr>
        <w:spacing w:line="360" w:lineRule="auto"/>
        <w:rPr>
          <w:rFonts w:cs="Arial"/>
          <w:b/>
          <w:color w:val="auto"/>
          <w:sz w:val="28"/>
          <w:szCs w:val="28"/>
        </w:rPr>
      </w:pPr>
      <w:r>
        <w:rPr>
          <w:rFonts w:ascii="Arial" w:hAnsi="Arial" w:cs="Arial"/>
          <w:b/>
          <w:color w:val="auto"/>
          <w:sz w:val="28"/>
          <w:szCs w:val="28"/>
        </w:rPr>
        <w:t xml:space="preserve">Quadro fırın çekmeceleri için çevrim içi konfigüratör</w:t>
      </w:r>
    </w:p>
    <w:p w14:paraId="748EA788" w14:textId="40DD09C6" w:rsidR="00754A7E" w:rsidRPr="00130942" w:rsidRDefault="005A12F4" w:rsidP="00682C48">
      <w:pPr>
        <w:spacing w:line="360" w:lineRule="auto"/>
        <w:rPr>
          <w:rFonts w:cs="Arial"/>
          <w:b/>
          <w:bCs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 xml:space="preserve">Hettich'in beyaz eşya üreticileri için yeni hizmeti </w:t>
      </w:r>
    </w:p>
    <w:p w14:paraId="76F418BB" w14:textId="77777777" w:rsidR="00E6264A" w:rsidRPr="00130942" w:rsidRDefault="00E6264A" w:rsidP="00682C48">
      <w:pPr>
        <w:spacing w:line="360" w:lineRule="auto"/>
        <w:rPr>
          <w:rFonts w:cs="Arial"/>
          <w:b/>
          <w:color w:val="auto"/>
          <w:szCs w:val="24"/>
        </w:rPr>
      </w:pPr>
    </w:p>
    <w:p w14:paraId="3AFF10AF" w14:textId="5AB839E9" w:rsidR="005A36EE" w:rsidRDefault="005A12F4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 xml:space="preserve">Hettich'in Quadro çekme sistemleri, yıllardır birçok marka üreticisinin modern fırınlarında güvenilir bir değerdir.</w:t>
      </w:r>
      <w:r>
        <w:rPr>
          <w:rFonts w:ascii="Arial" w:hAnsi="Arial" w:cs="Arial"/>
          <w:b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 xml:space="preserve">Bağlantı parçaları uzmanı, şimdi cihaz üreticilerine tasarım sürecine hızlı bir giriş imkanı sunan pratik bir çevrim içi konfigüratör sunuyor.</w:t>
      </w:r>
      <w:r>
        <w:rPr>
          <w:rFonts w:ascii="Arial" w:hAnsi="Arial" w:cs="Arial"/>
          <w:b/>
          <w:color w:val="auto"/>
          <w:szCs w:val="24"/>
        </w:rPr>
        <w:t xml:space="preserve"> </w:t>
      </w:r>
      <w:r>
        <w:rPr>
          <w:rFonts w:ascii="Arial" w:hAnsi="Arial" w:cs="Arial"/>
          <w:b/>
          <w:color w:val="auto"/>
          <w:szCs w:val="24"/>
        </w:rPr>
        <w:t xml:space="preserve">Konfigüratörde, birbirinden farklı özelliklere ve bağlantı seçeneklerine sahip tüm çekmece çeşitleri mevcuttur. Böylece ideal Quadro fırın çekmecesi birkaç adımda planlanabilir, 3D olarak görselleştirilebilir ve mevcut yapı sistemlerine entegre edilebilir.</w:t>
      </w:r>
    </w:p>
    <w:p w14:paraId="5C734CC4" w14:textId="77777777" w:rsidR="004A17EE" w:rsidRDefault="004A17EE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</w:p>
    <w:p w14:paraId="337F471E" w14:textId="7F762F1A" w:rsidR="00EF5783" w:rsidRDefault="008B3994" w:rsidP="00682C48">
      <w:pPr>
        <w:widowControl w:val="0"/>
        <w:suppressAutoHyphens/>
        <w:spacing w:line="360" w:lineRule="auto"/>
        <w:ind w:right="-1"/>
        <w:rPr>
          <w:rFonts w:cs="Arial"/>
        </w:rPr>
      </w:pPr>
      <w:r>
        <w:rPr>
          <w:rFonts w:ascii="Arial" w:hAnsi="Arial" w:cs="Arial"/>
          <w:bCs/>
          <w:color w:val="auto"/>
          <w:szCs w:val="24"/>
        </w:rPr>
        <w:t xml:space="preserve">Quadro fırın çekmeceleri kaliteli cihazların önemli bir konfor ve farklılaştırıcı özelliğidir.</w:t>
      </w:r>
      <w:r>
        <w:rPr>
          <w:rFonts w:ascii="Arial" w:hAnsi="Arial" w:cs="Arial"/>
          <w:bCs/>
          <w:color w:val="auto"/>
          <w:szCs w:val="24"/>
        </w:rPr>
        <w:t xml:space="preserve"> </w:t>
      </w:r>
      <w:r>
        <w:rPr>
          <w:rFonts w:ascii="Arial" w:hAnsi="Arial" w:cs="Arial"/>
          <w:bCs/>
          <w:color w:val="auto"/>
          <w:szCs w:val="24"/>
        </w:rPr>
        <w:t xml:space="preserve">Hettich'in beyaz eşya müşterilerine sunduğu ürün portföyü de buna istinaden geniştir.</w:t>
      </w:r>
      <w:r>
        <w:rPr>
          <w:rFonts w:ascii="Arial" w:hAnsi="Arial" w:cs="Arial"/>
          <w:bCs/>
          <w:color w:val="auto"/>
          <w:szCs w:val="24"/>
        </w:rPr>
        <w:t xml:space="preserve"> </w:t>
      </w:r>
      <w:r>
        <w:rPr>
          <w:rFonts w:ascii="Arial" w:hAnsi="Arial" w:cs="Arial"/>
          <w:bCs/>
          <w:color w:val="auto"/>
          <w:szCs w:val="24"/>
        </w:rPr>
        <w:t xml:space="preserve">Üreticiler, çevrim içi konfigüratör ile yeni bir fırın modeli için ön planlarını tamamen kendi başlarına ve verimli bir şekilde oluşturabilir ve bu sırada tamamen tasarım isteklerine ve ihtiyaçlarına konsantre olabilirler.</w:t>
      </w:r>
      <w:r>
        <w:rPr>
          <w:rFonts w:ascii="Arial" w:hAnsi="Arial" w:cs="Arial"/>
          <w:bCs/>
          <w:color w:val="auto"/>
          <w:szCs w:val="24"/>
        </w:rPr>
        <w:t xml:space="preserve"> </w:t>
      </w:r>
      <w:r>
        <w:rPr>
          <w:rFonts w:ascii="Arial" w:hAnsi="Arial" w:cs="Arial"/>
          <w:bCs/>
          <w:color w:val="auto"/>
          <w:szCs w:val="24"/>
        </w:rPr>
        <w:t xml:space="preserve">Çevrim içi konfigüratör, mükemmel uyumlu Quadro çekmecesinin seçimini kolaylaştırır ve cihazın genel yapısını destekler.</w:t>
      </w:r>
      <w:r>
        <w:rPr>
          <w:rFonts w:ascii="Arial" w:hAnsi="Arial" w:cs="Arial"/>
          <w:bCs/>
          <w:color w:val="auto"/>
          <w:szCs w:val="24"/>
        </w:rPr>
        <w:t xml:space="preserve"> </w:t>
      </w:r>
      <w:r>
        <w:rPr>
          <w:rFonts w:ascii="Arial" w:hAnsi="Arial" w:cs="Arial"/>
        </w:rPr>
        <w:t xml:space="preserve">Oluşturulan konfigürasyon, çizim dosyası olarak indirilmeye hazırdır ve kendi planlama yazılımınıza sorunsuz bir şekilde devralınabilir.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Böylece, fırın çekmecesinin ilk konfigürasyonu, hazırlanan CAD verileriyle birlikte, daha sonraki yapı sürecine hızlı bir giriş sağlar ve zaman kazandıran bir işleme için ideal bir temel oluşturur.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Fırın modelinin nihai tasarımı ve gerçekleştirilmesinde, Hettich'in deneyimli geliştiricileri size memnuniyetle destek olmaya devam edecektir.</w:t>
      </w:r>
    </w:p>
    <w:p w14:paraId="5C622BB9" w14:textId="77777777" w:rsidR="007F6FE3" w:rsidRDefault="007F6FE3" w:rsidP="00682C48">
      <w:pPr>
        <w:widowControl w:val="0"/>
        <w:suppressAutoHyphens/>
        <w:spacing w:line="360" w:lineRule="auto"/>
        <w:ind w:right="-1"/>
        <w:rPr>
          <w:rFonts w:cs="Arial"/>
        </w:rPr>
      </w:pPr>
    </w:p>
    <w:p w14:paraId="20CA6FDB" w14:textId="120DA794" w:rsidR="007F6FE3" w:rsidRDefault="00E54CE6" w:rsidP="00682C48">
      <w:pPr>
        <w:widowControl w:val="0"/>
        <w:suppressAutoHyphens/>
        <w:spacing w:line="360" w:lineRule="auto"/>
        <w:ind w:right="-1"/>
        <w:rPr>
          <w:rFonts w:cs="Arial"/>
          <w:b/>
          <w:color w:val="auto"/>
          <w:szCs w:val="24"/>
        </w:rPr>
      </w:pPr>
      <w:r>
        <w:rPr>
          <w:rFonts w:ascii="Arial" w:hAnsi="Arial" w:cs="Arial"/>
          <w:b/>
          <w:color w:val="auto"/>
          <w:szCs w:val="24"/>
        </w:rPr>
        <w:t xml:space="preserve">Konfigüratör ile daha hızlı ve daha kolay planlama</w:t>
      </w:r>
    </w:p>
    <w:p w14:paraId="24280FAF" w14:textId="77777777" w:rsidR="00542E43" w:rsidRPr="00615EF0" w:rsidRDefault="00E54CE6" w:rsidP="00542E43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  <w:r>
        <w:rPr>
          <w:rFonts w:ascii="Arial" w:hAnsi="Arial" w:cs="Arial"/>
          <w:bCs/>
          <w:color w:val="auto"/>
          <w:szCs w:val="24"/>
        </w:rPr>
        <w:t xml:space="preserve">Cihaz üreticileri konfigüratörü Hettich web sitesinde bulabilirler: </w:t>
      </w:r>
      <w:hyperlink r:id="rId8" w:history="1" w:tooltip="">
        <w:r>
          <w:rPr>
            <w:rFonts w:ascii="Arial" w:hAnsi="Arial" w:cs="Arial"/>
            <w:rStyle w:val="Hyperlink"/>
            <w:bCs/>
            <w:szCs w:val="24"/>
          </w:rPr>
          <w:t xml:space="preserve">https://www.hettich.com/short/l37kym8</w:t>
        </w:r>
      </w:hyperlink>
    </w:p>
    <w:p w14:paraId="22AD987E" w14:textId="6EC09E32" w:rsidR="00E54CE6" w:rsidRPr="000739F7" w:rsidRDefault="00E54CE6" w:rsidP="00542E43">
      <w:pPr>
        <w:widowControl w:val="0"/>
        <w:suppressAutoHyphens/>
        <w:spacing w:line="360" w:lineRule="auto"/>
        <w:ind w:right="-1"/>
        <w:rPr>
          <w:rFonts w:cs="Arial"/>
        </w:rPr>
      </w:pPr>
      <w:r>
        <w:rPr>
          <w:rFonts w:ascii="Arial" w:hAnsi="Arial" w:cs="Arial"/>
        </w:rPr>
        <w:t xml:space="preserve">Die Anmeldung ist schnell gemacht.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Ardından yeni konfigüratöre ücretsiz erişim sağlanır ve Quadro çekmece kılavuzu projesi için ilk düzenlemeye doğrudan başlanabilir.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Hettich, çevrim içi konfigüratör ile kapsamlı hizmet yelpazesini genişletiyor: Cihaz üreticileri ilk adımı kendileri atabilir ve Hettich, en iyi çözüme ulaşana kadar kişisel olarak destek sağlar.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En iyisi hemen başlayın!</w:t>
      </w:r>
    </w:p>
    <w:p w14:paraId="3488E7C6" w14:textId="77777777" w:rsidR="00E54CE6" w:rsidRDefault="00E54CE6" w:rsidP="00682C48">
      <w:pPr>
        <w:widowControl w:val="0"/>
        <w:suppressAutoHyphens/>
        <w:spacing w:line="360" w:lineRule="auto"/>
        <w:ind w:right="-1"/>
        <w:rPr>
          <w:rFonts w:cs="Arial"/>
          <w:bCs/>
          <w:color w:val="auto"/>
          <w:szCs w:val="24"/>
        </w:rPr>
      </w:pPr>
    </w:p>
    <w:p w14:paraId="2DB58C1B" w14:textId="77777777" w:rsidR="005A3C05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 w:tooltip=""/>
      <w:r>
        <w:rPr>
          <w:rFonts w:ascii="Arial" w:hAnsi="Arial" w:cs="Arial"/>
          <w:color w:val="auto"/>
          <w:szCs w:val="24"/>
        </w:rPr>
        <w:t xml:space="preserve">Aşağıdaki görselleri </w:t>
      </w:r>
      <w:r>
        <w:rPr>
          <w:rFonts w:ascii="Arial" w:hAnsi="Arial" w:cs="Arial"/>
          <w:b/>
          <w:color w:val="auto"/>
          <w:szCs w:val="24"/>
        </w:rPr>
        <w:t xml:space="preserve">www.hettich.com sayfasında ”Basın” menüsünden</w:t>
      </w:r>
      <w:r>
        <w:rPr>
          <w:rFonts w:ascii="Arial" w:hAnsi="Arial" w:cs="Arial"/>
          <w:color w:val="auto"/>
          <w:szCs w:val="24"/>
        </w:rPr>
        <w:t xml:space="preserve"> indirebilirsiniz:</w:t>
      </w:r>
    </w:p>
    <w:p w14:paraId="540A7A4B" w14:textId="77777777" w:rsidR="00542E43" w:rsidRDefault="00542E43" w:rsidP="00542E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</w:p>
    <w:p w14:paraId="14760FB2" w14:textId="3D07C0DC" w:rsidR="00B05E91" w:rsidRDefault="00B05E91" w:rsidP="00542E43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 w:val="22"/>
          <w:szCs w:val="22"/>
          <w:lang w:val="sv-SE" w:eastAsia="sv-SE"/>
        </w:rPr>
      </w:pPr>
      <w:r>
        <w:rPr>
          <w:noProof/>
        </w:rPr>
        <w:lastRenderedPageBreak/>
        <w:drawing>
          <wp:inline distT="0" distB="0" distL="0" distR="0" wp14:anchorId="2C13C2AE" wp14:editId="5C9138F8">
            <wp:extent cx="4495800" cy="3244850"/>
            <wp:effectExtent l="0" t="0" r="0" b="0"/>
            <wp:docPr id="335937799" name="Grafik 2" descr="Ein Bild, das Person, Im Haus, Text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937799" name="Grafik 2" descr="Ein Bild, das Person, Im Haus, Text, Computer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24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CDAB4" w14:textId="104FB2F6" w:rsidR="00542E43" w:rsidRPr="00B05E91" w:rsidRDefault="00542E43" w:rsidP="00B05E91">
      <w:pPr>
        <w:pStyle w:val="KeinLeerraum"/>
        <w:rPr>
          <w:rFonts w:ascii="Arial" w:hAnsi="Arial" w:cs="Arial"/>
          <w:lang w:val="sv-SE"/>
        </w:rPr>
      </w:pPr>
      <w:r>
        <w:rPr>
          <w:rFonts w:ascii="Arial" w:hAnsi="Arial" w:cs="Arial"/>
        </w:rPr>
        <w:t xml:space="preserve">142025_a</w:t>
        <w:br/>
        <w:t xml:space="preserve">Hettich Quadro fırın çekmeceleri için çevrim içi konfigüratörler, hazırlanan CAD verileriyle birlikte, daha sonraki yapı sürecine hızlı bir giriş sağlar ve zaman kazandıran bir işleme için ideal bir temel oluşturur.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Fotoğraf: Hettich</w:t>
      </w:r>
    </w:p>
    <w:p w14:paraId="70D594A8" w14:textId="77777777" w:rsidR="007E2790" w:rsidRPr="00B05E91" w:rsidRDefault="007E2790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</w:p>
    <w:p w14:paraId="1D83C4C7" w14:textId="77777777" w:rsidR="00682C48" w:rsidRPr="00163A51" w:rsidRDefault="00682C48" w:rsidP="005A3C05">
      <w:pPr>
        <w:pStyle w:val="KeinLeerraum"/>
        <w:widowControl w:val="0"/>
        <w:suppressAutoHyphens/>
        <w:rPr>
          <w:rFonts w:ascii="Arial" w:hAnsi="Arial" w:cs="Arial"/>
          <w:bCs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 xml:space="preserve">Hettich hakkında</w:t>
      </w:r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ascii="Arial" w:hAnsi="Arial" w:cs="Arial"/>
          <w:bCs/>
          <w:sz w:val="20"/>
        </w:rPr>
        <w:t xml:space="preserve">Hettich şirketi 1888 yılında kuruldu ve günümüzde dünyanın en büyük ve başarılı mobilya aksamı üreticilerinden biridir.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Aile şirketinin genel merkezi, Doğu Vestfalya’nın mobilya bölgesi Kirchlengern şehrinde bulunur.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Geleceğe dönük çözümlerimizi 100'den fazla ülkeye ulaştırmak için yaklaşık 8.400 meslektaşımız birlikte çalışıyor.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„IT’S ALL IN HETTICH“ şirket sloganı ile Hettich markası, tüm dünyada müşterilerinin ihtiyaçlarına tutarlı bir şekilde uyarlanmış, kapsamlı bir hizmet portföyü sunar.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 xml:space="preserve">Sosyal, toplumsal ve ekolojik açılardan sürdürülebilir bir şirket politikası, Hettich’de geleneksel olarak her zaman en yüksek önceliğe sahip olmuştur.</w:t>
      </w:r>
      <w:r>
        <w:rPr>
          <w:rFonts w:ascii="Arial" w:hAnsi="Arial" w:cs="Arial"/>
          <w:bCs/>
          <w:sz w:val="20"/>
        </w:rPr>
        <w:t xml:space="preserve"> </w:t>
      </w:r>
      <w:hyperlink r:id="rId11" w:history="1" w:tooltip="">
        <w:r>
          <w:rPr>
            <w:rFonts w:ascii="Arial" w:hAnsi="Arial" w:cs="Arial"/>
            <w:rStyle w:val="Hyperlink"/>
            <w:bCs/>
            <w:color w:val="auto"/>
            <w:sz w:val="20"/>
          </w:rPr>
          <w:t xml:space="preserve">www.hettich.com</w:t>
        </w:r>
      </w:hyperlink>
    </w:p>
    <w:sectPr w:rsidR="00571996" w:rsidRPr="00163A51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D29A8" w14:textId="77777777" w:rsidR="00E71703" w:rsidRDefault="00E71703">
      <w:r>
        <w:separator/>
      </w:r>
    </w:p>
  </w:endnote>
  <w:endnote w:type="continuationSeparator" w:id="0">
    <w:p w14:paraId="73A9D284" w14:textId="77777777" w:rsidR="00E71703" w:rsidRDefault="00E71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altName w:val="Calibri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9CBCB5" w14:textId="77777777" w:rsidR="00E71703" w:rsidRDefault="00E71703">
      <w:r>
        <w:separator/>
      </w:r>
    </w:p>
  </w:footnote>
  <w:footnote w:type="continuationSeparator" w:id="0">
    <w:p w14:paraId="68EED54A" w14:textId="77777777" w:rsidR="00E71703" w:rsidRDefault="00E71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7B46A082">
              <wp:simplePos x="0" y="0"/>
              <wp:positionH relativeFrom="column">
                <wp:posOffset>4673434</wp:posOffset>
              </wp:positionH>
              <wp:positionV relativeFrom="paragraph">
                <wp:posOffset>4113833</wp:posOffset>
              </wp:positionV>
              <wp:extent cx="1924216" cy="5096123"/>
              <wp:effectExtent l="0" t="0" r="0" b="9525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4216" cy="509612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DE50817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F20A095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74AEA6B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2F0AA8AB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3D8086B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89BBB16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10793F21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5E5AA70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2AC462CA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0E9F947C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54FEDCD9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3E2B0505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155BFED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6E07219" w14:textId="77777777" w:rsidR="00560941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4FA3A3F9" w14:textId="77777777" w:rsidR="00560941" w:rsidRPr="006B1A07" w:rsidRDefault="00560941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İletişim: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Hettich Marketing und Vertriebsarlama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 xml:space="preserve"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Anton-Hettich-Straße 12-16</w:t>
                            <w:br/>
                            <w:t xml:space="preserve">32278 Kirchlengern</w:t>
                            <w:br/>
                            <w:t xml:space="preserve">Almanya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  <w:br/>
                            <w:t xml:space="preserve">Anton-Hettich-Straße 12-16</w:t>
                            <w:br/>
                            <w:t xml:space="preserve">32278 Kirchlengern</w:t>
                            <w:br/>
                            <w:t xml:space="preserve">Almanya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Evrak kopyası rica edilir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486B5223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 xml:space="preserve">PR_142025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8pt;margin-top:323.9pt;width:151.5pt;height:40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" stroked="f">
              <v:textbox>
                <w:txbxContent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DE50817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F20A095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74AEA6B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2F0AA8AB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3D8086B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89BBB16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10793F21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5E5AA70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2AC462CA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0E9F947C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54FEDCD9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3E2B0505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155BFED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6E07219" w14:textId="77777777" w:rsidR="00560941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4FA3A3F9" w14:textId="77777777" w:rsidR="00560941" w:rsidRPr="006B1A07" w:rsidRDefault="00560941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İletişim: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Hettich Marketing und Vertriebsarlama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 xml:space="preserve"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Anton-Hettich-Straße 12-16</w:t>
                      <w:br/>
                      <w:t xml:space="preserve">32278 Kirchlengern</w:t>
                      <w:br/>
                      <w:t xml:space="preserve">Almanya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  <w:br/>
                      <w:t xml:space="preserve">Anton-Hettich-Straße 12-16</w:t>
                      <w:br/>
                      <w:t xml:space="preserve">32278 Kirchlengern</w:t>
                      <w:br/>
                      <w:t xml:space="preserve">Almanya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Evrak kopyası rica edilir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486B5223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 xml:space="preserve">PR_142025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1FE1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39A"/>
    <w:rsid w:val="00067787"/>
    <w:rsid w:val="00067C8F"/>
    <w:rsid w:val="000703BE"/>
    <w:rsid w:val="00070CB5"/>
    <w:rsid w:val="000715E1"/>
    <w:rsid w:val="00072478"/>
    <w:rsid w:val="00072D52"/>
    <w:rsid w:val="000739DA"/>
    <w:rsid w:val="000739F7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5FA2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C04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0D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4954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1E91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7B1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97942"/>
    <w:rsid w:val="001A00C5"/>
    <w:rsid w:val="001A053B"/>
    <w:rsid w:val="001A164D"/>
    <w:rsid w:val="001A1F21"/>
    <w:rsid w:val="001A21EF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089F"/>
    <w:rsid w:val="0032113F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49FD"/>
    <w:rsid w:val="003568BE"/>
    <w:rsid w:val="00360356"/>
    <w:rsid w:val="0036044E"/>
    <w:rsid w:val="0036244C"/>
    <w:rsid w:val="00362C4E"/>
    <w:rsid w:val="003648BD"/>
    <w:rsid w:val="00364E11"/>
    <w:rsid w:val="003655A6"/>
    <w:rsid w:val="00366547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C055F"/>
    <w:rsid w:val="003C0997"/>
    <w:rsid w:val="003C20E5"/>
    <w:rsid w:val="003C2DDF"/>
    <w:rsid w:val="003C3B87"/>
    <w:rsid w:val="003C4D9C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008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7EE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919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5ACF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59F1"/>
    <w:rsid w:val="00506335"/>
    <w:rsid w:val="00507175"/>
    <w:rsid w:val="0050782E"/>
    <w:rsid w:val="0051132C"/>
    <w:rsid w:val="00511691"/>
    <w:rsid w:val="005121AA"/>
    <w:rsid w:val="005122E9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2E43"/>
    <w:rsid w:val="0054312B"/>
    <w:rsid w:val="0054481D"/>
    <w:rsid w:val="00544F6A"/>
    <w:rsid w:val="00545165"/>
    <w:rsid w:val="00545585"/>
    <w:rsid w:val="00546E71"/>
    <w:rsid w:val="00551326"/>
    <w:rsid w:val="0055156A"/>
    <w:rsid w:val="00551E06"/>
    <w:rsid w:val="005537B2"/>
    <w:rsid w:val="00553C5E"/>
    <w:rsid w:val="00553E29"/>
    <w:rsid w:val="005563B9"/>
    <w:rsid w:val="00556C54"/>
    <w:rsid w:val="005573D5"/>
    <w:rsid w:val="00557746"/>
    <w:rsid w:val="00557E5F"/>
    <w:rsid w:val="00560941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B91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0B30"/>
    <w:rsid w:val="005A12F4"/>
    <w:rsid w:val="005A2114"/>
    <w:rsid w:val="005A2437"/>
    <w:rsid w:val="005A2BC5"/>
    <w:rsid w:val="005A2DB5"/>
    <w:rsid w:val="005A36EE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5F79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027D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4CD0"/>
    <w:rsid w:val="006654F3"/>
    <w:rsid w:val="00665A27"/>
    <w:rsid w:val="006704C5"/>
    <w:rsid w:val="00672FCB"/>
    <w:rsid w:val="00673643"/>
    <w:rsid w:val="00674EA7"/>
    <w:rsid w:val="00676BFA"/>
    <w:rsid w:val="00677BE5"/>
    <w:rsid w:val="00680D0B"/>
    <w:rsid w:val="00681304"/>
    <w:rsid w:val="006820C9"/>
    <w:rsid w:val="00682C48"/>
    <w:rsid w:val="00683020"/>
    <w:rsid w:val="006831DF"/>
    <w:rsid w:val="006832CE"/>
    <w:rsid w:val="00683623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07DD7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3207"/>
    <w:rsid w:val="0072430F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295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5BD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9A4"/>
    <w:rsid w:val="007D6D3C"/>
    <w:rsid w:val="007D79FA"/>
    <w:rsid w:val="007E0F59"/>
    <w:rsid w:val="007E2790"/>
    <w:rsid w:val="007E33A0"/>
    <w:rsid w:val="007E364A"/>
    <w:rsid w:val="007E636D"/>
    <w:rsid w:val="007E7AF6"/>
    <w:rsid w:val="007E7BAF"/>
    <w:rsid w:val="007F02B4"/>
    <w:rsid w:val="007F09BC"/>
    <w:rsid w:val="007F0B0D"/>
    <w:rsid w:val="007F1096"/>
    <w:rsid w:val="007F39EA"/>
    <w:rsid w:val="007F3C91"/>
    <w:rsid w:val="007F684D"/>
    <w:rsid w:val="007F6FE3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3778C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071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C8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12DF"/>
    <w:rsid w:val="008B31F3"/>
    <w:rsid w:val="008B3246"/>
    <w:rsid w:val="008B3994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4543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C4"/>
    <w:rsid w:val="009034F8"/>
    <w:rsid w:val="00903864"/>
    <w:rsid w:val="00903E17"/>
    <w:rsid w:val="009046FF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4CB3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5AD"/>
    <w:rsid w:val="00984AF7"/>
    <w:rsid w:val="00984E1B"/>
    <w:rsid w:val="0098593B"/>
    <w:rsid w:val="00987C9A"/>
    <w:rsid w:val="0099033B"/>
    <w:rsid w:val="00991E3B"/>
    <w:rsid w:val="009929E0"/>
    <w:rsid w:val="00994954"/>
    <w:rsid w:val="0099690C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60B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4B3A"/>
    <w:rsid w:val="009C55F6"/>
    <w:rsid w:val="009C6136"/>
    <w:rsid w:val="009C674E"/>
    <w:rsid w:val="009C7119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2F0A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20E6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1597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5FE4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05F1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5E91"/>
    <w:rsid w:val="00B069C4"/>
    <w:rsid w:val="00B11459"/>
    <w:rsid w:val="00B11BA1"/>
    <w:rsid w:val="00B122FF"/>
    <w:rsid w:val="00B12C24"/>
    <w:rsid w:val="00B12CD2"/>
    <w:rsid w:val="00B12FE4"/>
    <w:rsid w:val="00B1326C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464"/>
    <w:rsid w:val="00B32AD4"/>
    <w:rsid w:val="00B32BA5"/>
    <w:rsid w:val="00B32E04"/>
    <w:rsid w:val="00B36831"/>
    <w:rsid w:val="00B40026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4AF8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A9E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856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436"/>
    <w:rsid w:val="00CF6AA1"/>
    <w:rsid w:val="00CF6D26"/>
    <w:rsid w:val="00CF724C"/>
    <w:rsid w:val="00CF7283"/>
    <w:rsid w:val="00CF76A5"/>
    <w:rsid w:val="00CF7946"/>
    <w:rsid w:val="00CF7B65"/>
    <w:rsid w:val="00D004DB"/>
    <w:rsid w:val="00D02F90"/>
    <w:rsid w:val="00D02FC1"/>
    <w:rsid w:val="00D03B1A"/>
    <w:rsid w:val="00D03D03"/>
    <w:rsid w:val="00D067F4"/>
    <w:rsid w:val="00D06AE0"/>
    <w:rsid w:val="00D07A45"/>
    <w:rsid w:val="00D1162D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1A0B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83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5316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4CE6"/>
    <w:rsid w:val="00E5588E"/>
    <w:rsid w:val="00E55BD5"/>
    <w:rsid w:val="00E60AD2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67C8C"/>
    <w:rsid w:val="00E70DA4"/>
    <w:rsid w:val="00E71703"/>
    <w:rsid w:val="00E71A10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5CEB"/>
    <w:rsid w:val="00E961E2"/>
    <w:rsid w:val="00E9685A"/>
    <w:rsid w:val="00E97305"/>
    <w:rsid w:val="00E97455"/>
    <w:rsid w:val="00EA05BB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B7B6A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6FA6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3DEC"/>
    <w:rsid w:val="00EF48F2"/>
    <w:rsid w:val="00EF4D6A"/>
    <w:rsid w:val="00EF5783"/>
    <w:rsid w:val="00EF5C8D"/>
    <w:rsid w:val="00EF6D6D"/>
    <w:rsid w:val="00EF7AA2"/>
    <w:rsid w:val="00EF7C5A"/>
    <w:rsid w:val="00F000DC"/>
    <w:rsid w:val="00F00C7F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477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4D23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28EE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="Cambria" w:asciiTheme="majorHAnsi" w:eastAsiaTheme="majorEastAsia" w:hAnsi="Cambr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="Cambria" w:asciiTheme="majorHAnsi" w:eastAsiaTheme="majorEastAsia" w:hAnsi="Cambr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  <w:rPr>
      <w:rFonts w:ascii="Times New Roman" w:hAnsi="Times New Roman"/>
    </w:rPr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rPr>
      <w:rFonts w:ascii="Times New Roman" w:hAnsi="Times New Roman"/>
    </w:r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  <w:rPr>
      <w:rFonts w:ascii="Arial" w:hAnsi="Arial"/>
    </w:rPr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  <w:rPr>
      <w:rFonts w:ascii="Arial" w:hAnsi="Arial"/>
    </w:r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  <w:rPr>
      <w:rFonts w:ascii="Arial" w:hAnsi="Arial"/>
    </w:r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  <w:rPr>
      <w:rFonts w:ascii="Arial" w:hAnsi="Arial"/>
    </w:r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="Cambria" w:asciiTheme="majorHAnsi" w:eastAsiaTheme="majorEastAsia" w:hAnsi="Cambr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="Cambria" w:asciiTheme="majorHAnsi" w:eastAsiaTheme="majorEastAsia" w:hAnsi="Cambr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yperlink" Target="https://www.hettich.com/short/l37kym8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387</Words>
  <Characters>3128</Characters>
  <Application>Microsoft Office Word</Application>
  <DocSecurity>0</DocSecurity>
  <Lines>26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Online-Konfigurator für Quadro-Backofenauszüge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Online-Konfigurator für Quadro-Backofenauszüge</dc:title>
  <dc:creator>Frauke Sänger</dc:creator>
  <cp:lastModifiedBy>Frauke Sänger</cp:lastModifiedBy>
  <cp:revision>8</cp:revision>
  <cp:lastPrinted>2024-05-29T08:32:00Z</cp:lastPrinted>
  <dcterms:created xsi:type="dcterms:W3CDTF">2025-05-27T09:21:00Z</dcterms:created>
  <dcterms:modified xsi:type="dcterms:W3CDTF">2025-06-11T10:22:00Z</dcterms:modified>
</cp:coreProperties>
</file>