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Default="002718EF" w:rsidP="003832B9">
      <w:pPr>
        <w:spacing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</w:rPr>
        <w:t>Otwarcie oddziału Hettich Wietnam</w:t>
      </w:r>
    </w:p>
    <w:p w14:paraId="25FCB58A" w14:textId="6194290C" w:rsidR="00AB0A72" w:rsidRDefault="00F0587A" w:rsidP="00365A11">
      <w:pPr>
        <w:spacing w:line="360" w:lineRule="auto"/>
        <w:rPr>
          <w:b/>
          <w:color w:val="auto"/>
        </w:rPr>
      </w:pPr>
      <w:r>
        <w:rPr>
          <w:b/>
          <w:color w:val="auto"/>
        </w:rPr>
        <w:t xml:space="preserve">Hettich i FGV </w:t>
      </w:r>
      <w:r w:rsidR="00A40254">
        <w:rPr>
          <w:b/>
          <w:color w:val="auto"/>
        </w:rPr>
        <w:t>wspólnie piszą historię</w:t>
      </w:r>
    </w:p>
    <w:p w14:paraId="379A7C0A" w14:textId="77777777" w:rsidR="00A40254" w:rsidRPr="000F34B9" w:rsidRDefault="00A40254" w:rsidP="00365A11">
      <w:pPr>
        <w:spacing w:line="360" w:lineRule="auto"/>
        <w:rPr>
          <w:rFonts w:cs="Arial"/>
          <w:color w:val="000000" w:themeColor="text1"/>
        </w:rPr>
      </w:pPr>
    </w:p>
    <w:p w14:paraId="07040DCE" w14:textId="62934BA4" w:rsidR="00BE7CDE" w:rsidRPr="00BE7CDE" w:rsidRDefault="00BE7CDE" w:rsidP="00BE7CD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Na styczeń 2025 planowane jest otwarcie pierwszej wspólnej spółki-córki firmy Hettich i FGV: Hettich Wietnam. Te dwa przedsiębiorstwa rodzinne już od roku jednoczą swoje siły w</w:t>
      </w:r>
      <w:r w:rsidR="00D357CB">
        <w:rPr>
          <w:b/>
          <w:color w:val="000000" w:themeColor="text1"/>
        </w:rPr>
        <w:t> </w:t>
      </w:r>
      <w:r>
        <w:rPr>
          <w:b/>
          <w:color w:val="000000" w:themeColor="text1"/>
        </w:rPr>
        <w:t xml:space="preserve">branży okuć meblowych na całym świecie. </w:t>
      </w:r>
      <w:r w:rsidR="00A40254">
        <w:rPr>
          <w:b/>
          <w:color w:val="000000" w:themeColor="text1"/>
        </w:rPr>
        <w:t xml:space="preserve">FGV wraz </w:t>
      </w:r>
      <w:r>
        <w:rPr>
          <w:b/>
          <w:color w:val="000000" w:themeColor="text1"/>
        </w:rPr>
        <w:t>z Hettich Wietnam tworzą firmę, która oferuje indywidualne rozwiązania dla dynamic</w:t>
      </w:r>
      <w:r w:rsidR="00A40254">
        <w:rPr>
          <w:b/>
          <w:color w:val="000000" w:themeColor="text1"/>
        </w:rPr>
        <w:t>znie rozwijającego się</w:t>
      </w:r>
      <w:r>
        <w:rPr>
          <w:b/>
          <w:color w:val="000000" w:themeColor="text1"/>
        </w:rPr>
        <w:t xml:space="preserve"> wietnamskiego przemysłu meblarskiego. </w:t>
      </w:r>
    </w:p>
    <w:p w14:paraId="0CC35AE4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5378D510" w14:textId="7FB462EF" w:rsidR="00BE7CDE" w:rsidRPr="00097A6A" w:rsidRDefault="00BE7CDE" w:rsidP="00BE7CDE">
      <w:pPr>
        <w:spacing w:line="360" w:lineRule="auto"/>
        <w:rPr>
          <w:b/>
          <w:bCs/>
        </w:rPr>
      </w:pPr>
      <w:r>
        <w:rPr>
          <w:b/>
        </w:rPr>
        <w:t>Zalety otwarcia oddziału w Wietnamie</w:t>
      </w:r>
    </w:p>
    <w:p w14:paraId="2610F650" w14:textId="48684632" w:rsidR="00BE7CDE" w:rsidRDefault="00BE7CDE" w:rsidP="00BE7CDE">
      <w:pPr>
        <w:spacing w:line="360" w:lineRule="auto"/>
      </w:pPr>
      <w:r>
        <w:t xml:space="preserve">Oficjalne </w:t>
      </w:r>
      <w:r w:rsidR="00A40254">
        <w:t>otwarcie przedsiębiorstwa</w:t>
      </w:r>
      <w:r>
        <w:t xml:space="preserve"> w Wietnamie jest ważnym krokiem</w:t>
      </w:r>
      <w:r w:rsidR="00A40254">
        <w:t>, biorąc pod uwagę szybko</w:t>
      </w:r>
      <w:r>
        <w:t xml:space="preserve"> rozwijając</w:t>
      </w:r>
      <w:r w:rsidR="00A40254">
        <w:t>y</w:t>
      </w:r>
      <w:r>
        <w:t xml:space="preserve"> się ryn</w:t>
      </w:r>
      <w:r w:rsidR="00A40254">
        <w:t>e</w:t>
      </w:r>
      <w:r>
        <w:t>k</w:t>
      </w:r>
      <w:r w:rsidR="00A40254">
        <w:t xml:space="preserve"> </w:t>
      </w:r>
      <w:r>
        <w:t>meblarski. Ta</w:t>
      </w:r>
      <w:r w:rsidR="00D357CB">
        <w:t> </w:t>
      </w:r>
      <w:r>
        <w:t xml:space="preserve">strategiczna inwestycja Grupy Hettich </w:t>
      </w:r>
      <w:r w:rsidR="00A40254">
        <w:t>podkreśla</w:t>
      </w:r>
      <w:r>
        <w:t xml:space="preserve"> jej długoterminową wizję wspierania i stymulowania zrównoważonego rozwoju na rozwijających się rynkach w całej Azji oraz dalszego wyznaczania trendów.</w:t>
      </w:r>
      <w:r>
        <w:rPr>
          <w:color w:val="auto"/>
        </w:rPr>
        <w:t xml:space="preserve"> </w:t>
      </w:r>
      <w:r>
        <w:t xml:space="preserve">Jana Schönfeld, dyrektor zarządzający Grupy Hettich, wyjaśnia: „Chcemy pochwalić się czymś więcej niż tylko samą obecnością na rynku. Chcemy stać się częścią wietnamskiego społeczeństwa i dzielić się naszym doświadczeniem i innowacjami z Niemiec i Włoch”. </w:t>
      </w:r>
    </w:p>
    <w:p w14:paraId="14EE3ED8" w14:textId="77777777" w:rsidR="00BE7CDE" w:rsidRDefault="00BE7CDE" w:rsidP="00BE7CDE">
      <w:pPr>
        <w:spacing w:line="360" w:lineRule="auto"/>
      </w:pPr>
    </w:p>
    <w:p w14:paraId="41D95A58" w14:textId="46446DB9" w:rsidR="00BE7CDE" w:rsidRPr="008C600F" w:rsidRDefault="00BE7CDE" w:rsidP="00BE7CDE">
      <w:pPr>
        <w:spacing w:line="360" w:lineRule="auto"/>
        <w:rPr>
          <w:b/>
          <w:bCs/>
          <w:color w:val="auto"/>
        </w:rPr>
      </w:pPr>
      <w:r>
        <w:rPr>
          <w:b/>
          <w:color w:val="auto"/>
        </w:rPr>
        <w:t>Podejście lokalne: Indywidualne strategie</w:t>
      </w:r>
    </w:p>
    <w:p w14:paraId="495E710C" w14:textId="2DA92484" w:rsidR="00BE7CDE" w:rsidRPr="007A0BD7" w:rsidRDefault="00BE7CDE" w:rsidP="00BE7CDE">
      <w:pPr>
        <w:spacing w:line="360" w:lineRule="auto"/>
      </w:pPr>
      <w:r>
        <w:rPr>
          <w:color w:val="auto"/>
        </w:rPr>
        <w:t>Utworzenie oficjalnego oddziału w Wietnamie</w:t>
      </w:r>
      <w:r w:rsidR="00A40254">
        <w:rPr>
          <w:color w:val="auto"/>
        </w:rPr>
        <w:t>,</w:t>
      </w:r>
      <w:r>
        <w:rPr>
          <w:color w:val="auto"/>
        </w:rPr>
        <w:t xml:space="preserve"> zajmującego się dystrybucją produktów Hettich i FGV</w:t>
      </w:r>
      <w:r w:rsidR="00A40254">
        <w:rPr>
          <w:color w:val="auto"/>
        </w:rPr>
        <w:t>,</w:t>
      </w:r>
      <w:r>
        <w:rPr>
          <w:color w:val="auto"/>
        </w:rPr>
        <w:t xml:space="preserve"> nie tylko wpływa korzystnie na rynek zbytu, ale </w:t>
      </w:r>
      <w:r w:rsidR="00A40254">
        <w:rPr>
          <w:color w:val="auto"/>
        </w:rPr>
        <w:t xml:space="preserve">także </w:t>
      </w:r>
      <w:r>
        <w:rPr>
          <w:color w:val="auto"/>
        </w:rPr>
        <w:t>wspiera silne partnerstwo z</w:t>
      </w:r>
      <w:r w:rsidR="00D357CB">
        <w:rPr>
          <w:color w:val="auto"/>
        </w:rPr>
        <w:t> </w:t>
      </w:r>
      <w:r>
        <w:rPr>
          <w:color w:val="auto"/>
        </w:rPr>
        <w:t xml:space="preserve">renomowanymi lokalnymi firmami. </w:t>
      </w:r>
      <w:r>
        <w:t xml:space="preserve">Matthias Bertl, dyrektor zarządzający firmy Hettich w Azji Południowo-Wschodniej, wyjaśnia: „Na szybko rozwijającym się rynku jakim jest rynek </w:t>
      </w:r>
      <w:r>
        <w:lastRenderedPageBreak/>
        <w:t xml:space="preserve">wietnamski decydujące znaczenie ma zrozumienie lokalnych uwarunkowań. Dlatego też Hettich Wietnam jest jedynym dostawcą produktów o wyjątkowej jakości i innowacyjności. Dodatkowo </w:t>
      </w:r>
      <w:r w:rsidR="00A40254">
        <w:t>oferujemy</w:t>
      </w:r>
      <w:r>
        <w:t xml:space="preserve"> kompleksowe wsparcie</w:t>
      </w:r>
      <w:r w:rsidR="00A40254">
        <w:t>m które ma na</w:t>
      </w:r>
      <w:r>
        <w:t xml:space="preserve"> celu wspólnego </w:t>
      </w:r>
      <w:r w:rsidR="00A40254">
        <w:t xml:space="preserve">poszukiwanie </w:t>
      </w:r>
      <w:r>
        <w:t xml:space="preserve">rozwiązań wzbogacających styl życia konsumentów w całym kraju. </w:t>
      </w:r>
      <w:r>
        <w:rPr>
          <w:color w:val="auto"/>
        </w:rPr>
        <w:t>Podczas</w:t>
      </w:r>
      <w:r w:rsidR="00A40254">
        <w:rPr>
          <w:color w:val="auto"/>
        </w:rPr>
        <w:t>,</w:t>
      </w:r>
      <w:r>
        <w:rPr>
          <w:color w:val="auto"/>
        </w:rPr>
        <w:t xml:space="preserve"> gdy Hettich Wietnam rozszerza swoje kanały dystrybucji, aby wzmocnić obecność i napędzać wzrost poprzez ściślejszą współpracę z</w:t>
      </w:r>
      <w:r w:rsidR="00A40254">
        <w:rPr>
          <w:color w:val="auto"/>
        </w:rPr>
        <w:t xml:space="preserve"> firmami handlowymi,</w:t>
      </w:r>
      <w:r>
        <w:rPr>
          <w:color w:val="auto"/>
        </w:rPr>
        <w:t xml:space="preserve"> firma dodatkowo skupia się na zacieśnieniu więzi z lokalnymi społecznościami projektantów przemysłu meblarskiego oraz właścicielami domów. </w:t>
      </w:r>
      <w:r>
        <w:t>Celem takich działań jest oferowanie innowacyjnych i</w:t>
      </w:r>
      <w:r w:rsidR="00D357CB">
        <w:t> </w:t>
      </w:r>
      <w:r>
        <w:t>funkcjonalnych rozwiązań spełniających wymagania lokalnego rynku”.</w:t>
      </w:r>
    </w:p>
    <w:p w14:paraId="4723A902" w14:textId="77777777" w:rsidR="00BE7CDE" w:rsidRPr="007A0BD7" w:rsidRDefault="00BE7CDE" w:rsidP="00BE7CDE">
      <w:pPr>
        <w:spacing w:line="360" w:lineRule="auto"/>
      </w:pPr>
    </w:p>
    <w:p w14:paraId="3E178ECA" w14:textId="77777777" w:rsidR="00BE7CDE" w:rsidRDefault="00BE7CDE" w:rsidP="00BE7CDE">
      <w:pPr>
        <w:spacing w:line="360" w:lineRule="auto"/>
        <w:rPr>
          <w:b/>
          <w:bCs/>
        </w:rPr>
      </w:pPr>
      <w:r>
        <w:rPr>
          <w:b/>
        </w:rPr>
        <w:t>Jakość na całym świecie: Portfolio produktów</w:t>
      </w:r>
    </w:p>
    <w:p w14:paraId="1F422634" w14:textId="77777777" w:rsidR="00BE7CDE" w:rsidRPr="007A0BD7" w:rsidRDefault="00BE7CDE" w:rsidP="00BE7CDE">
      <w:pPr>
        <w:spacing w:line="360" w:lineRule="auto"/>
      </w:pPr>
    </w:p>
    <w:p w14:paraId="28CDA5CA" w14:textId="1677C770" w:rsidR="00BE7CDE" w:rsidRPr="007A0BD7" w:rsidRDefault="00BE7CDE" w:rsidP="00BE7CDE">
      <w:pPr>
        <w:spacing w:line="360" w:lineRule="auto"/>
      </w:pPr>
      <w:r>
        <w:t>Firm</w:t>
      </w:r>
      <w:r w:rsidR="00097A6A">
        <w:t>y</w:t>
      </w:r>
      <w:r>
        <w:t xml:space="preserve"> Hettich i FGV posiadają szerokie portfolio produktów, które doskonale się uzupełniają i mogą zaspokoić liczne wymagania w</w:t>
      </w:r>
      <w:r w:rsidR="00D357CB">
        <w:t> </w:t>
      </w:r>
      <w:r>
        <w:t>różnych segmentach rynku. Uwe Kreidel, dyrektor zarządzający FGV</w:t>
      </w:r>
      <w:r w:rsidR="00A40254">
        <w:t xml:space="preserve"> mówi</w:t>
      </w:r>
      <w:r>
        <w:t xml:space="preserve">: „Dzięki Hettich i FGV dwie rodzinne firmy o podobnych korzeniach i wspólnych wartościach zjednoczyły siły. Wspólnie wnosimy 200 lat doświadczenia w branży, aby zaoferować naszym klientom w Azji Południowo-Wschodniej faktyczną wartość dodaną. Nasza obecność w Wietnamie jest ważnym kamieniem milowym na drodze do wspólnego sukcesu”. </w:t>
      </w:r>
    </w:p>
    <w:p w14:paraId="27F20BA6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707D3936" w14:textId="74DC2D6A" w:rsidR="00AB0A72" w:rsidRDefault="00AB0A72" w:rsidP="00365A11">
      <w:pPr>
        <w:spacing w:line="360" w:lineRule="auto"/>
      </w:pPr>
      <w:r>
        <w:t xml:space="preserve">Poniższy materiał zdjęciowy jest dostępny do pobrania w menu „Prasa” na stronie </w:t>
      </w:r>
      <w:r>
        <w:rPr>
          <w:b/>
          <w:bCs/>
        </w:rPr>
        <w:t>www.hettich.com</w:t>
      </w:r>
      <w:r>
        <w:t>:</w:t>
      </w:r>
    </w:p>
    <w:p w14:paraId="7EBC9CC5" w14:textId="77777777" w:rsidR="00655717" w:rsidRDefault="00655717" w:rsidP="00365A11">
      <w:pPr>
        <w:spacing w:line="360" w:lineRule="auto"/>
        <w:rPr>
          <w:lang w:eastAsia="sv-SE"/>
        </w:rPr>
      </w:pPr>
    </w:p>
    <w:p w14:paraId="5BEF40F0" w14:textId="3244F19F" w:rsidR="00EA1EC0" w:rsidRDefault="00EA1EC0" w:rsidP="00365A11">
      <w:pPr>
        <w:spacing w:line="360" w:lineRule="auto"/>
        <w:rPr>
          <w:noProof/>
        </w:rPr>
      </w:pPr>
    </w:p>
    <w:p w14:paraId="5A866036" w14:textId="3B1C8DD5" w:rsidR="0029033A" w:rsidRDefault="0029033A" w:rsidP="00365A11">
      <w:pPr>
        <w:rPr>
          <w:color w:val="auto"/>
          <w:sz w:val="22"/>
          <w:szCs w:val="22"/>
          <w:lang w:eastAsia="sv-SE"/>
        </w:rPr>
      </w:pPr>
    </w:p>
    <w:p w14:paraId="1FD480A9" w14:textId="34FA7229" w:rsidR="003A5327" w:rsidRDefault="00015242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06FA6FC8" wp14:editId="7222B9F1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229A1F8D" w:rsidR="003A5327" w:rsidRPr="00C83AF2" w:rsidRDefault="00BE7CDE" w:rsidP="003A5327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>032025_a</w:t>
      </w:r>
      <w:r>
        <w:rPr>
          <w:color w:val="auto"/>
          <w:sz w:val="22"/>
        </w:rPr>
        <w:br/>
        <w:t xml:space="preserve">Uroczyste otwarcie Hettich Wietnam. </w:t>
      </w:r>
      <w:r w:rsidR="00015242" w:rsidRPr="00015242">
        <w:rPr>
          <w:color w:val="auto"/>
          <w:sz w:val="22"/>
        </w:rPr>
        <w:t>Matthias Bertl - dyrektor zarządzający Hettich Southeast Asia i dyrektor generalny Hettich Vietnam, Jana Schönfeld - CEO Hettich Group, Andrea Casoni - kierownik sprzedaży FGV, Thanh Pham - dyrektor ds. komunikacji Hettich Southeast Asia i zastępca dyrektora generalnego Hettich Vietnam.</w:t>
      </w:r>
      <w:r w:rsidR="00015242" w:rsidRPr="00015242">
        <w:rPr>
          <w:color w:val="auto"/>
          <w:sz w:val="22"/>
        </w:rPr>
        <w:t xml:space="preserve"> </w:t>
      </w:r>
      <w:r>
        <w:rPr>
          <w:color w:val="auto"/>
          <w:sz w:val="22"/>
        </w:rPr>
        <w:t>Zdjęcie: Hettich</w:t>
      </w:r>
    </w:p>
    <w:p w14:paraId="58C12FBB" w14:textId="77777777" w:rsidR="003A5327" w:rsidRDefault="003A5327" w:rsidP="003A5327">
      <w:pPr>
        <w:spacing w:line="360" w:lineRule="auto"/>
        <w:rPr>
          <w:lang w:eastAsia="sv-SE"/>
        </w:rPr>
      </w:pPr>
    </w:p>
    <w:p w14:paraId="0650FF97" w14:textId="421218FC" w:rsidR="003A5327" w:rsidRPr="00F87725" w:rsidRDefault="00015242" w:rsidP="003A5327">
      <w:pPr>
        <w:spacing w:line="360" w:lineRule="auto"/>
        <w:rPr>
          <w:noProof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B554041" wp14:editId="208EED1C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4ABBE86F" w:rsidR="003A5327" w:rsidRPr="000F4D5D" w:rsidRDefault="00C35D2E" w:rsidP="003A5327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>032025_b</w:t>
      </w:r>
      <w:r>
        <w:rPr>
          <w:color w:val="auto"/>
          <w:sz w:val="22"/>
        </w:rPr>
        <w:br/>
        <w:t>Hettich Wietnam jest pierwszą spółką-córką Hettich i FGV. Zdjęcie: Hettich</w:t>
      </w:r>
    </w:p>
    <w:p w14:paraId="7D4F09C6" w14:textId="77777777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0189F5F2" w14:textId="305B078D" w:rsidR="00015242" w:rsidRDefault="00015242" w:rsidP="00365A11">
      <w:pPr>
        <w:rPr>
          <w:color w:val="auto"/>
          <w:sz w:val="22"/>
          <w:szCs w:val="22"/>
          <w:lang w:eastAsia="sv-SE"/>
        </w:rPr>
      </w:pPr>
      <w:r>
        <w:rPr>
          <w:noProof/>
          <w:lang w:val="en-US"/>
        </w:rPr>
        <w:drawing>
          <wp:inline distT="0" distB="0" distL="0" distR="0" wp14:anchorId="2F3D6817" wp14:editId="162362CE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E0E41" w14:textId="10D586E0" w:rsidR="00015242" w:rsidRPr="00C83AF2" w:rsidRDefault="00015242" w:rsidP="00015242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>032025_</w:t>
      </w:r>
      <w:r>
        <w:rPr>
          <w:color w:val="auto"/>
          <w:sz w:val="22"/>
        </w:rPr>
        <w:t>c</w:t>
      </w:r>
      <w:r>
        <w:rPr>
          <w:color w:val="auto"/>
          <w:sz w:val="22"/>
        </w:rPr>
        <w:br/>
        <w:t>Uroczyste otwarcie Hettich Wietnam. Hettich Wietnam jest pierwszą spółką-córką Hettich i FGV. Zdjęcie: Hettich</w:t>
      </w:r>
    </w:p>
    <w:p w14:paraId="57D48D62" w14:textId="4D279D48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2D679062" w14:textId="77777777" w:rsidR="00814D5E" w:rsidRPr="000F4D5D" w:rsidRDefault="00814D5E" w:rsidP="003A5327">
      <w:pPr>
        <w:rPr>
          <w:rFonts w:cs="Arial"/>
          <w:color w:val="auto"/>
          <w:sz w:val="22"/>
          <w:szCs w:val="22"/>
        </w:rPr>
      </w:pPr>
    </w:p>
    <w:p w14:paraId="59A216BC" w14:textId="77777777" w:rsidR="008D5A50" w:rsidRPr="008E1330" w:rsidRDefault="008D5A50" w:rsidP="008D5A50">
      <w:pPr>
        <w:rPr>
          <w:rFonts w:cs="Arial"/>
          <w:color w:val="auto"/>
          <w:sz w:val="12"/>
          <w:szCs w:val="22"/>
        </w:rPr>
      </w:pPr>
    </w:p>
    <w:p w14:paraId="5A0E462E" w14:textId="77777777" w:rsidR="00A40254" w:rsidRPr="00A40254" w:rsidRDefault="00A40254" w:rsidP="00A40254">
      <w:pPr>
        <w:suppressAutoHyphens/>
        <w:rPr>
          <w:b/>
          <w:bCs/>
          <w:sz w:val="20"/>
          <w:u w:val="single"/>
        </w:rPr>
      </w:pPr>
      <w:r w:rsidRPr="00A40254">
        <w:rPr>
          <w:b/>
          <w:bCs/>
          <w:sz w:val="20"/>
          <w:u w:val="single"/>
        </w:rPr>
        <w:lastRenderedPageBreak/>
        <w:t>O Hettich</w:t>
      </w:r>
    </w:p>
    <w:p w14:paraId="70A74965" w14:textId="77777777" w:rsidR="00A40254" w:rsidRPr="00A40254" w:rsidRDefault="00A40254" w:rsidP="00A40254">
      <w:pPr>
        <w:suppressAutoHyphens/>
        <w:rPr>
          <w:sz w:val="20"/>
        </w:rPr>
      </w:pPr>
      <w:r w:rsidRPr="00A40254">
        <w:rPr>
          <w:sz w:val="20"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5CB79D1A" w14:textId="0C2AC6F1" w:rsidR="00A40254" w:rsidRPr="00A40254" w:rsidRDefault="00A40254" w:rsidP="00A40254">
      <w:pPr>
        <w:suppressAutoHyphens/>
        <w:rPr>
          <w:sz w:val="20"/>
        </w:rPr>
      </w:pPr>
      <w:r w:rsidRPr="00A40254">
        <w:rPr>
          <w:sz w:val="20"/>
        </w:rPr>
        <w:t>8 600 współpracownikami wspólnie dążymy do jednego celu: rozwoju inteligentnej techniki do mebli. Bo technika do mebli to nasza pasja. Fascynujemy i inspirujemy nią ludzi na całym świecie.</w:t>
      </w:r>
      <w:r w:rsidR="00097A6A">
        <w:rPr>
          <w:sz w:val="20"/>
        </w:rPr>
        <w:t xml:space="preserve"> </w:t>
      </w:r>
      <w:r w:rsidRPr="00A40254">
        <w:rPr>
          <w:sz w:val="20"/>
        </w:rPr>
        <w:t xml:space="preserve">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1" w:history="1">
        <w:r w:rsidRPr="00A40254">
          <w:rPr>
            <w:rStyle w:val="Hyperlink"/>
            <w:sz w:val="20"/>
            <w:u w:val="none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1D79076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Kontakt:</w:t>
                          </w:r>
                        </w:p>
                        <w:p w14:paraId="55CDEA8A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Hettich Polska Sp z o.o.</w:t>
                          </w:r>
                        </w:p>
                        <w:p w14:paraId="57AB8AA5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</w:p>
                        <w:p w14:paraId="6AF2C5F6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Wioletta Stern</w:t>
                          </w:r>
                        </w:p>
                        <w:p w14:paraId="7EA16F64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Wierzbowa 48</w:t>
                          </w: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Tarnowo Podgórne, 62-080 Lusowo</w:t>
                          </w: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Polska</w:t>
                          </w:r>
                        </w:p>
                        <w:p w14:paraId="123B4771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Tel.: +48 61 816 83 00</w:t>
                          </w:r>
                        </w:p>
                        <w:p w14:paraId="07307420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wioletta.stern@hettich.com</w:t>
                          </w:r>
                        </w:p>
                        <w:p w14:paraId="68E39A55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</w:p>
                        <w:p w14:paraId="7EA49D3F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Prosimy o egzemplarz autorski</w:t>
                          </w:r>
                        </w:p>
                        <w:p w14:paraId="2E2EEB9B" w14:textId="77777777" w:rsidR="003153CC" w:rsidRPr="00A40254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9116C8D" w14:textId="5AE4EDB1" w:rsidR="006F175E" w:rsidRDefault="00A40254" w:rsidP="003153CC">
                          <w:r>
                            <w:t>PR 02_2025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1D79076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Kontakt:</w:t>
                    </w:r>
                  </w:p>
                  <w:p w14:paraId="55CDEA8A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proofErr w:type="spellStart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Hettich</w:t>
                    </w:r>
                    <w:proofErr w:type="spellEnd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 xml:space="preserve"> Polska </w:t>
                    </w:r>
                    <w:proofErr w:type="spellStart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Sp</w:t>
                    </w:r>
                    <w:proofErr w:type="spellEnd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 xml:space="preserve"> z o.o.</w:t>
                    </w:r>
                  </w:p>
                  <w:p w14:paraId="57AB8AA5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</w:p>
                  <w:p w14:paraId="6AF2C5F6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Wioletta Stern</w:t>
                    </w:r>
                  </w:p>
                  <w:p w14:paraId="7EA16F64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Wierzbowa 48</w:t>
                    </w:r>
                    <w:r w:rsidRPr="00A40254">
                      <w:rPr>
                        <w:rFonts w:ascii="Agfa Rotis Sans Serif" w:hAnsi="Agfa Rotis Sans Serif"/>
                        <w:sz w:val="16"/>
                      </w:rPr>
                      <w:br/>
                      <w:t>Tarnowo Podgórne, 62-080 Lusowo</w:t>
                    </w:r>
                    <w:r w:rsidRPr="00A40254">
                      <w:rPr>
                        <w:rFonts w:ascii="Agfa Rotis Sans Serif" w:hAnsi="Agfa Rotis Sans Serif"/>
                        <w:sz w:val="16"/>
                      </w:rPr>
                      <w:br/>
                      <w:t>Polska</w:t>
                    </w:r>
                  </w:p>
                  <w:p w14:paraId="123B4771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Tel.: +48 61 816 83 00</w:t>
                    </w:r>
                  </w:p>
                  <w:p w14:paraId="07307420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wioletta.stern@hettich.com</w:t>
                    </w:r>
                  </w:p>
                  <w:p w14:paraId="68E39A55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</w:p>
                  <w:p w14:paraId="7EA49D3F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Prosimy o egzemplarz autorski</w:t>
                    </w:r>
                  </w:p>
                  <w:p w14:paraId="2E2EEB9B" w14:textId="77777777" w:rsidR="003153CC" w:rsidRPr="00A40254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9116C8D" w14:textId="5AE4EDB1" w:rsidR="006F175E" w:rsidRDefault="00A40254" w:rsidP="003153CC">
                    <w:r>
                      <w:t>PR 02_2025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5242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6A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203E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08A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696C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30E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254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57CB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43F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57C4F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543</Words>
  <Characters>3613</Characters>
  <Application>Microsoft Office Word</Application>
  <DocSecurity>0</DocSecurity>
  <Lines>97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Otwarcie oddziału Hettich Wietnam</dc:title>
  <dc:creator>Eva Langner</dc:creator>
  <cp:lastModifiedBy>Eva Langner</cp:lastModifiedBy>
  <cp:revision>6</cp:revision>
  <cp:lastPrinted>2024-11-21T05:31:00Z</cp:lastPrinted>
  <dcterms:created xsi:type="dcterms:W3CDTF">2025-01-09T09:05:00Z</dcterms:created>
  <dcterms:modified xsi:type="dcterms:W3CDTF">2025-01-15T09:55:00Z</dcterms:modified>
</cp:coreProperties>
</file>