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BB8D5" w14:textId="2F96D21E" w:rsidR="00E20133" w:rsidRDefault="00EB74B0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r>
        <w:rPr>
          <w:rFonts w:ascii="Arial" w:hAnsi="Arial" w:cs="Arial"/>
          <w:b/>
          <w:sz w:val="28"/>
          <w:szCs w:val="28"/>
        </w:rPr>
        <w:t>Новости в Hettich Forum и на „roominspirations“:</w:t>
      </w:r>
    </w:p>
    <w:p w14:paraId="38AB7F01" w14:textId="687F6D1D" w:rsidR="00EB74B0" w:rsidRPr="000301AE" w:rsidRDefault="00EB74B0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Идеи за успешни мебелни концепции</w:t>
      </w:r>
    </w:p>
    <w:bookmarkEnd w:id="0"/>
    <w:p w14:paraId="3DBCFFFB" w14:textId="77777777" w:rsidR="00E20133" w:rsidRPr="00901326" w:rsidRDefault="00E20133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301E0C39" w14:textId="4FA933DC" w:rsidR="003C20E5" w:rsidRPr="00397C0E" w:rsidRDefault="00EC528A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На interzum 2023 Hettich представи на специализираната международна публика своите топ иновации. Сега можете да откриете още повече акценти и решения от производителя: Новият дизайн в Hettich Forum в Кирхленгерн съчетава голямо разнообразие от тематични светове за живот и работа. Уебсайтът на Hettich "roominspirations" предлага цялостен виртуален шоурум за тази цел: Тук ще намерите ясни филтри за търсене и ще можете целенасочено да се вдъхновите от нови концепции от различните жилищни зони.</w:t>
      </w:r>
    </w:p>
    <w:p w14:paraId="50C90BDA" w14:textId="5B2C5C34" w:rsidR="00890CD6" w:rsidRPr="00397C0E" w:rsidRDefault="00890CD6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0CF02A86" w14:textId="48BA1F08" w:rsidR="009D4043" w:rsidRPr="00647B5F" w:rsidRDefault="00962CF3" w:rsidP="00962CF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Hettich дава отговор на това, как мегатенденциите урбанизация, нов начин на работа и индивидуализация променят начина ни на живот. Освен това компанията доставя всичко, от което се нуждае бранша за иновативни и устойчиви концепции за мебели. Всички експонати от interzum 2023 и други вълнуващи концепции вече могат да бъдат намерени на новия уебсайт "roominspirations", изграден от отделни мебелни светове и тематични апартаменти.</w:t>
      </w:r>
    </w:p>
    <w:p w14:paraId="05D09F2E" w14:textId="47867981" w:rsidR="00962CF3" w:rsidRPr="007864B5" w:rsidRDefault="009D4043" w:rsidP="00962CF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1836F1">
        <w:rPr>
          <w:rFonts w:ascii="Arial" w:hAnsi="Arial" w:cs="Arial"/>
          <w:color w:val="00B0F0"/>
          <w:sz w:val="24"/>
          <w:szCs w:val="24"/>
        </w:rPr>
        <w:t xml:space="preserve"> </w:t>
      </w:r>
    </w:p>
    <w:p w14:paraId="0B663837" w14:textId="1DED484B" w:rsidR="008A1AE1" w:rsidRDefault="007A73B9" w:rsidP="007A73B9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Вдъхновенията в "roominspirations" са разнообразни: нови продуктови приложения, атрактивни идеи за мебели, както и ориентирани към тенденциите решения за помещения и обзавеждане за широк спектър от изисквания. В премиум сегмента се търсят необикновени мебели, които изненадват с ексклузивен дизайн и неочаквано представяне. Но Hettich също така показва, как с многофункционални мебелни </w:t>
      </w:r>
      <w:r>
        <w:rPr>
          <w:rFonts w:ascii="Arial" w:hAnsi="Arial" w:cs="Arial"/>
          <w:sz w:val="24"/>
          <w:szCs w:val="24"/>
        </w:rPr>
        <w:lastRenderedPageBreak/>
        <w:t>концепции животът на малка площ се отдава без да се жертва комфорт. Креативните мебелни идеи интегрират дори хоумофиса и са показател за баланс между работа и личен живот. Ако потърсите целенасочено в "roominspirations" в категориите кухня, дневна, баня, спалня, сервизно помещение, гардеробна, стълбище, кухня на открито, магазин, нов начин на работа, бързо ще намерите подходящи решения за обзавеждане.</w:t>
      </w:r>
    </w:p>
    <w:p w14:paraId="41C62BE8" w14:textId="77777777" w:rsidR="008A1AE1" w:rsidRDefault="008A1AE1" w:rsidP="007A73B9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5019C70E" w14:textId="32FB3280" w:rsidR="007A73B9" w:rsidRPr="00933965" w:rsidRDefault="008A1AE1" w:rsidP="007A73B9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Предложенията за мебели ще откриете не само наживо в 3D, но много от тях ще можете и да изработите: В „roominsprations“ Hettich предлага за безплатно сваляне съответните CAD данни, информация за обработването и снимки, а също така Ви подканя, да доразвиете идеите на Hettich във собствени мебелни конструкции.</w:t>
      </w:r>
    </w:p>
    <w:p w14:paraId="2B2E9CE8" w14:textId="71625E73" w:rsidR="00C62BDE" w:rsidRDefault="00153421" w:rsidP="00C62BDE">
      <w:pPr>
        <w:pStyle w:val="KeinLeerraum"/>
        <w:widowControl w:val="0"/>
        <w:suppressAutoHyphens/>
        <w:spacing w:line="360" w:lineRule="auto"/>
        <w:rPr>
          <w:rStyle w:val="Hyperlink"/>
          <w:rFonts w:ascii="Arial" w:hAnsi="Arial" w:cs="Arial"/>
          <w:sz w:val="24"/>
          <w:szCs w:val="24"/>
        </w:rPr>
      </w:pPr>
      <w:hyperlink r:id="rId8" w:history="1">
        <w:r w:rsidR="0046156D">
          <w:rPr>
            <w:rStyle w:val="Hyperlink"/>
            <w:rFonts w:ascii="Arial" w:hAnsi="Arial" w:cs="Arial"/>
            <w:sz w:val="24"/>
            <w:szCs w:val="24"/>
          </w:rPr>
          <w:t>https://roominspirations.hettich.com</w:t>
        </w:r>
      </w:hyperlink>
    </w:p>
    <w:p w14:paraId="11CDD851" w14:textId="77BA97C4" w:rsidR="00E15A76" w:rsidRDefault="00E15A76" w:rsidP="00C62BDE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4F126A88" w14:textId="77777777" w:rsidR="00870829" w:rsidRPr="00901326" w:rsidRDefault="00153421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proofErr w:type="spellStart"/>
      <w:r w:rsidR="0046156D">
        <w:rPr>
          <w:rFonts w:cs="Arial"/>
          <w:color w:val="auto"/>
          <w:szCs w:val="24"/>
        </w:rPr>
        <w:t>Следният</w:t>
      </w:r>
      <w:proofErr w:type="spellEnd"/>
      <w:r w:rsidR="0046156D">
        <w:rPr>
          <w:rFonts w:cs="Arial"/>
          <w:color w:val="auto"/>
          <w:szCs w:val="24"/>
        </w:rPr>
        <w:t xml:space="preserve"> </w:t>
      </w:r>
      <w:proofErr w:type="spellStart"/>
      <w:r w:rsidR="0046156D">
        <w:rPr>
          <w:rFonts w:cs="Arial"/>
          <w:color w:val="auto"/>
          <w:szCs w:val="24"/>
        </w:rPr>
        <w:t>снимков</w:t>
      </w:r>
      <w:proofErr w:type="spellEnd"/>
      <w:r w:rsidR="0046156D">
        <w:rPr>
          <w:rFonts w:cs="Arial"/>
          <w:color w:val="auto"/>
          <w:szCs w:val="24"/>
        </w:rPr>
        <w:t xml:space="preserve"> </w:t>
      </w:r>
      <w:proofErr w:type="spellStart"/>
      <w:r w:rsidR="0046156D">
        <w:rPr>
          <w:rFonts w:cs="Arial"/>
          <w:color w:val="auto"/>
          <w:szCs w:val="24"/>
        </w:rPr>
        <w:t>материал</w:t>
      </w:r>
      <w:proofErr w:type="spellEnd"/>
      <w:r w:rsidR="0046156D">
        <w:rPr>
          <w:rFonts w:cs="Arial"/>
          <w:color w:val="auto"/>
          <w:szCs w:val="24"/>
        </w:rPr>
        <w:t xml:space="preserve"> </w:t>
      </w:r>
      <w:proofErr w:type="spellStart"/>
      <w:r w:rsidR="0046156D">
        <w:rPr>
          <w:rFonts w:cs="Arial"/>
          <w:color w:val="auto"/>
          <w:szCs w:val="24"/>
        </w:rPr>
        <w:t>може</w:t>
      </w:r>
      <w:proofErr w:type="spellEnd"/>
      <w:r w:rsidR="0046156D">
        <w:rPr>
          <w:rFonts w:cs="Arial"/>
          <w:color w:val="auto"/>
          <w:szCs w:val="24"/>
        </w:rPr>
        <w:t xml:space="preserve"> да бъде изтеглен от </w:t>
      </w:r>
      <w:r w:rsidR="0046156D">
        <w:rPr>
          <w:rFonts w:cs="Arial"/>
          <w:b/>
          <w:color w:val="auto"/>
          <w:szCs w:val="24"/>
        </w:rPr>
        <w:t>меню ”Преса”</w:t>
      </w:r>
      <w:r w:rsidR="0046156D">
        <w:rPr>
          <w:rFonts w:cs="Arial"/>
          <w:color w:val="auto"/>
          <w:szCs w:val="24"/>
        </w:rPr>
        <w:t xml:space="preserve"> на </w:t>
      </w:r>
      <w:r w:rsidR="0046156D">
        <w:rPr>
          <w:rFonts w:cs="Arial"/>
          <w:b/>
          <w:color w:val="auto"/>
          <w:szCs w:val="24"/>
        </w:rPr>
        <w:t>www.hettich.com</w:t>
      </w:r>
      <w:r w:rsidR="0046156D">
        <w:rPr>
          <w:rFonts w:cs="Arial"/>
          <w:color w:val="auto"/>
          <w:szCs w:val="24"/>
        </w:rPr>
        <w:t>:</w:t>
      </w:r>
    </w:p>
    <w:p w14:paraId="654A42F3" w14:textId="67A5A69D" w:rsidR="003E7C95" w:rsidRPr="00901326" w:rsidRDefault="000F2E42" w:rsidP="00E20133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noProof/>
          <w:color w:val="auto"/>
          <w:szCs w:val="24"/>
        </w:rPr>
        <w:drawing>
          <wp:inline distT="0" distB="0" distL="0" distR="0" wp14:anchorId="58F5BB89" wp14:editId="41EB726A">
            <wp:extent cx="2219325" cy="1602427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_Roominspirations_180x130_1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849" cy="1615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B854C" w14:textId="110BC315" w:rsidR="00E20133" w:rsidRPr="004546A9" w:rsidRDefault="00943F35" w:rsidP="00E20133">
      <w:pPr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202023_a</w:t>
      </w:r>
    </w:p>
    <w:p w14:paraId="62B996FE" w14:textId="23754FC8" w:rsidR="00AD188F" w:rsidRPr="00397C0E" w:rsidRDefault="00261335" w:rsidP="00AD188F">
      <w:pPr>
        <w:widowControl w:val="0"/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sz w:val="22"/>
          <w:szCs w:val="22"/>
        </w:rPr>
        <w:t xml:space="preserve">Новият уебсайт „roominspirations“ на Hettich: Във виртуалния шоурум можете да се потопите в </w:t>
      </w:r>
      <w:r>
        <w:rPr>
          <w:rFonts w:cs="Arial"/>
          <w:bCs/>
          <w:color w:val="auto"/>
          <w:sz w:val="22"/>
          <w:szCs w:val="22"/>
        </w:rPr>
        <w:t>тематичните светове</w:t>
      </w:r>
      <w:r>
        <w:rPr>
          <w:rFonts w:cs="Arial"/>
          <w:sz w:val="22"/>
          <w:szCs w:val="22"/>
        </w:rPr>
        <w:t xml:space="preserve"> и с новия филтър за търсене </w:t>
      </w:r>
      <w:r>
        <w:rPr>
          <w:rFonts w:cs="Arial"/>
          <w:bCs/>
          <w:color w:val="auto"/>
          <w:sz w:val="22"/>
          <w:szCs w:val="22"/>
        </w:rPr>
        <w:t>целенасочено да се вдъхновите от нови концепции от различните жилищни зони. Снимка: Hettich</w:t>
      </w:r>
    </w:p>
    <w:p w14:paraId="7DE62CA3" w14:textId="1E2F1D2A" w:rsidR="00933965" w:rsidRPr="00397C0E" w:rsidRDefault="00933965" w:rsidP="000B4D30">
      <w:pPr>
        <w:rPr>
          <w:rFonts w:cs="Arial"/>
          <w:bCs/>
          <w:color w:val="auto"/>
          <w:sz w:val="22"/>
          <w:szCs w:val="22"/>
        </w:rPr>
      </w:pPr>
    </w:p>
    <w:p w14:paraId="2D9C691B" w14:textId="77777777" w:rsidR="0058230F" w:rsidRPr="000B4D30" w:rsidRDefault="0058230F" w:rsidP="000B4D30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0A349929" w14:textId="26B1B1A6" w:rsidR="000F2E42" w:rsidRDefault="00261335" w:rsidP="000B4D30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noProof/>
          <w:color w:val="auto"/>
          <w:sz w:val="22"/>
          <w:szCs w:val="22"/>
        </w:rPr>
        <w:lastRenderedPageBreak/>
        <w:drawing>
          <wp:inline distT="0" distB="0" distL="0" distR="0" wp14:anchorId="69A956EB" wp14:editId="30D21A8D">
            <wp:extent cx="2224405" cy="1606096"/>
            <wp:effectExtent l="0" t="0" r="444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R_Roominspirations_180x130_2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2420" cy="1633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BA174F" w14:textId="4B46B80E" w:rsidR="003E7C95" w:rsidRPr="000B4D30" w:rsidRDefault="00943F35" w:rsidP="000B4D30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202023_b</w:t>
      </w:r>
    </w:p>
    <w:p w14:paraId="516E01BE" w14:textId="3E4CE129" w:rsidR="00A440B1" w:rsidRDefault="006A7C56" w:rsidP="00814AD8">
      <w:pPr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"roominspirations" от Hettich дава яснота: За визуално сравнение на изображенията можете да използвате плъзгача, за да видите мебелните решения в отворено и затворено състояние. Снимка: Hettich</w:t>
      </w:r>
      <w:r>
        <w:rPr>
          <w:rFonts w:cs="Arial"/>
          <w:color w:val="auto"/>
          <w:sz w:val="22"/>
          <w:szCs w:val="22"/>
        </w:rPr>
        <w:br/>
      </w:r>
    </w:p>
    <w:p w14:paraId="69007A50" w14:textId="1C7962C6" w:rsidR="00F80F40" w:rsidRDefault="00261335" w:rsidP="00F80F40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77CF0A1D" wp14:editId="7B54F6AB">
            <wp:extent cx="2225034" cy="1606550"/>
            <wp:effectExtent l="0" t="0" r="444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R_Roominspirations_180x130_3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6383" cy="161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9DCD3" w14:textId="59053D53" w:rsidR="00F80F40" w:rsidRPr="000B4D30" w:rsidRDefault="00943F35" w:rsidP="00F80F40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202023_c</w:t>
      </w:r>
    </w:p>
    <w:p w14:paraId="4D2947F1" w14:textId="4D7356DA" w:rsidR="00F80F40" w:rsidRPr="00AC3312" w:rsidRDefault="006A7C56" w:rsidP="00261335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В "roominspirations" продуктите на Hettich са само на едно кликване с мишката: Като кликнете върху "горещите точки" на мебелните решения, можете да получите по-подробна информация за показаните продукти на Hettich, включително видеоклипове, инструкции, връзки и много други. Снимка: Hettich</w:t>
      </w:r>
    </w:p>
    <w:p w14:paraId="599178D3" w14:textId="3CD52433" w:rsidR="00814AD8" w:rsidRDefault="00814AD8" w:rsidP="00261335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71E6B9AF" w14:textId="77777777" w:rsidR="00814AD8" w:rsidRPr="00814AD8" w:rsidRDefault="00814AD8" w:rsidP="00814AD8">
      <w:pPr>
        <w:suppressAutoHyphens/>
        <w:rPr>
          <w:rFonts w:cs="Arial"/>
          <w:color w:val="auto"/>
          <w:sz w:val="22"/>
          <w:szCs w:val="22"/>
        </w:rPr>
      </w:pPr>
      <w:r w:rsidRPr="00814AD8">
        <w:rPr>
          <w:rFonts w:cs="Arial"/>
          <w:noProof/>
          <w:color w:val="auto"/>
          <w:sz w:val="22"/>
          <w:szCs w:val="22"/>
        </w:rPr>
        <w:drawing>
          <wp:inline distT="0" distB="0" distL="0" distR="0" wp14:anchorId="5E6033A5" wp14:editId="2BAA268C">
            <wp:extent cx="2254232" cy="1627632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2023_d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265" cy="1637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E5DEB" w14:textId="77777777" w:rsidR="00814AD8" w:rsidRPr="00AC3312" w:rsidRDefault="00814AD8" w:rsidP="00814AD8">
      <w:pPr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202023_d</w:t>
      </w:r>
    </w:p>
    <w:p w14:paraId="24EE2077" w14:textId="117A42D8" w:rsidR="00814AD8" w:rsidRPr="00AC3312" w:rsidRDefault="00814AD8" w:rsidP="00814AD8">
      <w:pPr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"roominspirations" от Hettich ви кани на 3D обиколка: Тук можете да се запознаете с мебелните решения от различни гледни точки в 3D и да се вдъхновите от анимациите и полетите на камерата. Снимка: Hettich</w:t>
      </w:r>
    </w:p>
    <w:p w14:paraId="5E796363" w14:textId="77777777" w:rsidR="00814AD8" w:rsidRPr="00AC3312" w:rsidRDefault="00814AD8" w:rsidP="00261335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42232D4F" w14:textId="7AF6B413" w:rsidR="00F80F40" w:rsidRDefault="00F80F40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65673B01" w14:textId="77777777" w:rsidR="00F36315" w:rsidRPr="000B4D30" w:rsidRDefault="00F36315" w:rsidP="00F80F40">
      <w:pPr>
        <w:pStyle w:val="KeinLeerraum"/>
        <w:widowControl w:val="0"/>
        <w:suppressAutoHyphens/>
        <w:rPr>
          <w:rFonts w:ascii="Arial" w:hAnsi="Arial" w:cs="Arial"/>
        </w:rPr>
      </w:pPr>
    </w:p>
    <w:p w14:paraId="29E1970C" w14:textId="4E6C706A" w:rsidR="00E65479" w:rsidRDefault="00E65479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2CE8923B" w14:textId="77777777" w:rsidR="00571996" w:rsidRPr="009F17CE" w:rsidRDefault="00571996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За Hettich</w:t>
      </w:r>
    </w:p>
    <w:p w14:paraId="713EB1E7" w14:textId="6374B00A" w:rsidR="00571996" w:rsidRPr="0060311A" w:rsidRDefault="00571996" w:rsidP="00571996">
      <w:pPr>
        <w:suppressAutoHyphens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Hettich е основана през 1888 година и днес е сред най-големите и най-успешните световни производители на мебелен обков Седалище на семейната фирма е Кирхленгерн в мебелния клъстер Източна Вестфалия. В почти 80 страни работят около 8.000 колежки и колеги заедно върху това, да дадат на бранша ориентирани към бъдещето решения. С корпоративното си обещание "It's all in Hettich" марката Hettich е символ на цялостно портфолио от услуги, което е последователно насочено към нуждите на клиентите по целия свят. Устойчивите действия по отношение на социалните, обществените и екологичните аспекти при нас традиционно винаги са били с най-висок приоритет. </w:t>
      </w:r>
      <w:hyperlink r:id="rId14" w:history="1">
        <w:r>
          <w:rPr>
            <w:rStyle w:val="Hyperlink"/>
            <w:rFonts w:cs="Arial"/>
            <w:color w:val="auto"/>
            <w:sz w:val="20"/>
          </w:rPr>
          <w:t>www.hettich.com</w:t>
        </w:r>
      </w:hyperlink>
    </w:p>
    <w:p w14:paraId="0EBABCC5" w14:textId="77777777" w:rsidR="00571996" w:rsidRPr="00901326" w:rsidRDefault="00571996" w:rsidP="00E65479">
      <w:pPr>
        <w:suppressAutoHyphens/>
        <w:rPr>
          <w:rFonts w:cs="Arial"/>
          <w:color w:val="auto"/>
          <w:sz w:val="22"/>
          <w:szCs w:val="22"/>
        </w:rPr>
      </w:pPr>
    </w:p>
    <w:sectPr w:rsidR="00571996" w:rsidRPr="00901326" w:rsidSect="00E05D73">
      <w:headerReference w:type="default" r:id="rId15"/>
      <w:footerReference w:type="default" r:id="rId16"/>
      <w:pgSz w:w="11900" w:h="16840"/>
      <w:pgMar w:top="2835" w:right="3402" w:bottom="1418" w:left="1418" w:header="709" w:footer="6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9B5C" w16cex:dateUtc="2023-02-16T11:09:00Z"/>
  <w16cex:commentExtensible w16cex:durableId="27989BF2" w16cex:dateUtc="2023-02-16T11:11:00Z"/>
  <w16cex:commentExtensible w16cex:durableId="27989C43" w16cex:dateUtc="2023-02-16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E9425C" w16cid:durableId="285BD151"/>
  <w16cid:commentId w16cid:paraId="76FAFE81" w16cid:durableId="285BD22B"/>
  <w16cid:commentId w16cid:paraId="2745554B" w16cid:durableId="285BD263"/>
  <w16cid:commentId w16cid:paraId="52A53FE2" w16cid:durableId="285BD2EF"/>
  <w16cid:commentId w16cid:paraId="6540CCCD" w16cid:durableId="285BD316"/>
  <w16cid:commentId w16cid:paraId="1AD1ABC7" w16cid:durableId="285BD33A"/>
  <w16cid:commentId w16cid:paraId="7DCDB329" w16cid:durableId="285BD3F1"/>
  <w16cid:commentId w16cid:paraId="0147F494" w16cid:durableId="285BD5A5"/>
  <w16cid:commentId w16cid:paraId="095DD2A7" w16cid:durableId="285BDAA5"/>
  <w16cid:commentId w16cid:paraId="4BC2A368" w16cid:durableId="285BD7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10BAF" w14:textId="77777777" w:rsidR="00A61D75" w:rsidRDefault="00A61D75">
      <w:r>
        <w:separator/>
      </w:r>
    </w:p>
  </w:endnote>
  <w:endnote w:type="continuationSeparator" w:id="0">
    <w:p w14:paraId="41882671" w14:textId="77777777" w:rsidR="00A61D75" w:rsidRDefault="00A61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0704" w14:textId="7E89CE8E" w:rsidR="006F175E" w:rsidRDefault="009C02BF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7C62895">
              <wp:simplePos x="0" y="0"/>
              <wp:positionH relativeFrom="column">
                <wp:posOffset>4633737</wp:posOffset>
              </wp:positionH>
              <wp:positionV relativeFrom="paragraph">
                <wp:posOffset>-2537214</wp:posOffset>
              </wp:positionV>
              <wp:extent cx="1828800" cy="1521726"/>
              <wp:effectExtent l="0" t="0" r="0" b="254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5217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Контакт: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Gerhard-Lüking-Straße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>Deutschland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2CA71C45" w:rsidR="003153CC" w:rsidRPr="003153CC" w:rsidRDefault="00F95FB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Изисква се копие на публикацията преди печат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199.8pt;width:2in;height:11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Контакт: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Deutschland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E521650" w14:textId="2CA71C45" w:rsidR="003153CC" w:rsidRPr="003153CC" w:rsidRDefault="00F95FB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Изисква се копие на публикацията преди печат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02B7B13D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PR_202023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01B33D6"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02B7B13D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PR_202023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7E5EB" w14:textId="77777777" w:rsidR="00A61D75" w:rsidRDefault="00A61D75">
      <w:r>
        <w:separator/>
      </w:r>
    </w:p>
  </w:footnote>
  <w:footnote w:type="continuationSeparator" w:id="0">
    <w:p w14:paraId="0C76947E" w14:textId="77777777" w:rsidR="00A61D75" w:rsidRDefault="00A61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07F26" w14:textId="6AA401B0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EA9252E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431410DF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421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ominspirations.hettich.com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microsoft.com/office/2018/08/relationships/commentsExtensible" Target="commentsExtensi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hyperlink" Target="http://www.hettich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2A42C-7CA5-48C1-9FD5-D07AA804F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553</Words>
  <Characters>3516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Новости в Hettich Forum и на „roominspirations“: Идеи за успешни мебелни концепции</vt:lpstr>
      <vt:lpstr>Hettich zeigt Innovationen zur Eurobois 2022: Möbelgestaltung nach Wunsch und wandelbare Räume</vt:lpstr>
    </vt:vector>
  </TitlesOfParts>
  <Company>.</Company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Новости в Hettich Forum и на „roominspirations“: Идеи за успешни мебелни концепции</dc:title>
  <dc:creator>Prototype</dc:creator>
  <cp:lastModifiedBy>Anke Wöhler</cp:lastModifiedBy>
  <cp:revision>15</cp:revision>
  <cp:lastPrinted>2023-07-17T06:29:00Z</cp:lastPrinted>
  <dcterms:created xsi:type="dcterms:W3CDTF">2023-07-14T12:50:00Z</dcterms:created>
  <dcterms:modified xsi:type="dcterms:W3CDTF">2023-07-26T08:42:00Z</dcterms:modified>
</cp:coreProperties>
</file>