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133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Новое в Hettich Forum и в разделе "roominspirations/вдохновляющий интерьер":</w:t>
      </w:r>
    </w:p>
    <w:p w:rsidR="00EB74B0" w:rsidRPr="000301AE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Идеи для создания оригинальной мебели</w:t>
      </w:r>
    </w:p>
    <w:bookmarkEnd w:id="0"/>
    <w:p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:rsidR="003C20E5" w:rsidRPr="00397C0E" w:rsidRDefault="005425A2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Interzum 2023 предоставил компании Hettich возможность показать свои лучшие инновации мебельщикам со всего мира. Еще больше ярких идей от немецкого производителя: презентации в Hettich Forum в Кирхленгерне демонстрируют разнообразие в мебели как для жизни, так и для обустройства офиса. Посетите новый раздел на сайте Hettich «roominspirations, где при помощи легкого поиска и удобной структуры вы найдете оригинальные дизайнерские решения для обустройства различных зон дома или квартиры.</w:t>
      </w:r>
    </w:p>
    <w:p w:rsidR="00890CD6" w:rsidRPr="00397C0E" w:rsidRDefault="00890CD6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:rsidR="009D4043" w:rsidRPr="00647B5F" w:rsidRDefault="00962CF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Hettich отвечает на вопрос, как мегатренды Урбанизация, Эволюция труда и Индивидуализация меняют наши дома и образ жизни. И предоставляет все, что сегодня необходимо отрасли для создания инновационных и перспективных концепций мебели. Все, что было представлено на выставке Interzum 2023, а также другие интересные решения, воплощенные в новых мебельных концепциях, теперь можно найти на сайте Hettich в разделе "roominspirations".</w:t>
      </w:r>
    </w:p>
    <w:p w:rsidR="00962CF3" w:rsidRPr="007864B5" w:rsidRDefault="009D404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1836F1">
        <w:rPr>
          <w:rFonts w:ascii="Arial" w:hAnsi="Arial" w:cs="Arial"/>
          <w:color w:val="00B0F0"/>
          <w:sz w:val="24"/>
          <w:szCs w:val="24"/>
        </w:rPr>
        <w:t xml:space="preserve"> </w:t>
      </w:r>
    </w:p>
    <w:p w:rsidR="008A1AE1" w:rsidRDefault="007A73B9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Вдохновение в каждом элементе мебели в веб-проекте "roominspirations": новые варианты применения продуктов Hettich; интерьерные решения, отвечающие последним мегатрендам; оригинальные идеи для обустройства различных помещений для самых требовательных покупателей.  Клиенты премиум-сегмента ожидают </w:t>
      </w:r>
      <w:r>
        <w:rPr>
          <w:rFonts w:ascii="Arial" w:hAnsi="Arial" w:cs="Arial"/>
          <w:sz w:val="24"/>
          <w:szCs w:val="24"/>
        </w:rPr>
        <w:lastRenderedPageBreak/>
        <w:t>исключительных шкафов, поражающих эксклюзивным дизайном и потрясающими характеристиками. Hettich также показывает, как многофункциональные концепции мебели позволяют обустроить небольшие пространства без ущерба для комфорта и удобства.  А креативные идеи для производства мебели учитывают возможность работы из дома, помогая соблюсти идеальный баланс между работой и жизнью. На сайте "roominspirations" каждый, кто осущетсвляет поиск в категориях "кухня", "гостиная", "ванная", "спальня", "подсобное помещение","прихожая", "лестница", "кухня на открытом воздухе", "магазин", "эволюция труда", быстро найдет именно то мебельное решение, которое ему необходимо.</w:t>
      </w:r>
    </w:p>
    <w:p w:rsidR="008A1AE1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7A73B9" w:rsidRPr="00933965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Проекты мебели можно не только найти в Интернете в формате 3D, но и всю необходимую информацию в разделе "Roominspirations". Компания Hettich бесплатно предоставляет данные CAD, информацию о сборке и изображения, а также предлагает воспользоваться идеями Hettich для создания мебели.</w:t>
      </w:r>
    </w:p>
    <w:p w:rsidR="00C62BDE" w:rsidRDefault="004250C5" w:rsidP="00C62BDE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E065FA">
          <w:rPr>
            <w:rStyle w:val="Hyperlink"/>
            <w:rFonts w:ascii="Arial" w:hAnsi="Arial" w:cs="Arial"/>
            <w:sz w:val="24"/>
            <w:szCs w:val="24"/>
          </w:rPr>
          <w:t>https://roominspirations.hettich.com</w:t>
        </w:r>
      </w:hyperlink>
    </w:p>
    <w:p w:rsidR="00E15A76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870829" w:rsidRPr="00901326" w:rsidRDefault="004250C5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E065FA">
        <w:rPr>
          <w:rFonts w:cs="Arial"/>
          <w:color w:val="auto"/>
          <w:szCs w:val="24"/>
        </w:rPr>
        <w:t>Следующие</w:t>
      </w:r>
      <w:proofErr w:type="spellEnd"/>
      <w:r w:rsidR="00E065FA">
        <w:rPr>
          <w:rFonts w:cs="Arial"/>
          <w:color w:val="auto"/>
          <w:szCs w:val="24"/>
        </w:rPr>
        <w:t xml:space="preserve"> </w:t>
      </w:r>
      <w:proofErr w:type="spellStart"/>
      <w:r w:rsidR="00E065FA">
        <w:rPr>
          <w:rFonts w:cs="Arial"/>
          <w:color w:val="auto"/>
          <w:szCs w:val="24"/>
        </w:rPr>
        <w:t>изображения</w:t>
      </w:r>
      <w:proofErr w:type="spellEnd"/>
      <w:r w:rsidR="00E065FA">
        <w:rPr>
          <w:rFonts w:cs="Arial"/>
          <w:color w:val="auto"/>
          <w:szCs w:val="24"/>
        </w:rPr>
        <w:t xml:space="preserve"> </w:t>
      </w:r>
      <w:proofErr w:type="spellStart"/>
      <w:r w:rsidR="00E065FA">
        <w:rPr>
          <w:rFonts w:cs="Arial"/>
          <w:color w:val="auto"/>
          <w:szCs w:val="24"/>
        </w:rPr>
        <w:t>доступны</w:t>
      </w:r>
      <w:proofErr w:type="spellEnd"/>
      <w:r w:rsidR="00E065FA">
        <w:rPr>
          <w:rFonts w:cs="Arial"/>
          <w:color w:val="auto"/>
          <w:szCs w:val="24"/>
        </w:rPr>
        <w:t xml:space="preserve"> </w:t>
      </w:r>
      <w:proofErr w:type="spellStart"/>
      <w:r w:rsidR="00E065FA">
        <w:rPr>
          <w:rFonts w:cs="Arial"/>
          <w:color w:val="auto"/>
          <w:szCs w:val="24"/>
        </w:rPr>
        <w:t>для</w:t>
      </w:r>
      <w:proofErr w:type="spellEnd"/>
      <w:r w:rsidR="00E065FA">
        <w:rPr>
          <w:rFonts w:cs="Arial"/>
          <w:color w:val="auto"/>
          <w:szCs w:val="24"/>
        </w:rPr>
        <w:t xml:space="preserve"> загрузки в разделе "Пресса" на сайте </w:t>
      </w:r>
      <w:r w:rsidR="00E065FA">
        <w:rPr>
          <w:rFonts w:cs="Arial"/>
          <w:b/>
          <w:color w:val="auto"/>
          <w:szCs w:val="24"/>
        </w:rPr>
        <w:t>www.hettich.com</w:t>
      </w:r>
      <w:r w:rsidR="00E065FA">
        <w:rPr>
          <w:rFonts w:cs="Arial"/>
          <w:color w:val="auto"/>
          <w:szCs w:val="24"/>
        </w:rPr>
        <w:t>:</w:t>
      </w:r>
    </w:p>
    <w:p w:rsidR="003E7C95" w:rsidRPr="00901326" w:rsidRDefault="000F2E42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>
            <wp:extent cx="2219325" cy="160242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_Roominspirations_180x130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849" cy="161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133" w:rsidRPr="004546A9" w:rsidRDefault="00943F35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lastRenderedPageBreak/>
        <w:t>202023_a</w:t>
      </w:r>
    </w:p>
    <w:p w:rsidR="00AD188F" w:rsidRPr="00397C0E" w:rsidRDefault="005425A2" w:rsidP="00AD188F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Новый веб-сайт Hettich «roominspirations»: виртуальный выставочный зал погружает вас в различные тематические миры с удобным поиском, который позволяет вам находить вдохновение в новых концепциях для различных частей дома и образа жизни. Фото: Hettich</w:t>
      </w:r>
    </w:p>
    <w:p w:rsidR="00933965" w:rsidRPr="00397C0E" w:rsidRDefault="00933965" w:rsidP="000B4D30">
      <w:pPr>
        <w:rPr>
          <w:rFonts w:cs="Arial"/>
          <w:bCs/>
          <w:color w:val="auto"/>
          <w:sz w:val="22"/>
          <w:szCs w:val="22"/>
        </w:rPr>
      </w:pPr>
    </w:p>
    <w:p w:rsidR="0058230F" w:rsidRPr="000B4D30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0F2E42" w:rsidRDefault="002613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>
            <wp:extent cx="2224405" cy="1606096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_Roominspirations_180x130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420" cy="163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C95" w:rsidRPr="000B4D30" w:rsidRDefault="00943F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202023_b</w:t>
      </w:r>
    </w:p>
    <w:p w:rsidR="00A440B1" w:rsidRDefault="006A7C56" w:rsidP="00814AD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 xml:space="preserve">"roominspirations" </w:t>
      </w:r>
      <w:r>
        <w:rPr>
          <w:rFonts w:cs="Arial"/>
          <w:color w:val="auto"/>
          <w:sz w:val="22"/>
          <w:szCs w:val="22"/>
        </w:rPr>
        <w:t>от Hettich становится наглядным: для сравнения изображений можно использовать слайдер, на котором представлены открытые и закрытые мебельные решения. Фото: Hettich</w:t>
      </w:r>
      <w:r>
        <w:rPr>
          <w:rFonts w:cs="Arial"/>
          <w:color w:val="auto"/>
          <w:sz w:val="22"/>
          <w:szCs w:val="22"/>
        </w:rPr>
        <w:br/>
      </w:r>
    </w:p>
    <w:p w:rsidR="00F80F40" w:rsidRDefault="002613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>
            <wp:extent cx="2225034" cy="1606550"/>
            <wp:effectExtent l="0" t="0" r="444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_Roominspirations_180x130_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383" cy="1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F40" w:rsidRPr="000B4D30" w:rsidRDefault="00943F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202023_c</w:t>
      </w:r>
    </w:p>
    <w:p w:rsidR="00F80F40" w:rsidRPr="00AC3312" w:rsidRDefault="006A7C56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В разделе "roominspirations" узнать подробнее о продукции Hettich очень легко и быстро - при нажатии на "hotspots" отображается подробная информация о мебельных решениях Hettich, включая видеоролики, инструкции, ссылки и многое другое. Фото: Hettich</w:t>
      </w:r>
    </w:p>
    <w:p w:rsidR="00814AD8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814AD8" w:rsidRPr="00814AD8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 w:rsidRPr="00814AD8"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>
            <wp:extent cx="2254232" cy="1627632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23_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65" cy="163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AD8" w:rsidRPr="00AC3312" w:rsidRDefault="00814AD8" w:rsidP="00814AD8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202023_d</w:t>
      </w:r>
    </w:p>
    <w:p w:rsidR="00814AD8" w:rsidRPr="00AC3312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"roominspirations" от Hettich приглашает вас отправиться в 3D-исследование: где вы сможете увидеть мебельные решения с разных точек зрения в 3D и получить вдохновение от стоп-моушн анимации и движения камеры. Фото: Hettich</w:t>
      </w:r>
    </w:p>
    <w:p w:rsidR="00814AD8" w:rsidRPr="00AC3312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:rsidR="00F36315" w:rsidRPr="000B4D30" w:rsidRDefault="00F36315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О компании Hettich</w:t>
      </w:r>
    </w:p>
    <w:p w:rsidR="00571996" w:rsidRPr="0060311A" w:rsidRDefault="00571996" w:rsidP="00571996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Компания Hettich была основана в 1888 году и сегодня является одним из крупнейших и наиболее успешных производителей мебельной фурнитуры в мире. Штаб-квартира Hettich находится в Кирхленгерне, в мебельном центре Восточной Вестфалии. Компания Hettich объединяет около 8000 сотрудников почти в 80 странах мира, предлагая мебельной промышленности перспективные решения. В слогане "It's all in Hettich", компания подтверждает предоставление постоянной поддержки, ориентированной на потребности клиентов Hettich по всему миру. Самое важное для нас – это обеспечение социальных и экологических норм, фокус на устойчивое развитие. </w:t>
      </w:r>
      <w:hyperlink r:id="rId14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E05D73">
      <w:headerReference w:type="default" r:id="rId15"/>
      <w:footerReference w:type="default" r:id="rId16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DAD" w:rsidRDefault="00DB4DAD">
      <w:r>
        <w:separator/>
      </w:r>
    </w:p>
  </w:endnote>
  <w:endnote w:type="continuationSeparator" w:id="0">
    <w:p w:rsidR="00DB4DAD" w:rsidRDefault="00DB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5E" w:rsidRDefault="004250C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6" type="#_x0000_t202" style="position:absolute;left:0;text-align:left;margin-left:364.85pt;margin-top:-199.8pt;width:2in;height:119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" stroked="f">
          <v:textbox>
            <w:txbxContent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Контакт: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Hettich Marketing und Vertriebs  GmbH &amp; Co. KG</w:t>
                </w:r>
              </w:p>
              <w:p w:rsidR="003153CC" w:rsidRPr="003153CC" w:rsidRDefault="005A7BE7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Anke Wöhler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Gerhard-Lüking-Strasse 10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32602 Vlotho</w:t>
                </w:r>
                <w:r>
                  <w:rPr>
                    <w:rFonts w:cs="Arial"/>
                    <w:sz w:val="16"/>
                    <w:szCs w:val="16"/>
                  </w:rPr>
                  <w:br/>
                  <w:t>Germany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Tel.: +49 5733 798-879</w:t>
                </w:r>
              </w:p>
              <w:p w:rsidR="003153CC" w:rsidRPr="003153CC" w:rsidRDefault="00F95FBB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Anke.woehler@hettich.com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</w:p>
              <w:p w:rsidR="006F175E" w:rsidRDefault="003153CC" w:rsidP="003153CC">
                <w:r>
                  <w:rPr>
                    <w:rFonts w:cs="Arial"/>
                    <w:sz w:val="16"/>
                    <w:szCs w:val="16"/>
                  </w:rPr>
                  <w:t>Запрашиваемая копия ваучера</w:t>
                </w:r>
              </w:p>
            </w:txbxContent>
          </v:textbox>
        </v:shape>
      </w:pict>
    </w:r>
    <w:r>
      <w:rPr>
        <w:noProof/>
      </w:rPr>
      <w:pict>
        <v:shape id="Text Box 4" o:spid="_x0000_s1027" type="#_x0000_t202" style="position:absolute;left:0;text-align:left;margin-left:367.75pt;margin-top:-80.25pt;width:99pt;height:21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<v:textbox>
            <w:txbxContent>
              <w:p w:rsidR="006F175E" w:rsidRPr="00BB7979" w:rsidRDefault="00386000" w:rsidP="002D142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PR_202023</w:t>
                </w:r>
              </w:p>
            </w:txbxContent>
          </v:textbox>
        </v:shape>
      </w:pict>
    </w:r>
    <w:r w:rsidR="003D2E5F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DAD" w:rsidRDefault="00DB4DAD">
      <w:r>
        <w:separator/>
      </w:r>
    </w:p>
  </w:footnote>
  <w:footnote w:type="continuationSeparator" w:id="0">
    <w:p w:rsidR="00DB4DAD" w:rsidRDefault="00DB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0C5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4DAD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docId w15:val="{FA9A6E97-761A-4DA1-98BD-E389B5B6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inspirations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hyperlink" Target="http://www.hettich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7006C-C283-424B-B054-C5992626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576</Words>
  <Characters>3634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Новое в Hettich Forum и в разделе "roominspirations/вдохновляющий интерьер": Идеи для создания оригинальной мебели</vt:lpstr>
      <vt:lpstr>Hettich zeigt Innovationen zur Eurobois 2022: Möbelgestaltung nach Wunsch und wandelbare Räume</vt:lpstr>
    </vt:vector>
  </TitlesOfParts>
  <Company>.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Новое в Hettich Forum и в разделе "roominspirations/вдохновляющий интерьер": Идеи для создания оригинальной мебели</dc:title>
  <dc:creator>Prototype</dc:creator>
  <cp:lastModifiedBy>Anke Wöhler</cp:lastModifiedBy>
  <cp:revision>3</cp:revision>
  <cp:lastPrinted>2023-07-17T06:29:00Z</cp:lastPrinted>
  <dcterms:created xsi:type="dcterms:W3CDTF">2023-07-28T11:22:00Z</dcterms:created>
  <dcterms:modified xsi:type="dcterms:W3CDTF">2023-08-14T06:45:00Z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