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B8D5" w14:textId="2F96D21E" w:rsidR="00E20133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Novinky pro Hettich Forum a na webu „roominspirations“:</w:t>
      </w:r>
    </w:p>
    <w:p w14:paraId="38AB7F01" w14:textId="687F6D1D" w:rsidR="00EB74B0" w:rsidRPr="000301AE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Inspirace pro úspěšné nábytkové koncepty</w:t>
      </w:r>
    </w:p>
    <w:bookmarkEnd w:id="0"/>
    <w:p w14:paraId="3DBCFFFB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01E0C39" w14:textId="4FA933DC" w:rsidR="003C20E5" w:rsidRPr="00397C0E" w:rsidRDefault="00EC528A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veletrhu interzum 2023 představil Hettich mezinárodní odborné veřejnosti špičkové inovace. U výrobce kování je nyní k vidění ještě více okouzlujících řešení: nově zařízená expozice Hettich Forum v Kirchlengernu spojuje širokou škálu námětů pro život a práci. Webové stránky Hettich "roominspirations" představují virtuální showroom. S přehlednými vyhledávacími filtry snadno naleznete inspiraci v konkrétních nových konceptech pro různé interiéry.</w:t>
      </w:r>
    </w:p>
    <w:p w14:paraId="50C90BDA" w14:textId="5B2C5C34" w:rsidR="00890CD6" w:rsidRPr="00397C0E" w:rsidRDefault="00890CD6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CF02A86" w14:textId="48BA1F08" w:rsidR="009D4043" w:rsidRPr="00647B5F" w:rsidRDefault="00962CF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Společnost Hettich poskytuje odpovědi na to, jak megatrendy urbanizace a individualizace mění životní styl i bydlení. A k tomu poskytuje vše, co nábytkářské odvětví nyní potřebuje pro inovativní a udržitelné nábytkové koncepty. Všechny exponáty z výstavy interzum 2023 a další vzrušující koncepty, zasazené do jednotlivých interiérů a tematicky zařízených bytů, lze nyní nalézt na nové webové stránce „roominspirations“, .</w:t>
      </w:r>
    </w:p>
    <w:p w14:paraId="05D09F2E" w14:textId="47867981" w:rsidR="00962CF3" w:rsidRPr="007864B5" w:rsidRDefault="009D404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1836F1">
        <w:rPr>
          <w:rFonts w:ascii="Arial" w:hAnsi="Arial" w:cs="Arial"/>
          <w:color w:val="00B0F0"/>
          <w:sz w:val="24"/>
          <w:szCs w:val="24"/>
        </w:rPr>
        <w:t xml:space="preserve"> </w:t>
      </w:r>
    </w:p>
    <w:p w14:paraId="0B663837" w14:textId="1DED484B" w:rsidR="008A1AE1" w:rsidRDefault="007A73B9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"roominspirations" jsou rozmanité inspirace: nové využití výrobků, nápady na atraktivní nábytek, řešení interiérů podle globálních trendů i vybavení splňující nejrůznější osobité požadavky. V prémiovém segmentu se žádá mimořádný nábytek, který překvapí exkluzivním designem a nečekaným výkonem. Ale Hettich rovněž předvádí, jak lze multifunkční nábytkové koncepty využít k bydlení na malé ploše, aniž byste obětovali komfort. Kreativní řešení dokonce do interiéru začlení i home office. Vhodné řešení nábytku rychle najde každý, kdo cíleně hledá na </w:t>
      </w:r>
      <w:r>
        <w:rPr>
          <w:rFonts w:ascii="Arial" w:hAnsi="Arial" w:cs="Arial"/>
          <w:sz w:val="24"/>
          <w:szCs w:val="24"/>
        </w:rPr>
        <w:lastRenderedPageBreak/>
        <w:t>„roominspirations“ v kategoriích kuchyň, obývací pokoj, koupelna, ložnice, technická místnost, šatna, schodiště, venkovní kuchyně, prodejna i nový styl práce.</w:t>
      </w:r>
    </w:p>
    <w:p w14:paraId="41C62BE8" w14:textId="77777777" w:rsidR="008A1AE1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019C70E" w14:textId="32FB3280" w:rsidR="007A73B9" w:rsidRPr="00933965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Návrhy nábytku lze nejen prohlížet online ve 3D, ale mnohé z nich lze také opravdu realizovat: Hettich na „roominspirations“ nabízí CAD data, výrobní dokumentaci a obrázky k bezplatnému stažení.</w:t>
      </w:r>
    </w:p>
    <w:p w14:paraId="2B2E9CE8" w14:textId="71625E73" w:rsidR="00C62BDE" w:rsidRDefault="00F61A04" w:rsidP="00C62BDE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46156D">
          <w:rPr>
            <w:rStyle w:val="Hyperlink"/>
            <w:rFonts w:ascii="Arial" w:hAnsi="Arial" w:cs="Arial"/>
            <w:sz w:val="24"/>
            <w:szCs w:val="24"/>
          </w:rPr>
          <w:t>https://roominspirations.hettich.com</w:t>
        </w:r>
      </w:hyperlink>
    </w:p>
    <w:p w14:paraId="11CDD851" w14:textId="77BA97C4" w:rsidR="00E15A76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F61A04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46156D">
        <w:rPr>
          <w:rFonts w:cs="Arial"/>
          <w:color w:val="auto"/>
          <w:szCs w:val="24"/>
        </w:rPr>
        <w:t>Následující</w:t>
      </w:r>
      <w:proofErr w:type="spellEnd"/>
      <w:r w:rsidR="0046156D">
        <w:rPr>
          <w:rFonts w:cs="Arial"/>
          <w:color w:val="auto"/>
          <w:szCs w:val="24"/>
        </w:rPr>
        <w:t xml:space="preserve"> </w:t>
      </w:r>
      <w:proofErr w:type="spellStart"/>
      <w:r w:rsidR="0046156D">
        <w:rPr>
          <w:rFonts w:cs="Arial"/>
          <w:color w:val="auto"/>
          <w:szCs w:val="24"/>
        </w:rPr>
        <w:t>obrazový</w:t>
      </w:r>
      <w:proofErr w:type="spellEnd"/>
      <w:r w:rsidR="0046156D">
        <w:rPr>
          <w:rFonts w:cs="Arial"/>
          <w:color w:val="auto"/>
          <w:szCs w:val="24"/>
        </w:rPr>
        <w:t xml:space="preserve"> </w:t>
      </w:r>
      <w:proofErr w:type="spellStart"/>
      <w:r w:rsidR="0046156D">
        <w:rPr>
          <w:rFonts w:cs="Arial"/>
          <w:color w:val="auto"/>
          <w:szCs w:val="24"/>
        </w:rPr>
        <w:t>materiál</w:t>
      </w:r>
      <w:proofErr w:type="spellEnd"/>
      <w:r w:rsidR="0046156D">
        <w:rPr>
          <w:rFonts w:cs="Arial"/>
          <w:color w:val="auto"/>
          <w:szCs w:val="24"/>
        </w:rPr>
        <w:t xml:space="preserve"> je k dispozici ke stažení na </w:t>
      </w:r>
      <w:r w:rsidR="0046156D">
        <w:rPr>
          <w:rFonts w:cs="Arial"/>
          <w:b/>
          <w:bCs/>
          <w:color w:val="auto"/>
          <w:szCs w:val="24"/>
        </w:rPr>
        <w:t>www.hettich.com</w:t>
      </w:r>
      <w:r w:rsidR="0046156D">
        <w:rPr>
          <w:rFonts w:cs="Arial"/>
          <w:color w:val="auto"/>
          <w:szCs w:val="24"/>
        </w:rPr>
        <w:t>, menu</w:t>
      </w:r>
      <w:r w:rsidR="0046156D">
        <w:rPr>
          <w:rFonts w:cs="Arial"/>
          <w:b/>
          <w:bCs/>
          <w:color w:val="auto"/>
          <w:szCs w:val="24"/>
        </w:rPr>
        <w:t xml:space="preserve"> "Tisk"</w:t>
      </w:r>
      <w:r w:rsidR="0046156D">
        <w:rPr>
          <w:rFonts w:cs="Arial"/>
          <w:color w:val="auto"/>
          <w:szCs w:val="24"/>
        </w:rPr>
        <w:t>:</w:t>
      </w:r>
    </w:p>
    <w:p w14:paraId="654A42F3" w14:textId="67A5A69D" w:rsidR="003E7C95" w:rsidRPr="00901326" w:rsidRDefault="000F2E42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58F5BB89" wp14:editId="41EB726A">
            <wp:extent cx="2219325" cy="160242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_Roominspirations_180x130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849" cy="161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110BC315" w:rsidR="00E20133" w:rsidRPr="004546A9" w:rsidRDefault="00943F35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202023_a</w:t>
      </w:r>
    </w:p>
    <w:p w14:paraId="62B996FE" w14:textId="23754FC8" w:rsidR="00AD188F" w:rsidRPr="00397C0E" w:rsidRDefault="00261335" w:rsidP="00AD188F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Nové webové stránky Hettich "roominspirations": Ve virtuálním showroomu se můžete ponořit do tematických oblastí. Díky přehledným filtrům pro vyhledávání naleznete inspiraci v konkrétních nových konceptech z různých oblastí bydlení. Foto: Hettich</w:t>
      </w:r>
    </w:p>
    <w:p w14:paraId="7DE62CA3" w14:textId="1E2F1D2A" w:rsidR="00933965" w:rsidRPr="00397C0E" w:rsidRDefault="00933965" w:rsidP="000B4D30">
      <w:pPr>
        <w:rPr>
          <w:rFonts w:cs="Arial"/>
          <w:bCs/>
          <w:color w:val="auto"/>
          <w:sz w:val="22"/>
          <w:szCs w:val="22"/>
        </w:rPr>
      </w:pPr>
    </w:p>
    <w:p w14:paraId="2D9C691B" w14:textId="77777777" w:rsidR="0058230F" w:rsidRPr="000B4D30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0A349929" w14:textId="26B1B1A6" w:rsidR="000F2E42" w:rsidRDefault="002613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69A956EB" wp14:editId="30D21A8D">
            <wp:extent cx="2224405" cy="1606096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_Roominspirations_180x130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420" cy="163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4B46B80E" w:rsidR="003E7C95" w:rsidRPr="000B4D30" w:rsidRDefault="00943F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202023_b</w:t>
      </w:r>
    </w:p>
    <w:p w14:paraId="516E01BE" w14:textId="3E4CE129" w:rsidR="00A440B1" w:rsidRDefault="006A7C56" w:rsidP="00814AD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>„roominspirations“ jsou názorné: P</w:t>
      </w:r>
      <w:r>
        <w:rPr>
          <w:rFonts w:cs="Arial"/>
          <w:color w:val="auto"/>
          <w:sz w:val="22"/>
          <w:szCs w:val="22"/>
        </w:rPr>
        <w:t>omocí myši lze zobrazit nábytek v otevřeném a zavřeném stavu a tyto pohledy porovnat. Foto: Hettich</w:t>
      </w:r>
      <w:r>
        <w:rPr>
          <w:rFonts w:cs="Arial"/>
          <w:color w:val="auto"/>
          <w:sz w:val="22"/>
          <w:szCs w:val="22"/>
        </w:rPr>
        <w:br/>
      </w:r>
    </w:p>
    <w:p w14:paraId="69007A50" w14:textId="1C7962C6" w:rsidR="00F80F40" w:rsidRDefault="002613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 w:val="22"/>
          <w:szCs w:val="22"/>
        </w:rPr>
        <w:lastRenderedPageBreak/>
        <w:drawing>
          <wp:inline distT="0" distB="0" distL="0" distR="0" wp14:anchorId="77CF0A1D" wp14:editId="7B54F6AB">
            <wp:extent cx="2225034" cy="1606550"/>
            <wp:effectExtent l="0" t="0" r="444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_Roominspirations_180x130_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383" cy="1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DCD3" w14:textId="59053D53" w:rsidR="00F80F40" w:rsidRPr="000B4D30" w:rsidRDefault="00943F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202023_c</w:t>
      </w:r>
    </w:p>
    <w:p w14:paraId="4D2947F1" w14:textId="4D7356DA" w:rsidR="00F80F40" w:rsidRPr="00AC3312" w:rsidRDefault="006A7C56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Na "roominspirations" jsou výrobky Hettich na dosah: Stačí kliknout na jednotlivé "hotspoty" a získáte další informace o použitých produktech, videa, návody, odkazy atd. Foto: Hettich</w:t>
      </w:r>
    </w:p>
    <w:p w14:paraId="599178D3" w14:textId="3CD52433" w:rsidR="00814AD8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71E6B9AF" w14:textId="77777777" w:rsidR="00814AD8" w:rsidRPr="00814AD8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 w:rsidRPr="00814AD8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5E6033A5" wp14:editId="2BAA268C">
            <wp:extent cx="2254232" cy="1627632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23_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65" cy="163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E5DEB" w14:textId="77777777" w:rsidR="00814AD8" w:rsidRPr="00AC3312" w:rsidRDefault="00814AD8" w:rsidP="00814AD8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202023_d</w:t>
      </w:r>
    </w:p>
    <w:p w14:paraId="24EE2077" w14:textId="117A42D8" w:rsidR="00814AD8" w:rsidRPr="00AC3312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Web Hettich „roominspirations“ Vás zve na 3D průzkum: Můžete si zde prohlížet nábytek z různých perspektiv ve 3D a s animovaným pohybem. Foto: Hettich</w:t>
      </w:r>
    </w:p>
    <w:p w14:paraId="5E796363" w14:textId="77777777" w:rsidR="00814AD8" w:rsidRPr="00AC3312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2232D4F" w14:textId="7AF6B413"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5673B01" w14:textId="77777777" w:rsidR="00F36315" w:rsidRPr="000B4D30" w:rsidRDefault="00F36315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společnosti Hettich</w:t>
      </w:r>
    </w:p>
    <w:p w14:paraId="713EB1E7" w14:textId="6374B00A" w:rsidR="00571996" w:rsidRPr="0060311A" w:rsidRDefault="00571996" w:rsidP="00571996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Firma Hettich byla založena v roce 1888 a dnes je jedním z největších a nejúspěšnějších výrobců nábytkového kování na světě. Sídlem rodinné společnosti je Kirchlengern ve Východním Vestfálsku  - v srdci německého nábytkářského průmyslu. Přibližně 8.000 kolegů v téměř 80 zemích pracuje společně na poskytování udržitelných řešení pro nábytkářský průmysl. Značka Hettich s mottem „It's all in Hettich“ představuje ucelenou nabídku, důsledně zaměřenou na potřeby zákazníků po celém světě. Nejvyšší prioritu má již tradičně udržitelnost s ohledem na sociální, společenské a ekologické aspekty. </w:t>
      </w:r>
      <w:hyperlink r:id="rId14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0EBABCC5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E05D73">
      <w:headerReference w:type="default" r:id="rId15"/>
      <w:footerReference w:type="default" r:id="rId16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7E89CE8E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7C62895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2CA71C45" w:rsidR="003153CC" w:rsidRPr="003153CC" w:rsidRDefault="00F95FB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Zašlete nám prosím výtisk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Německo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2CA71C45" w:rsidR="003153CC" w:rsidRPr="003153CC" w:rsidRDefault="00F95FB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Zašlete nám prosím výtisk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02B7B13D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PR_202023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02B7B13D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PR_202023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04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inspirations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cs-cz/vyrobky-hettich-eshop/katalog-nabytkove-kovani" TargetMode="External"/><Relationship Id="rId14" Type="http://schemas.openxmlformats.org/officeDocument/2006/relationships/hyperlink" Target="http://www.hettich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FBD25-5C1D-48FF-AD1F-8D45584D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456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Novinky pro Hettich Forum a na webu „roominspirations“: Inspirace pro úspěšné nábytkové koncepty</vt:lpstr>
      <vt:lpstr>Hettich zeigt Innovationen zur Eurobois 2022: Möbelgestaltung nach Wunsch und wandelbare Räume</vt:lpstr>
    </vt:vector>
  </TitlesOfParts>
  <Company>.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Novinky pro Hettich Forum a na webu „roominspirations“: Inspirace pro úspěšné nábytkové koncepty</dc:title>
  <dc:creator>Prototype</dc:creator>
  <cp:lastModifiedBy>Anke Wöhler</cp:lastModifiedBy>
  <cp:revision>15</cp:revision>
  <cp:lastPrinted>2023-07-17T06:29:00Z</cp:lastPrinted>
  <dcterms:created xsi:type="dcterms:W3CDTF">2023-07-14T12:50:00Z</dcterms:created>
  <dcterms:modified xsi:type="dcterms:W3CDTF">2023-08-14T06:29:00Z</dcterms:modified>
</cp:coreProperties>
</file>