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2D217" w14:textId="34C5071D" w:rsidR="00DF4E13" w:rsidRPr="00AE7FEC" w:rsidRDefault="00317F7D" w:rsidP="00DF4E1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bCs/>
          <w:sz w:val="28"/>
          <w:szCs w:val="28"/>
          <w:lang w:val="it-IT"/>
        </w:rPr>
      </w:pPr>
      <w:r>
        <w:rPr>
          <w:rFonts w:ascii="Arial" w:hAnsi="Arial" w:cs="Arial"/>
          <w:b/>
          <w:bCs/>
          <w:sz w:val="28"/>
          <w:szCs w:val="28"/>
          <w:lang w:val="it-IT"/>
        </w:rPr>
        <w:t>Inaugurazione di Hettich Vietnam</w:t>
      </w:r>
    </w:p>
    <w:p w14:paraId="689FBCF3" w14:textId="4B12ACFA" w:rsidR="00DF4E13" w:rsidRPr="00AE7FEC" w:rsidRDefault="00317F7D" w:rsidP="00DF4E13">
      <w:pPr>
        <w:pStyle w:val="KeinLeerraum"/>
        <w:widowControl w:val="0"/>
        <w:suppressAutoHyphens/>
        <w:spacing w:line="360" w:lineRule="auto"/>
        <w:rPr>
          <w:rFonts w:ascii="Arial" w:eastAsia="Times New Roman" w:hAnsi="Arial"/>
          <w:b/>
          <w:sz w:val="24"/>
          <w:szCs w:val="24"/>
          <w:lang w:val="it-IT"/>
        </w:rPr>
      </w:pPr>
      <w:r>
        <w:rPr>
          <w:rFonts w:ascii="Arial" w:eastAsia="Times New Roman" w:hAnsi="Arial"/>
          <w:b/>
          <w:bCs/>
          <w:sz w:val="24"/>
          <w:szCs w:val="24"/>
          <w:lang w:val="it-IT"/>
        </w:rPr>
        <w:t>Hettich e FGV insieme verso un futuro sostenibile</w:t>
      </w:r>
    </w:p>
    <w:p w14:paraId="25113916" w14:textId="77777777" w:rsidR="00E83382" w:rsidRPr="00AE7FEC" w:rsidRDefault="00E83382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0C693560" w14:textId="7081B460" w:rsidR="000444A0" w:rsidRPr="00AE7FEC" w:rsidRDefault="000444A0" w:rsidP="000444A0">
      <w:pPr>
        <w:spacing w:line="360" w:lineRule="auto"/>
        <w:rPr>
          <w:rFonts w:eastAsia="Calibri" w:cs="Arial"/>
          <w:b/>
          <w:color w:val="auto"/>
          <w:szCs w:val="24"/>
          <w:lang w:val="it-IT"/>
        </w:rPr>
      </w:pPr>
      <w:r>
        <w:rPr>
          <w:rFonts w:eastAsia="Calibri" w:cs="Arial"/>
          <w:b/>
          <w:bCs/>
          <w:color w:val="auto"/>
          <w:szCs w:val="24"/>
          <w:lang w:val="it-IT"/>
        </w:rPr>
        <w:t xml:space="preserve">A gennaio 2025 sarà inaugurata Hettich Vietnam, la prima filiale comune di Hettich e FGV. Quest’ultimo anno ha visto le due aziende a conduzione familiare unire le proprie forze a livello globale nel settore della ferramenta per mobili fino ad arrivare, con Hettich Vietnam, alla creazione di un’azienda in grado di offrire soluzioni personalizzate </w:t>
      </w:r>
      <w:r w:rsidR="002C2131">
        <w:rPr>
          <w:rFonts w:eastAsia="Calibri" w:cs="Arial"/>
          <w:b/>
          <w:bCs/>
          <w:color w:val="auto"/>
          <w:szCs w:val="24"/>
          <w:lang w:val="it-IT"/>
        </w:rPr>
        <w:t>in</w:t>
      </w:r>
      <w:r>
        <w:rPr>
          <w:rFonts w:eastAsia="Calibri" w:cs="Arial"/>
          <w:b/>
          <w:bCs/>
          <w:color w:val="auto"/>
          <w:szCs w:val="24"/>
          <w:lang w:val="it-IT"/>
        </w:rPr>
        <w:t xml:space="preserve"> un </w:t>
      </w:r>
      <w:r w:rsidRPr="003533D9">
        <w:rPr>
          <w:rFonts w:eastAsia="Calibri" w:cs="Arial"/>
          <w:b/>
          <w:bCs/>
          <w:color w:val="auto"/>
          <w:szCs w:val="24"/>
          <w:lang w:val="it-IT"/>
        </w:rPr>
        <w:t xml:space="preserve">settore </w:t>
      </w:r>
      <w:r w:rsidR="00812631" w:rsidRPr="003533D9">
        <w:rPr>
          <w:rFonts w:eastAsia="Calibri" w:cs="Arial"/>
          <w:b/>
          <w:bCs/>
          <w:color w:val="auto"/>
          <w:szCs w:val="24"/>
          <w:lang w:val="it-IT"/>
        </w:rPr>
        <w:t xml:space="preserve">in forte espansione </w:t>
      </w:r>
      <w:r w:rsidRPr="003533D9">
        <w:rPr>
          <w:rFonts w:eastAsia="Calibri" w:cs="Arial"/>
          <w:b/>
          <w:bCs/>
          <w:color w:val="auto"/>
          <w:szCs w:val="24"/>
          <w:lang w:val="it-IT"/>
        </w:rPr>
        <w:t xml:space="preserve">come </w:t>
      </w:r>
      <w:r w:rsidR="00AE7FEC" w:rsidRPr="003533D9">
        <w:rPr>
          <w:rFonts w:eastAsia="Calibri" w:cs="Arial"/>
          <w:b/>
          <w:bCs/>
          <w:color w:val="auto"/>
          <w:szCs w:val="24"/>
          <w:lang w:val="it-IT"/>
        </w:rPr>
        <w:t xml:space="preserve">è </w:t>
      </w:r>
      <w:r w:rsidRPr="003533D9">
        <w:rPr>
          <w:rFonts w:eastAsia="Calibri" w:cs="Arial"/>
          <w:b/>
          <w:bCs/>
          <w:color w:val="auto"/>
          <w:szCs w:val="24"/>
          <w:lang w:val="it-IT"/>
        </w:rPr>
        <w:t>quello della produzione e della</w:t>
      </w:r>
      <w:r>
        <w:rPr>
          <w:rFonts w:eastAsia="Calibri" w:cs="Arial"/>
          <w:b/>
          <w:bCs/>
          <w:color w:val="auto"/>
          <w:szCs w:val="24"/>
          <w:lang w:val="it-IT"/>
        </w:rPr>
        <w:t xml:space="preserve"> distribuzione di mobili in Vietnam.</w:t>
      </w:r>
    </w:p>
    <w:p w14:paraId="7327607A" w14:textId="77777777" w:rsidR="000444A0" w:rsidRPr="00AE7FEC" w:rsidRDefault="000444A0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it-IT"/>
        </w:rPr>
      </w:pPr>
    </w:p>
    <w:p w14:paraId="6CD7DB3A" w14:textId="77777777" w:rsidR="000444A0" w:rsidRPr="00AE7FEC" w:rsidRDefault="000444A0" w:rsidP="000444A0">
      <w:pPr>
        <w:spacing w:line="360" w:lineRule="auto"/>
        <w:rPr>
          <w:b/>
          <w:bCs/>
          <w:szCs w:val="24"/>
          <w:lang w:val="it-IT"/>
        </w:rPr>
      </w:pPr>
      <w:r>
        <w:rPr>
          <w:b/>
          <w:bCs/>
          <w:szCs w:val="24"/>
          <w:lang w:val="it-IT"/>
        </w:rPr>
        <w:t>I vantaggi di una filiale in Vietnam</w:t>
      </w:r>
    </w:p>
    <w:p w14:paraId="602AC23C" w14:textId="77777777" w:rsidR="000444A0" w:rsidRPr="00AE7FEC" w:rsidRDefault="000444A0" w:rsidP="000444A0">
      <w:pPr>
        <w:spacing w:line="360" w:lineRule="auto"/>
        <w:rPr>
          <w:szCs w:val="24"/>
          <w:lang w:val="it-IT"/>
        </w:rPr>
      </w:pPr>
    </w:p>
    <w:p w14:paraId="30023B07" w14:textId="25F0F9B1" w:rsidR="000444A0" w:rsidRPr="00AE7FEC" w:rsidRDefault="000444A0" w:rsidP="000444A0">
      <w:pPr>
        <w:spacing w:line="360" w:lineRule="auto"/>
        <w:rPr>
          <w:szCs w:val="24"/>
          <w:lang w:val="it-IT"/>
        </w:rPr>
      </w:pPr>
      <w:r>
        <w:rPr>
          <w:szCs w:val="24"/>
          <w:lang w:val="it-IT"/>
        </w:rPr>
        <w:t>L’insediamento ufficiale dell’azienda in Vietnam rappresenta un</w:t>
      </w:r>
      <w:r w:rsidR="002C2131">
        <w:rPr>
          <w:szCs w:val="24"/>
          <w:lang w:val="it-IT"/>
        </w:rPr>
        <w:t>a</w:t>
      </w:r>
      <w:r>
        <w:rPr>
          <w:szCs w:val="24"/>
          <w:lang w:val="it-IT"/>
        </w:rPr>
        <w:t xml:space="preserve"> </w:t>
      </w:r>
      <w:r w:rsidR="002C2131">
        <w:rPr>
          <w:szCs w:val="24"/>
          <w:lang w:val="it-IT"/>
        </w:rPr>
        <w:t>tappa importante</w:t>
      </w:r>
      <w:r>
        <w:rPr>
          <w:szCs w:val="24"/>
          <w:lang w:val="it-IT"/>
        </w:rPr>
        <w:t xml:space="preserve"> </w:t>
      </w:r>
      <w:r w:rsidR="002C2131">
        <w:rPr>
          <w:szCs w:val="24"/>
          <w:lang w:val="it-IT"/>
        </w:rPr>
        <w:t>per</w:t>
      </w:r>
      <w:r>
        <w:rPr>
          <w:szCs w:val="24"/>
          <w:lang w:val="it-IT"/>
        </w:rPr>
        <w:t xml:space="preserve"> un mercato in </w:t>
      </w:r>
      <w:r w:rsidR="002C2131">
        <w:rPr>
          <w:szCs w:val="24"/>
          <w:lang w:val="it-IT"/>
        </w:rPr>
        <w:t>espansione</w:t>
      </w:r>
      <w:r>
        <w:rPr>
          <w:szCs w:val="24"/>
          <w:lang w:val="it-IT"/>
        </w:rPr>
        <w:t xml:space="preserve"> come quello dell’arredamento. </w:t>
      </w:r>
      <w:r>
        <w:rPr>
          <w:color w:val="auto"/>
          <w:szCs w:val="24"/>
          <w:lang w:val="it-IT"/>
        </w:rPr>
        <w:t>Questo investimento strategico del Gruppo Hettich è prova della visione a lungo termine dell’azienda e della sua volontà di espandersi e favorire lo sviluppo sostenibile nei mercati in crescita dell’</w:t>
      </w:r>
      <w:r>
        <w:rPr>
          <w:szCs w:val="24"/>
          <w:lang w:val="it-IT"/>
        </w:rPr>
        <w:t xml:space="preserve">Asia, ma anche di continuare a dettare le tendenze e a trainare i mercati nella sua categoria. “Essere presenti in questo </w:t>
      </w:r>
      <w:r w:rsidR="002C2131">
        <w:rPr>
          <w:szCs w:val="24"/>
          <w:lang w:val="it-IT"/>
        </w:rPr>
        <w:t>mercato</w:t>
      </w:r>
      <w:r>
        <w:rPr>
          <w:szCs w:val="24"/>
          <w:lang w:val="it-IT"/>
        </w:rPr>
        <w:t xml:space="preserve"> per noi non è abbastanza” spiega Jana Schönfeld, Amministratore Delegato del Gruppo Hettich. “Vogliamo diventare parte integrante della comunità vietnamita e condividere le innovazioni e le esperienze che nascono e maturano in Germania e in Italia.”</w:t>
      </w:r>
    </w:p>
    <w:p w14:paraId="00DECAFC" w14:textId="77777777" w:rsidR="000444A0" w:rsidRPr="00AE7FEC" w:rsidRDefault="000444A0" w:rsidP="000444A0">
      <w:pPr>
        <w:spacing w:line="360" w:lineRule="auto"/>
        <w:rPr>
          <w:szCs w:val="24"/>
          <w:lang w:val="it-IT"/>
        </w:rPr>
      </w:pPr>
    </w:p>
    <w:p w14:paraId="609F583A" w14:textId="77777777" w:rsidR="000444A0" w:rsidRPr="00AE7FEC" w:rsidRDefault="000444A0" w:rsidP="000444A0">
      <w:pPr>
        <w:spacing w:line="360" w:lineRule="auto"/>
        <w:rPr>
          <w:b/>
          <w:bCs/>
          <w:color w:val="auto"/>
          <w:szCs w:val="24"/>
          <w:lang w:val="it-IT"/>
        </w:rPr>
      </w:pPr>
      <w:r>
        <w:rPr>
          <w:b/>
          <w:bCs/>
          <w:color w:val="auto"/>
          <w:szCs w:val="24"/>
          <w:lang w:val="it-IT"/>
        </w:rPr>
        <w:t>Approccio locale e strategie personalizzate</w:t>
      </w:r>
    </w:p>
    <w:p w14:paraId="5B775D34" w14:textId="77777777" w:rsidR="000444A0" w:rsidRPr="00AE7FEC" w:rsidRDefault="000444A0" w:rsidP="000444A0">
      <w:pPr>
        <w:spacing w:line="360" w:lineRule="auto"/>
        <w:rPr>
          <w:color w:val="auto"/>
          <w:szCs w:val="24"/>
          <w:lang w:val="it-IT"/>
        </w:rPr>
      </w:pPr>
    </w:p>
    <w:p w14:paraId="5C089D5C" w14:textId="0FB75FE6" w:rsidR="000444A0" w:rsidRPr="00AE7FEC" w:rsidRDefault="000444A0" w:rsidP="000444A0">
      <w:pPr>
        <w:spacing w:line="360" w:lineRule="auto"/>
        <w:rPr>
          <w:color w:val="auto"/>
          <w:szCs w:val="24"/>
          <w:lang w:val="it-IT"/>
        </w:rPr>
      </w:pPr>
      <w:r>
        <w:rPr>
          <w:szCs w:val="24"/>
          <w:lang w:val="it-IT"/>
        </w:rPr>
        <w:lastRenderedPageBreak/>
        <w:t xml:space="preserve">La costituzione di una filiale ufficiale in Vietnam, a cui spetterà il compito di vendere prodotti sia Hettich che FGV, </w:t>
      </w:r>
      <w:r>
        <w:rPr>
          <w:color w:val="auto"/>
          <w:szCs w:val="24"/>
          <w:lang w:val="it-IT"/>
        </w:rPr>
        <w:t>non solo aumenta le opportunità di vendita ma favorisce anche l’instaurarsi di solide partnership con rinomate aziende locali</w:t>
      </w:r>
      <w:r>
        <w:rPr>
          <w:szCs w:val="24"/>
          <w:lang w:val="it-IT"/>
        </w:rPr>
        <w:t xml:space="preserve">. “In un mercato in rapido sviluppo come quello vietnamita, è importante conoscere </w:t>
      </w:r>
      <w:r w:rsidR="00AE7FEC">
        <w:rPr>
          <w:szCs w:val="24"/>
          <w:lang w:val="it-IT"/>
        </w:rPr>
        <w:t>bene</w:t>
      </w:r>
      <w:r>
        <w:rPr>
          <w:szCs w:val="24"/>
          <w:lang w:val="it-IT"/>
        </w:rPr>
        <w:t xml:space="preserve"> le condizioni locali”, spiega Matthias Bertl, Amministratore Delegato di Hettich Southeast Asia. Ecco perché Hettich Vietnam è l’unico fornitore che distribuisce prodotti innovativi e di qualità </w:t>
      </w:r>
      <w:r w:rsidR="00812631" w:rsidRPr="003533D9">
        <w:rPr>
          <w:szCs w:val="24"/>
          <w:lang w:val="it-IT"/>
        </w:rPr>
        <w:t>senza precedenti</w:t>
      </w:r>
      <w:r w:rsidRPr="003533D9">
        <w:rPr>
          <w:szCs w:val="24"/>
          <w:lang w:val="it-IT"/>
        </w:rPr>
        <w:t>, a cui</w:t>
      </w:r>
      <w:r>
        <w:rPr>
          <w:szCs w:val="24"/>
          <w:lang w:val="it-IT"/>
        </w:rPr>
        <w:t xml:space="preserve"> si aggiunge un servizio di assistenza completa per i professionisti, con l’obiettivo di sviluppare insieme soluzioni </w:t>
      </w:r>
      <w:r w:rsidR="00AE7FEC">
        <w:rPr>
          <w:szCs w:val="24"/>
          <w:lang w:val="it-IT"/>
        </w:rPr>
        <w:t>per</w:t>
      </w:r>
      <w:r>
        <w:rPr>
          <w:szCs w:val="24"/>
          <w:lang w:val="it-IT"/>
        </w:rPr>
        <w:t xml:space="preserve"> migliorare lo stile di vita dei consumatori di tutto il Paese</w:t>
      </w:r>
      <w:r>
        <w:rPr>
          <w:color w:val="auto"/>
          <w:szCs w:val="24"/>
          <w:lang w:val="it-IT"/>
        </w:rPr>
        <w:t xml:space="preserve">. Mentre espande i propri canali di distribuzione a livello nazionale per migliorare la visibilità e promuovere la crescita attraverso partnership rafforzate con i rivenditori, Hettich Vietnam fa di tutto per avvicinarsi </w:t>
      </w:r>
      <w:r w:rsidRPr="003533D9">
        <w:rPr>
          <w:color w:val="auto"/>
          <w:szCs w:val="24"/>
          <w:lang w:val="it-IT"/>
        </w:rPr>
        <w:t xml:space="preserve">alle </w:t>
      </w:r>
      <w:r w:rsidR="00812631" w:rsidRPr="003533D9">
        <w:rPr>
          <w:color w:val="auto"/>
          <w:szCs w:val="24"/>
          <w:lang w:val="it-IT"/>
        </w:rPr>
        <w:t xml:space="preserve">realtà </w:t>
      </w:r>
      <w:r w:rsidRPr="003533D9">
        <w:rPr>
          <w:color w:val="auto"/>
          <w:szCs w:val="24"/>
          <w:lang w:val="it-IT"/>
        </w:rPr>
        <w:t>locali del design</w:t>
      </w:r>
      <w:r>
        <w:rPr>
          <w:color w:val="auto"/>
          <w:szCs w:val="24"/>
          <w:lang w:val="it-IT"/>
        </w:rPr>
        <w:t xml:space="preserve"> e dell’arredamento, nonché ai proprietari di </w:t>
      </w:r>
      <w:r w:rsidR="00AE7FEC">
        <w:rPr>
          <w:color w:val="auto"/>
          <w:szCs w:val="24"/>
          <w:lang w:val="it-IT"/>
        </w:rPr>
        <w:t>abitazioni</w:t>
      </w:r>
      <w:r>
        <w:rPr>
          <w:color w:val="auto"/>
          <w:szCs w:val="24"/>
          <w:lang w:val="it-IT"/>
        </w:rPr>
        <w:t xml:space="preserve">, per fornire loro soluzioni innovative e funzionali che soddisfino le preferenze del mercato </w:t>
      </w:r>
      <w:r w:rsidR="002C2131">
        <w:rPr>
          <w:color w:val="auto"/>
          <w:szCs w:val="24"/>
          <w:lang w:val="it-IT"/>
        </w:rPr>
        <w:t>sul posto</w:t>
      </w:r>
      <w:r>
        <w:rPr>
          <w:color w:val="auto"/>
          <w:szCs w:val="24"/>
          <w:lang w:val="it-IT"/>
        </w:rPr>
        <w:t>.”</w:t>
      </w:r>
    </w:p>
    <w:p w14:paraId="506CED7A" w14:textId="77777777" w:rsidR="000444A0" w:rsidRPr="00AE7FEC" w:rsidRDefault="000444A0" w:rsidP="000444A0">
      <w:pPr>
        <w:spacing w:line="360" w:lineRule="auto"/>
        <w:rPr>
          <w:szCs w:val="24"/>
          <w:lang w:val="it-IT"/>
        </w:rPr>
      </w:pPr>
    </w:p>
    <w:p w14:paraId="5189A8AA" w14:textId="77777777" w:rsidR="000444A0" w:rsidRPr="00AE7FEC" w:rsidRDefault="000444A0" w:rsidP="000444A0">
      <w:pPr>
        <w:spacing w:line="360" w:lineRule="auto"/>
        <w:rPr>
          <w:b/>
          <w:bCs/>
          <w:szCs w:val="24"/>
          <w:lang w:val="it-IT"/>
        </w:rPr>
      </w:pPr>
      <w:r>
        <w:rPr>
          <w:b/>
          <w:bCs/>
          <w:szCs w:val="24"/>
          <w:lang w:val="it-IT"/>
        </w:rPr>
        <w:t>Una gamma di prodotti di qualità, in tutto il mondo</w:t>
      </w:r>
    </w:p>
    <w:p w14:paraId="57109D35" w14:textId="77777777" w:rsidR="000444A0" w:rsidRPr="00AE7FEC" w:rsidRDefault="000444A0" w:rsidP="000444A0">
      <w:pPr>
        <w:spacing w:line="360" w:lineRule="auto"/>
        <w:rPr>
          <w:szCs w:val="24"/>
          <w:lang w:val="it-IT"/>
        </w:rPr>
      </w:pPr>
    </w:p>
    <w:p w14:paraId="6709CCFE" w14:textId="2AD239B2" w:rsidR="006E11B3" w:rsidRPr="00AE7FEC" w:rsidRDefault="000444A0" w:rsidP="00184CB0">
      <w:pPr>
        <w:spacing w:line="360" w:lineRule="auto"/>
        <w:rPr>
          <w:szCs w:val="24"/>
          <w:lang w:val="it-IT"/>
        </w:rPr>
      </w:pPr>
      <w:r>
        <w:rPr>
          <w:szCs w:val="24"/>
          <w:lang w:val="it-IT"/>
        </w:rPr>
        <w:t xml:space="preserve">Hettich e FGV propongono entrambe una vasta gamma di prodotti perfettamente complementari tra loro e in grado di soddisfare un ampio ventaglio di esigenze, coprendo così svariati segmenti di mercato. “Hettich e FGV sono due aziende a conduzione familiare con radici simili, condividono gli stessi valori e hanno quindi voluto </w:t>
      </w:r>
      <w:r w:rsidRPr="003533D9">
        <w:rPr>
          <w:szCs w:val="24"/>
          <w:lang w:val="it-IT"/>
        </w:rPr>
        <w:t>unire</w:t>
      </w:r>
      <w:r w:rsidR="006D2545" w:rsidRPr="003533D9">
        <w:rPr>
          <w:szCs w:val="24"/>
          <w:lang w:val="it-IT"/>
        </w:rPr>
        <w:t xml:space="preserve"> le</w:t>
      </w:r>
      <w:r w:rsidRPr="003533D9">
        <w:rPr>
          <w:szCs w:val="24"/>
          <w:lang w:val="it-IT"/>
        </w:rPr>
        <w:t xml:space="preserve"> loro</w:t>
      </w:r>
      <w:r>
        <w:rPr>
          <w:szCs w:val="24"/>
          <w:lang w:val="it-IT"/>
        </w:rPr>
        <w:t xml:space="preserve"> forze”, afferma Uwe Kreidel, Amministratore Delegato di FGV. Insieme possiamo contare su ben 200 anni di esperienza e competenza nel settore, e insieme possiamo offrire ai nostri clienti del sud-est asiatico un reale valore aggiunto. La nostra </w:t>
      </w:r>
      <w:r>
        <w:rPr>
          <w:szCs w:val="24"/>
          <w:lang w:val="it-IT"/>
        </w:rPr>
        <w:lastRenderedPageBreak/>
        <w:t xml:space="preserve">presenza in Vietnam rappresenta un importante traguardo </w:t>
      </w:r>
      <w:r w:rsidR="002C2131">
        <w:rPr>
          <w:szCs w:val="24"/>
          <w:lang w:val="it-IT"/>
        </w:rPr>
        <w:t>nel</w:t>
      </w:r>
      <w:r>
        <w:rPr>
          <w:szCs w:val="24"/>
          <w:lang w:val="it-IT"/>
        </w:rPr>
        <w:t xml:space="preserve"> nostro percorso di condivisione dei </w:t>
      </w:r>
      <w:r w:rsidR="00AE7FEC">
        <w:rPr>
          <w:szCs w:val="24"/>
          <w:lang w:val="it-IT"/>
        </w:rPr>
        <w:t>successi</w:t>
      </w:r>
      <w:r>
        <w:rPr>
          <w:szCs w:val="24"/>
          <w:lang w:val="it-IT"/>
        </w:rPr>
        <w:t>.”</w:t>
      </w:r>
    </w:p>
    <w:p w14:paraId="2A149DFE" w14:textId="77777777" w:rsidR="00184CB0" w:rsidRPr="00AE7FEC" w:rsidRDefault="00184CB0" w:rsidP="00184CB0">
      <w:pPr>
        <w:spacing w:line="360" w:lineRule="auto"/>
        <w:rPr>
          <w:rFonts w:cs="Arial"/>
          <w:szCs w:val="24"/>
          <w:lang w:val="it-IT"/>
        </w:rPr>
      </w:pPr>
    </w:p>
    <w:p w14:paraId="280D7BCA" w14:textId="77777777" w:rsidR="000444A0" w:rsidRPr="00AE7FEC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it-IT"/>
        </w:rPr>
      </w:pPr>
    </w:p>
    <w:p w14:paraId="097F4C3F" w14:textId="77777777" w:rsidR="000444A0" w:rsidRPr="00AE7FEC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it-IT"/>
        </w:rPr>
      </w:pPr>
    </w:p>
    <w:p w14:paraId="62442229" w14:textId="77777777" w:rsidR="000444A0" w:rsidRPr="00AE7FEC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it-IT"/>
        </w:rPr>
      </w:pPr>
    </w:p>
    <w:p w14:paraId="1550767D" w14:textId="77777777" w:rsidR="000444A0" w:rsidRPr="00AE7FEC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it-IT"/>
        </w:rPr>
      </w:pPr>
    </w:p>
    <w:p w14:paraId="4FA55634" w14:textId="77777777" w:rsidR="000444A0" w:rsidRPr="00AE7FEC" w:rsidRDefault="000444A0" w:rsidP="00DF1978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it-IT"/>
        </w:rPr>
      </w:pPr>
    </w:p>
    <w:p w14:paraId="00F7E16E" w14:textId="77777777" w:rsidR="000312D7" w:rsidRPr="000312D7" w:rsidRDefault="000312D7" w:rsidP="000312D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lang w:val="it-IT"/>
        </w:rPr>
      </w:pPr>
      <w:hyperlink r:id="rId8" w:history="1"/>
      <w:r w:rsidRPr="000312D7">
        <w:rPr>
          <w:b/>
          <w:bCs/>
          <w:lang w:val="it-IT"/>
        </w:rPr>
        <w:t>www.hettich.com</w:t>
      </w:r>
      <w:r w:rsidRPr="000312D7">
        <w:rPr>
          <w:lang w:val="it-IT"/>
        </w:rPr>
        <w:t xml:space="preserve"> </w:t>
      </w:r>
    </w:p>
    <w:p w14:paraId="5B2A4F28" w14:textId="7F281BB9" w:rsidR="00870829" w:rsidRPr="00AE7FEC" w:rsidRDefault="000312D7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it-IT"/>
        </w:rPr>
      </w:pPr>
      <w:r w:rsidRPr="000312D7">
        <w:rPr>
          <w:rFonts w:cs="Arial"/>
          <w:color w:val="auto"/>
          <w:szCs w:val="24"/>
          <w:lang w:val="it-IT"/>
        </w:rPr>
        <w:t>Le seguenti immagini sono disponibili per il download nella</w:t>
      </w:r>
      <w:r>
        <w:rPr>
          <w:rFonts w:cs="Arial"/>
          <w:color w:val="auto"/>
          <w:szCs w:val="24"/>
          <w:lang w:val="it-IT"/>
        </w:rPr>
        <w:t xml:space="preserve"> </w:t>
      </w:r>
      <w:r w:rsidR="00870829">
        <w:rPr>
          <w:rFonts w:cs="Arial"/>
          <w:b/>
          <w:bCs/>
          <w:color w:val="auto"/>
          <w:szCs w:val="24"/>
          <w:lang w:val="it-IT"/>
        </w:rPr>
        <w:t>sezione “Stampa”</w:t>
      </w:r>
      <w:r w:rsidR="00870829">
        <w:rPr>
          <w:rFonts w:cs="Arial"/>
          <w:color w:val="auto"/>
          <w:szCs w:val="24"/>
          <w:lang w:val="it-IT"/>
        </w:rPr>
        <w:t xml:space="preserve"> del sito </w:t>
      </w:r>
      <w:hyperlink r:id="rId9" w:history="1">
        <w:r w:rsidR="00870829">
          <w:rPr>
            <w:rStyle w:val="Hyperlink"/>
            <w:rFonts w:cs="Arial"/>
            <w:b/>
            <w:bCs/>
            <w:szCs w:val="24"/>
            <w:lang w:val="it-IT"/>
          </w:rPr>
          <w:t>www.hettich.com</w:t>
        </w:r>
      </w:hyperlink>
      <w:r w:rsidR="00870829">
        <w:rPr>
          <w:rFonts w:cs="Arial"/>
          <w:color w:val="auto"/>
          <w:szCs w:val="24"/>
          <w:lang w:val="it-IT"/>
        </w:rPr>
        <w:t>:</w:t>
      </w:r>
    </w:p>
    <w:p w14:paraId="0203DCE1" w14:textId="77777777" w:rsidR="006E11B3" w:rsidRPr="00AE7FEC" w:rsidRDefault="006E11B3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it-IT"/>
        </w:rPr>
      </w:pPr>
    </w:p>
    <w:p w14:paraId="53670EC6" w14:textId="7CCFB157" w:rsidR="006E11B3" w:rsidRPr="00AE7FEC" w:rsidRDefault="00F733BE" w:rsidP="00F733BE">
      <w:pPr>
        <w:rPr>
          <w:lang w:val="it-IT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46D36259" wp14:editId="3670C108">
            <wp:extent cx="2259185" cy="1630392"/>
            <wp:effectExtent l="0" t="0" r="8255" b="8255"/>
            <wp:docPr id="1737452469" name="Grafik 1" descr="Ein Bild, das Kleidung, Person, Lächeln, Menschliches Ges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452469" name="Grafik 1" descr="Ein Bild, das Kleidung, Person, Lächeln, Menschliches Gesich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009" cy="164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AEA775" w14:textId="03E57A73" w:rsidR="006E11B3" w:rsidRDefault="002F2646" w:rsidP="00F733BE">
      <w:pPr>
        <w:rPr>
          <w:color w:val="auto"/>
          <w:sz w:val="22"/>
          <w:szCs w:val="22"/>
          <w:lang w:val="it-IT"/>
        </w:rPr>
      </w:pPr>
      <w:r>
        <w:rPr>
          <w:color w:val="auto"/>
          <w:sz w:val="22"/>
          <w:szCs w:val="22"/>
          <w:lang w:val="it-IT"/>
        </w:rPr>
        <w:t>032025_a</w:t>
      </w:r>
      <w:r>
        <w:rPr>
          <w:color w:val="auto"/>
          <w:sz w:val="22"/>
          <w:szCs w:val="22"/>
          <w:lang w:val="it-IT"/>
        </w:rPr>
        <w:br/>
        <w:t xml:space="preserve">Cerimonia di inaugurazione di Hettich Vietnam. </w:t>
      </w:r>
      <w:r w:rsidR="00345FC7" w:rsidRPr="00345FC7">
        <w:rPr>
          <w:color w:val="auto"/>
          <w:sz w:val="22"/>
          <w:szCs w:val="22"/>
          <w:lang w:val="it-IT"/>
        </w:rPr>
        <w:t>Interverranno:</w:t>
      </w:r>
      <w:r w:rsidR="00345FC7" w:rsidRPr="00345FC7">
        <w:rPr>
          <w:color w:val="auto"/>
          <w:sz w:val="22"/>
          <w:szCs w:val="22"/>
          <w:lang w:val="it-IT"/>
        </w:rPr>
        <w:t xml:space="preserve"> </w:t>
      </w:r>
      <w:r w:rsidR="00345FC7" w:rsidRPr="00345FC7">
        <w:rPr>
          <w:color w:val="auto"/>
          <w:sz w:val="22"/>
          <w:szCs w:val="22"/>
          <w:lang w:val="it-IT"/>
        </w:rPr>
        <w:t xml:space="preserve">Matthias Bertl (amministratore delegato di Hettich </w:t>
      </w:r>
      <w:proofErr w:type="spellStart"/>
      <w:r w:rsidR="00345FC7" w:rsidRPr="00345FC7">
        <w:rPr>
          <w:color w:val="auto"/>
          <w:sz w:val="22"/>
          <w:szCs w:val="22"/>
          <w:lang w:val="it-IT"/>
        </w:rPr>
        <w:t>Southeast</w:t>
      </w:r>
      <w:proofErr w:type="spellEnd"/>
      <w:r w:rsidR="00345FC7" w:rsidRPr="00345FC7">
        <w:rPr>
          <w:color w:val="auto"/>
          <w:sz w:val="22"/>
          <w:szCs w:val="22"/>
          <w:lang w:val="it-IT"/>
        </w:rPr>
        <w:t xml:space="preserve"> Asia e amministratore delegato di Hettich Vietnam), Jana Schönfeld (amministratore delegato del Gruppo Hettich), Andrea Casoni (direttore commerciale di FGV), Thanh Pham (direttore delle comunicazioni di Hettich </w:t>
      </w:r>
      <w:proofErr w:type="spellStart"/>
      <w:r w:rsidR="00345FC7" w:rsidRPr="00345FC7">
        <w:rPr>
          <w:color w:val="auto"/>
          <w:sz w:val="22"/>
          <w:szCs w:val="22"/>
          <w:lang w:val="it-IT"/>
        </w:rPr>
        <w:t>Southeast</w:t>
      </w:r>
      <w:proofErr w:type="spellEnd"/>
      <w:r w:rsidR="00345FC7" w:rsidRPr="00345FC7">
        <w:rPr>
          <w:color w:val="auto"/>
          <w:sz w:val="22"/>
          <w:szCs w:val="22"/>
          <w:lang w:val="it-IT"/>
        </w:rPr>
        <w:t xml:space="preserve"> Asia e vice amministratore delegato di Hettich Vietnam).</w:t>
      </w:r>
      <w:r w:rsidR="00345FC7" w:rsidRPr="00345FC7">
        <w:rPr>
          <w:color w:val="auto"/>
          <w:sz w:val="22"/>
          <w:szCs w:val="22"/>
          <w:lang w:val="it-IT"/>
        </w:rPr>
        <w:t xml:space="preserve"> </w:t>
      </w:r>
      <w:r>
        <w:rPr>
          <w:color w:val="auto"/>
          <w:sz w:val="22"/>
          <w:szCs w:val="22"/>
          <w:lang w:val="it-IT"/>
        </w:rPr>
        <w:t>Foto: Hettich</w:t>
      </w:r>
    </w:p>
    <w:p w14:paraId="2A901709" w14:textId="77777777" w:rsidR="00F733BE" w:rsidRPr="00AE7FEC" w:rsidRDefault="00F733BE" w:rsidP="006E11B3">
      <w:pPr>
        <w:rPr>
          <w:rFonts w:cs="Arial"/>
          <w:color w:val="auto"/>
          <w:sz w:val="22"/>
          <w:szCs w:val="22"/>
          <w:lang w:val="it-IT"/>
        </w:rPr>
      </w:pPr>
    </w:p>
    <w:p w14:paraId="16D0D27F" w14:textId="68CBD3A3" w:rsidR="006E11B3" w:rsidRPr="00AE7FEC" w:rsidRDefault="00F733BE" w:rsidP="00F733BE">
      <w:pPr>
        <w:rPr>
          <w:noProof/>
          <w:lang w:val="it-IT"/>
        </w:rPr>
      </w:pPr>
      <w:r>
        <w:rPr>
          <w:noProof/>
          <w:color w:val="auto"/>
          <w:sz w:val="22"/>
          <w:szCs w:val="22"/>
          <w:lang w:eastAsia="sv-SE"/>
        </w:rPr>
        <w:drawing>
          <wp:inline distT="0" distB="0" distL="0" distR="0" wp14:anchorId="6E830368" wp14:editId="33269BE7">
            <wp:extent cx="2199736" cy="1587490"/>
            <wp:effectExtent l="0" t="0" r="0" b="0"/>
            <wp:docPr id="1588467725" name="Grafik 4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467725" name="Grafik 4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16" cy="1604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FB17" w14:textId="53B4B504" w:rsidR="006E11B3" w:rsidRPr="00AE7FEC" w:rsidRDefault="002F2646" w:rsidP="00F733BE">
      <w:pPr>
        <w:rPr>
          <w:rFonts w:cs="Arial"/>
          <w:color w:val="auto"/>
          <w:sz w:val="22"/>
          <w:szCs w:val="22"/>
          <w:lang w:val="it-IT"/>
        </w:rPr>
      </w:pPr>
      <w:r>
        <w:rPr>
          <w:color w:val="auto"/>
          <w:sz w:val="22"/>
          <w:szCs w:val="22"/>
          <w:lang w:val="it-IT"/>
        </w:rPr>
        <w:lastRenderedPageBreak/>
        <w:t>032025_b</w:t>
      </w:r>
      <w:r>
        <w:rPr>
          <w:color w:val="auto"/>
          <w:sz w:val="22"/>
          <w:szCs w:val="22"/>
          <w:lang w:val="it-IT"/>
        </w:rPr>
        <w:br/>
        <w:t>Hettich Vietnam è la prima filiale comune di Hettich e FGV. Foto: Hettich</w:t>
      </w:r>
    </w:p>
    <w:p w14:paraId="65D685B2" w14:textId="77777777" w:rsidR="00B91723" w:rsidRPr="00AE7FEC" w:rsidRDefault="00B91723" w:rsidP="006E11B3">
      <w:pPr>
        <w:rPr>
          <w:color w:val="auto"/>
          <w:sz w:val="22"/>
          <w:szCs w:val="22"/>
          <w:lang w:val="it-IT"/>
        </w:rPr>
      </w:pPr>
    </w:p>
    <w:p w14:paraId="739D9BC9" w14:textId="2A1BA1D5" w:rsidR="006E11B3" w:rsidRPr="00AE7FEC" w:rsidRDefault="006E11B3" w:rsidP="006E11B3">
      <w:pPr>
        <w:rPr>
          <w:color w:val="auto"/>
          <w:sz w:val="22"/>
          <w:szCs w:val="22"/>
          <w:lang w:val="it-IT"/>
        </w:rPr>
      </w:pPr>
    </w:p>
    <w:p w14:paraId="7943C2F0" w14:textId="77777777" w:rsidR="00E83382" w:rsidRPr="00AE7FEC" w:rsidRDefault="00E83382" w:rsidP="00E83382">
      <w:pPr>
        <w:rPr>
          <w:lang w:val="it-IT"/>
        </w:rPr>
      </w:pPr>
    </w:p>
    <w:p w14:paraId="149490F2" w14:textId="032F4766" w:rsidR="00E65479" w:rsidRDefault="00F733BE" w:rsidP="00E65C9F">
      <w:pPr>
        <w:widowControl w:val="0"/>
        <w:suppressAutoHyphens/>
        <w:rPr>
          <w:rFonts w:cs="Arial"/>
          <w:color w:val="auto"/>
          <w:sz w:val="22"/>
          <w:szCs w:val="22"/>
          <w:lang w:val="it-IT"/>
        </w:rPr>
      </w:pPr>
      <w:r>
        <w:rPr>
          <w:noProof/>
          <w:lang w:val="en-US"/>
        </w:rPr>
        <w:drawing>
          <wp:inline distT="0" distB="0" distL="0" distR="0" wp14:anchorId="47D2CAD4" wp14:editId="6FDC170A">
            <wp:extent cx="2242868" cy="1493767"/>
            <wp:effectExtent l="0" t="0" r="5080" b="0"/>
            <wp:docPr id="1952298466" name="Grafik 2" descr="Ein Bild, das Kleidung, Person, Mann, Im Hau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298466" name="Grafik 2" descr="Ein Bild, das Kleidung, Person, Mann, Im Haus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960" cy="1515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4400B5" w14:textId="48E9DB20" w:rsidR="00F733BE" w:rsidRDefault="00F733BE" w:rsidP="00E65C9F">
      <w:pPr>
        <w:widowControl w:val="0"/>
        <w:suppressAutoHyphens/>
        <w:rPr>
          <w:color w:val="auto"/>
          <w:sz w:val="22"/>
          <w:szCs w:val="22"/>
          <w:lang w:val="en-US" w:eastAsia="sv-SE"/>
        </w:rPr>
      </w:pPr>
      <w:r>
        <w:rPr>
          <w:color w:val="auto"/>
          <w:sz w:val="22"/>
          <w:szCs w:val="22"/>
          <w:lang w:val="en-US" w:eastAsia="sv-SE"/>
        </w:rPr>
        <w:t>03</w:t>
      </w:r>
      <w:r w:rsidRPr="00B91723">
        <w:rPr>
          <w:color w:val="auto"/>
          <w:sz w:val="22"/>
          <w:szCs w:val="22"/>
          <w:lang w:val="en-US" w:eastAsia="sv-SE"/>
        </w:rPr>
        <w:t>202</w:t>
      </w:r>
      <w:r>
        <w:rPr>
          <w:color w:val="auto"/>
          <w:sz w:val="22"/>
          <w:szCs w:val="22"/>
          <w:lang w:val="en-US" w:eastAsia="sv-SE"/>
        </w:rPr>
        <w:t>5</w:t>
      </w:r>
      <w:r w:rsidRPr="00B91723">
        <w:rPr>
          <w:color w:val="auto"/>
          <w:sz w:val="22"/>
          <w:szCs w:val="22"/>
          <w:lang w:val="en-US" w:eastAsia="sv-SE"/>
        </w:rPr>
        <w:t>_</w:t>
      </w:r>
      <w:r>
        <w:rPr>
          <w:color w:val="auto"/>
          <w:sz w:val="22"/>
          <w:szCs w:val="22"/>
          <w:lang w:val="en-US" w:eastAsia="sv-SE"/>
        </w:rPr>
        <w:t>c</w:t>
      </w:r>
    </w:p>
    <w:p w14:paraId="299B57F1" w14:textId="68D0691A" w:rsidR="00F733BE" w:rsidRDefault="00F733BE" w:rsidP="00E65C9F">
      <w:pPr>
        <w:widowControl w:val="0"/>
        <w:suppressAutoHyphens/>
        <w:rPr>
          <w:rFonts w:cs="Arial"/>
          <w:color w:val="auto"/>
          <w:sz w:val="22"/>
          <w:szCs w:val="22"/>
          <w:lang w:val="it-IT"/>
        </w:rPr>
      </w:pPr>
      <w:r>
        <w:rPr>
          <w:color w:val="auto"/>
          <w:sz w:val="22"/>
          <w:szCs w:val="22"/>
          <w:lang w:val="it-IT"/>
        </w:rPr>
        <w:t>Cerimonia di inaugurazione di Hettich Vietnam.</w:t>
      </w:r>
      <w:r w:rsidRPr="00F733BE">
        <w:rPr>
          <w:color w:val="auto"/>
          <w:sz w:val="22"/>
          <w:szCs w:val="22"/>
          <w:lang w:val="it-IT"/>
        </w:rPr>
        <w:t xml:space="preserve"> </w:t>
      </w:r>
      <w:r>
        <w:rPr>
          <w:color w:val="auto"/>
          <w:sz w:val="22"/>
          <w:szCs w:val="22"/>
          <w:lang w:val="it-IT"/>
        </w:rPr>
        <w:t>Hettich Vietnam è la prima filiale comune di Hettich e FGV. Foto: Hettich</w:t>
      </w:r>
    </w:p>
    <w:p w14:paraId="00477595" w14:textId="77777777" w:rsidR="00F733BE" w:rsidRPr="00AE7FEC" w:rsidRDefault="00F733BE" w:rsidP="00E65C9F">
      <w:pPr>
        <w:widowControl w:val="0"/>
        <w:suppressAutoHyphens/>
        <w:rPr>
          <w:rFonts w:cs="Arial"/>
          <w:color w:val="auto"/>
          <w:sz w:val="22"/>
          <w:szCs w:val="22"/>
          <w:lang w:val="it-IT"/>
        </w:rPr>
      </w:pPr>
    </w:p>
    <w:p w14:paraId="22895960" w14:textId="77777777" w:rsidR="00571996" w:rsidRPr="00AE7FEC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  <w:lang w:val="it-IT"/>
        </w:rPr>
      </w:pPr>
      <w:r>
        <w:rPr>
          <w:rFonts w:cs="Arial"/>
          <w:sz w:val="20"/>
          <w:u w:val="single"/>
          <w:lang w:val="it-IT"/>
        </w:rPr>
        <w:t>Informazioni su Hettich</w:t>
      </w:r>
    </w:p>
    <w:p w14:paraId="0A3679F7" w14:textId="1C613A02" w:rsidR="00E83382" w:rsidRPr="00E83382" w:rsidRDefault="00E83382" w:rsidP="00E83382">
      <w:pPr>
        <w:suppressAutoHyphens/>
        <w:rPr>
          <w:rFonts w:cs="Arial"/>
          <w:color w:val="000000" w:themeColor="text1"/>
          <w:szCs w:val="24"/>
        </w:rPr>
      </w:pPr>
      <w:r>
        <w:rPr>
          <w:rFonts w:cs="Arial"/>
          <w:color w:val="212100"/>
          <w:sz w:val="20"/>
          <w:lang w:val="it-IT"/>
        </w:rPr>
        <w:t>Fondata nel 1888, Hettich è oggi uno dei più grandi produttori di ferramenta per mobili sulla scena internazionale. L’</w:t>
      </w:r>
      <w:r>
        <w:rPr>
          <w:rFonts w:cs="Arial"/>
          <w:color w:val="000000" w:themeColor="text1"/>
          <w:sz w:val="20"/>
          <w:lang w:val="it-IT"/>
        </w:rPr>
        <w:t xml:space="preserve">azienda a conduzione familiare ha sede a </w:t>
      </w:r>
      <w:proofErr w:type="spellStart"/>
      <w:r>
        <w:rPr>
          <w:rFonts w:cs="Arial"/>
          <w:color w:val="000000" w:themeColor="text1"/>
          <w:sz w:val="20"/>
          <w:lang w:val="it-IT"/>
        </w:rPr>
        <w:t>Kirchlengern</w:t>
      </w:r>
      <w:proofErr w:type="spellEnd"/>
      <w:r w:rsidR="005576FE">
        <w:rPr>
          <w:rFonts w:cs="Arial"/>
          <w:color w:val="000000" w:themeColor="text1"/>
          <w:sz w:val="20"/>
          <w:lang w:val="it-IT"/>
        </w:rPr>
        <w:t>,</w:t>
      </w:r>
      <w:r>
        <w:rPr>
          <w:rFonts w:cs="Arial"/>
          <w:color w:val="000000" w:themeColor="text1"/>
          <w:sz w:val="20"/>
          <w:lang w:val="it-IT"/>
        </w:rPr>
        <w:t xml:space="preserve"> nel distretto dell’industria del mobile della Vestfalia orientale. Sono circa 8.600 le colleghe e i colleghi che insieme lavorano per portare le nostre soluzioni orientate al futuro in oltre 100 </w:t>
      </w:r>
      <w:r w:rsidR="005576FE">
        <w:rPr>
          <w:rFonts w:cs="Arial"/>
          <w:color w:val="000000" w:themeColor="text1"/>
          <w:sz w:val="20"/>
          <w:lang w:val="it-IT"/>
        </w:rPr>
        <w:t>P</w:t>
      </w:r>
      <w:r>
        <w:rPr>
          <w:rFonts w:cs="Arial"/>
          <w:color w:val="000000" w:themeColor="text1"/>
          <w:sz w:val="20"/>
          <w:lang w:val="it-IT"/>
        </w:rPr>
        <w:t xml:space="preserve">aesi in tutto il mondo. È all’insegna del suo motto aziendale “It’s all in Hettich”, promessa di una gamma completa di prodotti e servizi, che Hettich si impegna a proporre soluzioni mirate a soddisfare ogni esigenza dei propri clienti in tutto il mondo. Un impegno in cui il tema della sostenibilità, declinato </w:t>
      </w:r>
      <w:r>
        <w:rPr>
          <w:rFonts w:cs="Arial"/>
          <w:color w:val="212100"/>
          <w:sz w:val="20"/>
          <w:lang w:val="it-IT"/>
        </w:rPr>
        <w:t xml:space="preserve">nei suoi aspetti sociali ed ambientali, ha sempre avuto la massima priorità. </w:t>
      </w:r>
      <w:hyperlink r:id="rId13" w:history="1">
        <w:r>
          <w:rPr>
            <w:rStyle w:val="Hyperlink"/>
            <w:rFonts w:cs="Arial"/>
            <w:color w:val="000000" w:themeColor="text1"/>
            <w:sz w:val="20"/>
            <w:lang w:val="it-IT"/>
          </w:rPr>
          <w:t>www.hettich.com</w:t>
        </w:r>
      </w:hyperlink>
      <w:r>
        <w:rPr>
          <w:rFonts w:cs="Arial"/>
          <w:color w:val="000000" w:themeColor="text1"/>
          <w:sz w:val="20"/>
          <w:lang w:val="it-IT"/>
        </w:rPr>
        <w:t xml:space="preserve"> </w:t>
      </w:r>
    </w:p>
    <w:p w14:paraId="66F1B426" w14:textId="77777777" w:rsidR="00571996" w:rsidRDefault="00571996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p w14:paraId="68B6C9AA" w14:textId="77777777" w:rsidR="00B91723" w:rsidRDefault="00B91723" w:rsidP="00E65479">
      <w:pPr>
        <w:suppressAutoHyphens/>
        <w:rPr>
          <w:rFonts w:cs="Arial"/>
          <w:color w:val="000000" w:themeColor="text1"/>
          <w:sz w:val="22"/>
          <w:szCs w:val="22"/>
        </w:rPr>
      </w:pPr>
    </w:p>
    <w:sectPr w:rsidR="00B91723" w:rsidSect="00E05D73">
      <w:headerReference w:type="default" r:id="rId14"/>
      <w:footerReference w:type="default" r:id="rId15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AC00D" w14:textId="77777777" w:rsidR="00FF62DD" w:rsidRDefault="00FF62DD">
      <w:r>
        <w:separator/>
      </w:r>
    </w:p>
  </w:endnote>
  <w:endnote w:type="continuationSeparator" w:id="0">
    <w:p w14:paraId="25F004B8" w14:textId="77777777" w:rsidR="00FF62DD" w:rsidRDefault="00FF6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Agfa Rotis Sans Serif Ex Bold">
    <w:altName w:val="Calibri"/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A16B9" w14:textId="77777777" w:rsidR="006F175E" w:rsidRDefault="00BC10E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color w:val="FF0000"/>
        <w:lang w:val="it-IT" w:eastAsia="it-IT"/>
      </w:rPr>
      <mc:AlternateContent>
        <mc:Choice Requires="wps">
          <w:drawing>
            <wp:anchor distT="0" distB="0" distL="114300" distR="114300" simplePos="0" relativeHeight="251668992" behindDoc="0" locked="0" layoutInCell="0" allowOverlap="1" wp14:anchorId="46642943" wp14:editId="0B8FDB77">
              <wp:simplePos x="0" y="0"/>
              <wp:positionH relativeFrom="rightMargin">
                <wp:posOffset>1343660</wp:posOffset>
              </wp:positionH>
              <wp:positionV relativeFrom="page">
                <wp:posOffset>9531985</wp:posOffset>
              </wp:positionV>
              <wp:extent cx="554355" cy="243840"/>
              <wp:effectExtent l="0" t="0" r="1905" b="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4355" cy="243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50193247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ED33E6E" w14:textId="0D9E46E6" w:rsidR="006920FD" w:rsidRPr="006920FD" w:rsidRDefault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begin"/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instrText>PAGE  \* MERGEFORMAT</w:instrTex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separate"/>
                              </w:r>
                              <w:r w:rsidR="006D2545">
                                <w:rPr>
                                  <w:rFonts w:ascii="Agfa Rotis Sans Serif" w:hAnsi="Agfa Rotis Sans Serif"/>
                                  <w:noProof/>
                                  <w:sz w:val="22"/>
                                  <w:szCs w:val="22"/>
                                  <w:lang w:val="it-IT"/>
                                </w:rPr>
                                <w:t>1</w: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642943" id="Rectangle 10" o:spid="_x0000_s1030" style="position:absolute;left:0;text-align:left;margin-left:105.8pt;margin-top:750.55pt;width:43.65pt;height:19.2pt;z-index:2516689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50193247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ED33E6E" w14:textId="0D9E46E6" w:rsidR="006920FD" w:rsidRPr="006920FD" w:rsidRDefault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begin"/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instrText>PAGE  \* MERGEFORMAT</w:instrTex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separate"/>
                        </w:r>
                        <w:r w:rsidR="006D2545">
                          <w:rPr>
                            <w:rFonts w:ascii="Agfa Rotis Sans Serif" w:hAnsi="Agfa Rotis Sans Serif"/>
                            <w:noProof/>
                            <w:sz w:val="22"/>
                            <w:szCs w:val="22"/>
                            <w:lang w:val="it-IT"/>
                          </w:rPr>
                          <w:t>1</w: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8E31BD4" wp14:editId="2BAF6550">
              <wp:simplePos x="0" y="0"/>
              <wp:positionH relativeFrom="column">
                <wp:posOffset>4647565</wp:posOffset>
              </wp:positionH>
              <wp:positionV relativeFrom="paragraph">
                <wp:posOffset>-3046730</wp:posOffset>
              </wp:positionV>
              <wp:extent cx="1828800" cy="1898015"/>
              <wp:effectExtent l="0" t="0" r="0" b="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98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4A695544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AE7FE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Contatto:</w:t>
                          </w:r>
                        </w:p>
                        <w:p w14:paraId="45F8E28D" w14:textId="77777777" w:rsidR="003153CC" w:rsidRPr="00ED72F6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</w:pPr>
                          <w:r w:rsidRPr="00AE7FE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Hettich Holding GmbH &amp; Co. oHG</w:t>
                          </w:r>
                        </w:p>
                        <w:p w14:paraId="781814AF" w14:textId="1C1F6EDD" w:rsidR="003153CC" w:rsidRPr="00AE7FEC" w:rsidRDefault="00EE4315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Eva Langner</w:t>
                          </w:r>
                        </w:p>
                        <w:p w14:paraId="4EDE7921" w14:textId="77777777" w:rsidR="003153CC" w:rsidRPr="00AE7FEC" w:rsidRDefault="00AB748F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br/>
                            <w:t>Germania</w:t>
                          </w:r>
                        </w:p>
                        <w:p w14:paraId="4E129D2E" w14:textId="77777777" w:rsidR="006B0FC8" w:rsidRPr="00AE7FEC" w:rsidRDefault="006B0FC8" w:rsidP="006B0FC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Tel.: +49 151 20328572</w:t>
                          </w:r>
                        </w:p>
                        <w:p w14:paraId="0ACF73C6" w14:textId="39975AF8" w:rsidR="003153CC" w:rsidRPr="00AE7FEC" w:rsidRDefault="006B0FC8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eva.langner@hettich.com</w:t>
                          </w:r>
                        </w:p>
                        <w:p w14:paraId="539925CE" w14:textId="77777777" w:rsidR="00F3668E" w:rsidRPr="00AE7FEC" w:rsidRDefault="00F3668E" w:rsidP="00EE232B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354C367D" w14:textId="77777777" w:rsidR="00EE232B" w:rsidRPr="00AE7FEC" w:rsidRDefault="00F3668E" w:rsidP="00EE232B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  <w:lang w:val="it-IT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  <w:t>Richiedere copia documento</w:t>
                          </w:r>
                        </w:p>
                        <w:p w14:paraId="47D32D68" w14:textId="77777777" w:rsidR="00EE232B" w:rsidRPr="00AE7FEC" w:rsidRDefault="00EE232B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  <w:p w14:paraId="0AC9C6A8" w14:textId="647EE872" w:rsidR="006920FD" w:rsidRDefault="00F3668E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  <w:lang w:val="it-IT"/>
                            </w:rPr>
                            <w:t>PR_032025</w:t>
                          </w:r>
                        </w:p>
                        <w:p w14:paraId="79D6CC08" w14:textId="77777777" w:rsidR="006920FD" w:rsidRPr="00F3668E" w:rsidRDefault="006920FD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E31BD4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1" type="#_x0000_t202" style="position:absolute;left:0;text-align:left;margin-left:365.95pt;margin-top:-239.9pt;width:2in;height:149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" stroked="f">
              <v:textbox>
                <w:txbxContent>
                  <w:p w14:paraId="4A695544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AE7FEC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Contatto:</w:t>
                    </w:r>
                  </w:p>
                  <w:p w14:paraId="45F8E28D" w14:textId="77777777" w:rsidR="003153CC" w:rsidRPr="00ED72F6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</w:pPr>
                    <w:r w:rsidRPr="00AE7FEC"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Hettich Holding GmbH &amp; Co. oHG</w:t>
                    </w:r>
                  </w:p>
                  <w:p w14:paraId="781814AF" w14:textId="1C1F6EDD" w:rsidR="003153CC" w:rsidRPr="00AE7FEC" w:rsidRDefault="00EE4315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Eva Langner</w:t>
                    </w:r>
                  </w:p>
                  <w:p w14:paraId="4EDE7921" w14:textId="77777777" w:rsidR="003153CC" w:rsidRPr="00AE7FEC" w:rsidRDefault="00AB748F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br/>
                      <w:t>Germania</w:t>
                    </w:r>
                  </w:p>
                  <w:p w14:paraId="4E129D2E" w14:textId="77777777" w:rsidR="006B0FC8" w:rsidRPr="00AE7FEC" w:rsidRDefault="006B0FC8" w:rsidP="006B0FC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Tel.: +49 151 20328572</w:t>
                    </w:r>
                  </w:p>
                  <w:p w14:paraId="0ACF73C6" w14:textId="39975AF8" w:rsidR="003153CC" w:rsidRPr="00AE7FEC" w:rsidRDefault="006B0FC8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eva.langner@hettich.com</w:t>
                    </w:r>
                  </w:p>
                  <w:p w14:paraId="539925CE" w14:textId="77777777" w:rsidR="00F3668E" w:rsidRPr="00AE7FEC" w:rsidRDefault="00F3668E" w:rsidP="00EE232B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</w:p>
                  <w:p w14:paraId="354C367D" w14:textId="77777777" w:rsidR="00EE232B" w:rsidRPr="00AE7FEC" w:rsidRDefault="00F3668E" w:rsidP="00EE232B">
                    <w:pPr>
                      <w:rPr>
                        <w:rFonts w:ascii="Agfa Rotis Sans Serif" w:hAnsi="Agfa Rotis Sans Serif"/>
                        <w:sz w:val="16"/>
                        <w:szCs w:val="16"/>
                        <w:lang w:val="it-IT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  <w:t>Richiedere copia documento</w:t>
                    </w:r>
                  </w:p>
                  <w:p w14:paraId="47D32D68" w14:textId="77777777" w:rsidR="00EE232B" w:rsidRPr="00AE7FEC" w:rsidRDefault="00EE232B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it-IT"/>
                      </w:rPr>
                    </w:pPr>
                  </w:p>
                  <w:p w14:paraId="0AC9C6A8" w14:textId="647EE872" w:rsidR="006920FD" w:rsidRDefault="00F3668E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  <w:lang w:val="it-IT"/>
                      </w:rPr>
                      <w:t>PR_032025</w:t>
                    </w:r>
                  </w:p>
                  <w:p w14:paraId="79D6CC08" w14:textId="77777777" w:rsidR="006920FD" w:rsidRPr="00F3668E" w:rsidRDefault="006920FD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F873E" w14:textId="77777777" w:rsidR="00FF62DD" w:rsidRDefault="00FF62DD">
      <w:r>
        <w:separator/>
      </w:r>
    </w:p>
  </w:footnote>
  <w:footnote w:type="continuationSeparator" w:id="0">
    <w:p w14:paraId="19BB308A" w14:textId="77777777" w:rsidR="00FF62DD" w:rsidRDefault="00FF6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5CC30" w14:textId="77777777" w:rsidR="001B2CB6" w:rsidRPr="006135E1" w:rsidRDefault="00BC10EF" w:rsidP="005F115D">
    <w:pPr>
      <w:pStyle w:val="Kopfzeile"/>
      <w:ind w:left="-1417"/>
      <w:rPr>
        <w:color w:val="FF000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0800" behindDoc="0" locked="0" layoutInCell="0" allowOverlap="1" wp14:anchorId="5B8906B5" wp14:editId="32D32A4B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1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5F2C1C4" w14:textId="5023D1A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begin"/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instrText>PAGE  \* MERGEFORMAT</w:instrTex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separate"/>
                              </w:r>
                              <w:r w:rsidR="006D2545">
                                <w:rPr>
                                  <w:rFonts w:ascii="Agfa Rotis Sans Serif" w:hAnsi="Agfa Rotis Sans Serif"/>
                                  <w:noProof/>
                                  <w:sz w:val="22"/>
                                  <w:szCs w:val="22"/>
                                  <w:lang w:val="it-IT"/>
                                </w:rPr>
                                <w:t>1</w: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B8906B5" id="Rechteck 3" o:spid="_x0000_s1026" style="position:absolute;left:0;text-align:left;margin-left:542.65pt;margin-top:735.25pt;width:34.9pt;height:25.1pt;z-index:25166080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g77QEAAL8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5F2C1C4" w14:textId="5023D1A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begin"/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instrText>PAGE  \* MERGEFORMAT</w:instrTex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separate"/>
                        </w:r>
                        <w:r w:rsidR="006D2545">
                          <w:rPr>
                            <w:rFonts w:ascii="Agfa Rotis Sans Serif" w:hAnsi="Agfa Rotis Sans Serif"/>
                            <w:noProof/>
                            <w:sz w:val="22"/>
                            <w:szCs w:val="22"/>
                            <w:lang w:val="it-IT"/>
                          </w:rPr>
                          <w:t>1</w: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it-IT" w:eastAsia="it-IT"/>
      </w:rPr>
      <w:drawing>
        <wp:anchor distT="0" distB="0" distL="114300" distR="114300" simplePos="0" relativeHeight="251658752" behindDoc="1" locked="0" layoutInCell="1" allowOverlap="1" wp14:anchorId="6A0A3F3C" wp14:editId="2628BF49">
          <wp:simplePos x="0" y="0"/>
          <wp:positionH relativeFrom="column">
            <wp:posOffset>4749165</wp:posOffset>
          </wp:positionH>
          <wp:positionV relativeFrom="paragraph">
            <wp:posOffset>237490</wp:posOffset>
          </wp:positionV>
          <wp:extent cx="1036800" cy="648000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800" cy="64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C734EA" w14:textId="77777777" w:rsidR="006F175E" w:rsidRDefault="00782242" w:rsidP="005F115D">
    <w:pPr>
      <w:pStyle w:val="Kopfzeile"/>
      <w:ind w:left="-1417"/>
    </w:pPr>
    <w:r>
      <w:rPr>
        <w:lang w:val="it-IT"/>
      </w:rPr>
      <w:t xml:space="preserve">                   </w: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6944" behindDoc="0" locked="0" layoutInCell="0" allowOverlap="1" wp14:anchorId="043F08DF" wp14:editId="0144131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10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17626193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F3429B7" w14:textId="3CB5055E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begin"/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instrText>PAGE  \* MERGEFORMAT</w:instrTex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separate"/>
                              </w:r>
                              <w:r w:rsidR="006D2545">
                                <w:rPr>
                                  <w:rFonts w:ascii="Agfa Rotis Sans Serif" w:hAnsi="Agfa Rotis Sans Serif"/>
                                  <w:noProof/>
                                  <w:sz w:val="22"/>
                                  <w:szCs w:val="22"/>
                                  <w:lang w:val="it-IT"/>
                                </w:rPr>
                                <w:t>1</w: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3F08DF" id="_x0000_s1027" style="position:absolute;left:0;text-align:left;margin-left:542.65pt;margin-top:735.25pt;width:34.9pt;height:25.1pt;z-index:25166694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hgR8A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17626193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F3429B7" w14:textId="3CB5055E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begin"/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instrText>PAGE  \* MERGEFORMAT</w:instrTex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separate"/>
                        </w:r>
                        <w:r w:rsidR="006D2545">
                          <w:rPr>
                            <w:rFonts w:ascii="Agfa Rotis Sans Serif" w:hAnsi="Agfa Rotis Sans Serif"/>
                            <w:noProof/>
                            <w:sz w:val="22"/>
                            <w:szCs w:val="22"/>
                            <w:lang w:val="it-IT"/>
                          </w:rPr>
                          <w:t>1</w: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4896" behindDoc="0" locked="0" layoutInCell="0" allowOverlap="1" wp14:anchorId="2B9CA55B" wp14:editId="33806BA7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9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1820769137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43F264" w14:textId="7B5ED190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begin"/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instrText>PAGE  \* MERGEFORMAT</w:instrTex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separate"/>
                              </w:r>
                              <w:r w:rsidR="006D2545">
                                <w:rPr>
                                  <w:rFonts w:ascii="Agfa Rotis Sans Serif" w:hAnsi="Agfa Rotis Sans Serif"/>
                                  <w:noProof/>
                                  <w:sz w:val="22"/>
                                  <w:szCs w:val="22"/>
                                  <w:lang w:val="it-IT"/>
                                </w:rPr>
                                <w:t>1</w: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B9CA55B" id="_x0000_s1028" style="position:absolute;left:0;text-align:left;margin-left:542.65pt;margin-top:735.25pt;width:34.9pt;height:25.1pt;z-index:251664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1820769137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43F264" w14:textId="7B5ED190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begin"/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instrText>PAGE  \* MERGEFORMAT</w:instrTex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separate"/>
                        </w:r>
                        <w:r w:rsidR="006D2545">
                          <w:rPr>
                            <w:rFonts w:ascii="Agfa Rotis Sans Serif" w:hAnsi="Agfa Rotis Sans Serif"/>
                            <w:noProof/>
                            <w:sz w:val="22"/>
                            <w:szCs w:val="22"/>
                            <w:lang w:val="it-IT"/>
                          </w:rPr>
                          <w:t>1</w: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62848" behindDoc="0" locked="0" layoutInCell="0" allowOverlap="1" wp14:anchorId="60AEB19B" wp14:editId="28E077E4">
              <wp:simplePos x="0" y="0"/>
              <wp:positionH relativeFrom="rightMargin">
                <wp:posOffset>6891655</wp:posOffset>
              </wp:positionH>
              <wp:positionV relativeFrom="margin">
                <wp:posOffset>9337675</wp:posOffset>
              </wp:positionV>
              <wp:extent cx="443230" cy="318770"/>
              <wp:effectExtent l="0" t="0" r="0" b="0"/>
              <wp:wrapNone/>
              <wp:docPr id="3" name="Rechtec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3230" cy="3187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Agfa Rotis Sans Serif" w:eastAsiaTheme="majorEastAsia" w:hAnsi="Agfa Rotis Sans Serif" w:cstheme="majorBidi"/>
                              <w:sz w:val="22"/>
                              <w:szCs w:val="22"/>
                            </w:rPr>
                            <w:id w:val="-1272699125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666E0E8F" w14:textId="66D76625" w:rsidR="006920FD" w:rsidRPr="00206324" w:rsidRDefault="006920FD" w:rsidP="006920FD">
                              <w:pPr>
                                <w:jc w:val="center"/>
                                <w:rPr>
                                  <w:rFonts w:ascii="Agfa Rotis Sans Serif" w:eastAsiaTheme="majorEastAsia" w:hAnsi="Agfa Rotis Sans Serif" w:cstheme="majorBid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begin"/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instrText>PAGE  \* MERGEFORMAT</w:instrTex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separate"/>
                              </w:r>
                              <w:r w:rsidR="006D2545">
                                <w:rPr>
                                  <w:rFonts w:ascii="Agfa Rotis Sans Serif" w:hAnsi="Agfa Rotis Sans Serif"/>
                                  <w:noProof/>
                                  <w:sz w:val="22"/>
                                  <w:szCs w:val="22"/>
                                  <w:lang w:val="it-IT"/>
                                </w:rPr>
                                <w:t>1</w:t>
                              </w:r>
                              <w:r>
                                <w:rPr>
                                  <w:rFonts w:ascii="Agfa Rotis Sans Serif" w:hAnsi="Agfa Rotis Sans Serif"/>
                                  <w:sz w:val="22"/>
                                  <w:szCs w:val="22"/>
                                  <w:lang w:val="it-IT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0AEB19B" id="_x0000_s1029" style="position:absolute;left:0;text-align:left;margin-left:542.65pt;margin-top:735.25pt;width:34.9pt;height:25.1pt;z-index:25166284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" o:allowincell="f" stroked="f">
              <v:textbox>
                <w:txbxContent>
                  <w:sdt>
                    <w:sdtPr>
                      <w:rPr>
                        <w:rFonts w:ascii="Agfa Rotis Sans Serif" w:eastAsiaTheme="majorEastAsia" w:hAnsi="Agfa Rotis Sans Serif" w:cstheme="majorBidi"/>
                        <w:sz w:val="22"/>
                        <w:szCs w:val="22"/>
                      </w:rPr>
                      <w:id w:val="-1272699125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666E0E8F" w14:textId="66D76625" w:rsidR="006920FD" w:rsidRPr="00206324" w:rsidRDefault="006920FD" w:rsidP="006920FD">
                        <w:pPr>
                          <w:jc w:val="center"/>
                          <w:rPr>
                            <w:rFonts w:ascii="Agfa Rotis Sans Serif" w:eastAsiaTheme="majorEastAsia" w:hAnsi="Agfa Rotis Sans Serif" w:cstheme="majorBid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begin"/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instrText>PAGE  \* MERGEFORMAT</w:instrTex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separate"/>
                        </w:r>
                        <w:r w:rsidR="006D2545">
                          <w:rPr>
                            <w:rFonts w:ascii="Agfa Rotis Sans Serif" w:hAnsi="Agfa Rotis Sans Serif"/>
                            <w:noProof/>
                            <w:sz w:val="22"/>
                            <w:szCs w:val="22"/>
                            <w:lang w:val="it-IT"/>
                          </w:rPr>
                          <w:t>1</w:t>
                        </w:r>
                        <w:r>
                          <w:rPr>
                            <w:rFonts w:ascii="Agfa Rotis Sans Serif" w:hAnsi="Agfa Rotis Sans Serif"/>
                            <w:sz w:val="22"/>
                            <w:szCs w:val="22"/>
                            <w:lang w:val="it-IT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margin"/>
            </v:rect>
          </w:pict>
        </mc:Fallback>
      </mc:AlternateContent>
    </w:r>
    <w:r>
      <w:rPr>
        <w:lang w:val="it-I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34809">
    <w:abstractNumId w:val="0"/>
  </w:num>
  <w:num w:numId="2" w16cid:durableId="2103528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2D7"/>
    <w:rsid w:val="00032952"/>
    <w:rsid w:val="00032B24"/>
    <w:rsid w:val="00032CD7"/>
    <w:rsid w:val="0003312D"/>
    <w:rsid w:val="00036CAD"/>
    <w:rsid w:val="00037611"/>
    <w:rsid w:val="00037739"/>
    <w:rsid w:val="000405EC"/>
    <w:rsid w:val="00040FDC"/>
    <w:rsid w:val="00041F5D"/>
    <w:rsid w:val="00044245"/>
    <w:rsid w:val="000444A0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6041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6F61"/>
    <w:rsid w:val="000B7282"/>
    <w:rsid w:val="000C0158"/>
    <w:rsid w:val="000C09C6"/>
    <w:rsid w:val="000C0AD8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B09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62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5C0E"/>
    <w:rsid w:val="001762A0"/>
    <w:rsid w:val="0017673D"/>
    <w:rsid w:val="001768E0"/>
    <w:rsid w:val="001777AC"/>
    <w:rsid w:val="001836F1"/>
    <w:rsid w:val="001839EB"/>
    <w:rsid w:val="001843E3"/>
    <w:rsid w:val="00184448"/>
    <w:rsid w:val="00184CB0"/>
    <w:rsid w:val="00186CEC"/>
    <w:rsid w:val="001902FB"/>
    <w:rsid w:val="0019039A"/>
    <w:rsid w:val="00190502"/>
    <w:rsid w:val="00191CE9"/>
    <w:rsid w:val="00193873"/>
    <w:rsid w:val="001956AC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B5E30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57E90"/>
    <w:rsid w:val="00260C5B"/>
    <w:rsid w:val="00261335"/>
    <w:rsid w:val="00262EA2"/>
    <w:rsid w:val="002634EF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6"/>
    <w:rsid w:val="002779EB"/>
    <w:rsid w:val="00280488"/>
    <w:rsid w:val="00280ADC"/>
    <w:rsid w:val="00281278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16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12F"/>
    <w:rsid w:val="002B5E66"/>
    <w:rsid w:val="002B71B2"/>
    <w:rsid w:val="002B7363"/>
    <w:rsid w:val="002B79CA"/>
    <w:rsid w:val="002B7A19"/>
    <w:rsid w:val="002B7F48"/>
    <w:rsid w:val="002C2131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C10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646"/>
    <w:rsid w:val="002F2793"/>
    <w:rsid w:val="002F2AA8"/>
    <w:rsid w:val="002F355F"/>
    <w:rsid w:val="002F6093"/>
    <w:rsid w:val="002F613C"/>
    <w:rsid w:val="002F6509"/>
    <w:rsid w:val="002F6B3C"/>
    <w:rsid w:val="002F716B"/>
    <w:rsid w:val="0030233D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17F7D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5FC7"/>
    <w:rsid w:val="003462B7"/>
    <w:rsid w:val="00346332"/>
    <w:rsid w:val="0034719B"/>
    <w:rsid w:val="003479C4"/>
    <w:rsid w:val="00351A2F"/>
    <w:rsid w:val="003520C9"/>
    <w:rsid w:val="00352796"/>
    <w:rsid w:val="003533D9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4F48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A68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6BEA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2ED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76A"/>
    <w:rsid w:val="004751F6"/>
    <w:rsid w:val="00475E14"/>
    <w:rsid w:val="00477ABA"/>
    <w:rsid w:val="004814C2"/>
    <w:rsid w:val="0048218C"/>
    <w:rsid w:val="00483DF7"/>
    <w:rsid w:val="00484B9C"/>
    <w:rsid w:val="00484D77"/>
    <w:rsid w:val="0048721A"/>
    <w:rsid w:val="00490BF1"/>
    <w:rsid w:val="00491112"/>
    <w:rsid w:val="00492783"/>
    <w:rsid w:val="00492B7E"/>
    <w:rsid w:val="00492F27"/>
    <w:rsid w:val="00495893"/>
    <w:rsid w:val="00495964"/>
    <w:rsid w:val="00495E40"/>
    <w:rsid w:val="00496305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65C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5A2"/>
    <w:rsid w:val="00542D2F"/>
    <w:rsid w:val="00542DA6"/>
    <w:rsid w:val="00545165"/>
    <w:rsid w:val="00551326"/>
    <w:rsid w:val="0055156A"/>
    <w:rsid w:val="00553E29"/>
    <w:rsid w:val="005563B9"/>
    <w:rsid w:val="00556C54"/>
    <w:rsid w:val="005576FE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5FB3"/>
    <w:rsid w:val="005E6D6A"/>
    <w:rsid w:val="005E701A"/>
    <w:rsid w:val="005E78CC"/>
    <w:rsid w:val="005F0553"/>
    <w:rsid w:val="005F115D"/>
    <w:rsid w:val="005F1998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BDD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20FD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1EC8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0FC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2545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11B3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279"/>
    <w:rsid w:val="0070135B"/>
    <w:rsid w:val="00701ED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09E1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AC6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1C3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258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4A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1C70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631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02BE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26FE9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77F2F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1AB0"/>
    <w:rsid w:val="008929DB"/>
    <w:rsid w:val="00893997"/>
    <w:rsid w:val="00895491"/>
    <w:rsid w:val="0089692C"/>
    <w:rsid w:val="008A035C"/>
    <w:rsid w:val="008A0782"/>
    <w:rsid w:val="008A0BFF"/>
    <w:rsid w:val="008A0FE3"/>
    <w:rsid w:val="008A13A2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4C7B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585D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29E8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4762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615A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5C"/>
    <w:rsid w:val="00A042E7"/>
    <w:rsid w:val="00A04343"/>
    <w:rsid w:val="00A04C0F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3D45"/>
    <w:rsid w:val="00A25B74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1925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2B83"/>
    <w:rsid w:val="00AB5E05"/>
    <w:rsid w:val="00AB5F71"/>
    <w:rsid w:val="00AB748F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E7FEC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06C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723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245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0EF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4541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58F4"/>
    <w:rsid w:val="00C4656E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6B2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460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12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57B"/>
    <w:rsid w:val="00DB4B88"/>
    <w:rsid w:val="00DB4DAD"/>
    <w:rsid w:val="00DB50B4"/>
    <w:rsid w:val="00DB7980"/>
    <w:rsid w:val="00DC32BD"/>
    <w:rsid w:val="00DC36B9"/>
    <w:rsid w:val="00DC3973"/>
    <w:rsid w:val="00DC5B5C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1978"/>
    <w:rsid w:val="00DF3A9E"/>
    <w:rsid w:val="00DF4E13"/>
    <w:rsid w:val="00DF5BD4"/>
    <w:rsid w:val="00DF6A20"/>
    <w:rsid w:val="00DF7631"/>
    <w:rsid w:val="00E0134E"/>
    <w:rsid w:val="00E016B6"/>
    <w:rsid w:val="00E05D73"/>
    <w:rsid w:val="00E065FA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382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4EF"/>
    <w:rsid w:val="00E91795"/>
    <w:rsid w:val="00E919BD"/>
    <w:rsid w:val="00E961E2"/>
    <w:rsid w:val="00E9685A"/>
    <w:rsid w:val="00E97305"/>
    <w:rsid w:val="00E97455"/>
    <w:rsid w:val="00EA2724"/>
    <w:rsid w:val="00EA2810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2F6"/>
    <w:rsid w:val="00ED7E05"/>
    <w:rsid w:val="00EE15CC"/>
    <w:rsid w:val="00EE19FA"/>
    <w:rsid w:val="00EE1B71"/>
    <w:rsid w:val="00EE1D81"/>
    <w:rsid w:val="00EE2059"/>
    <w:rsid w:val="00EE232B"/>
    <w:rsid w:val="00EE2F25"/>
    <w:rsid w:val="00EE431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3FD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668E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57A15"/>
    <w:rsid w:val="00F614D5"/>
    <w:rsid w:val="00F61AE9"/>
    <w:rsid w:val="00F64973"/>
    <w:rsid w:val="00F66728"/>
    <w:rsid w:val="00F708AB"/>
    <w:rsid w:val="00F70AAC"/>
    <w:rsid w:val="00F71CBF"/>
    <w:rsid w:val="00F72AD9"/>
    <w:rsid w:val="00F72CDD"/>
    <w:rsid w:val="00F731DE"/>
    <w:rsid w:val="00F733B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445"/>
    <w:rsid w:val="00FD5669"/>
    <w:rsid w:val="00FD6100"/>
    <w:rsid w:val="00FE0192"/>
    <w:rsid w:val="00FE36DF"/>
    <w:rsid w:val="00FE5828"/>
    <w:rsid w:val="00FE648F"/>
    <w:rsid w:val="00FF0276"/>
    <w:rsid w:val="00FF1692"/>
    <w:rsid w:val="00FF17BF"/>
    <w:rsid w:val="00FF1A63"/>
    <w:rsid w:val="00FF1DAA"/>
    <w:rsid w:val="00FF4EE3"/>
    <w:rsid w:val="00FF62DD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0AA3497"/>
  <w15:docId w15:val="{771D3C11-5830-534C-8497-532764E1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uiPriority w:val="99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Menzionenonrisolta1">
    <w:name w:val="Menzione non risolta1"/>
    <w:basedOn w:val="Absatz-Standardschriftart"/>
    <w:uiPriority w:val="99"/>
    <w:semiHidden/>
    <w:unhideWhenUsed/>
    <w:rsid w:val="006E11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7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nl-be/producten-eshop/techniek-innovaties-2022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19E76-0B67-4A39-9ABA-A14B9356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771</Words>
  <Characters>4206</Characters>
  <Application>Microsoft Office Word</Application>
  <DocSecurity>0</DocSecurity>
  <Lines>107</Lines>
  <Paragraphs>18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Opening of Hettich Vietnam</vt:lpstr>
      <vt:lpstr>Opening of Hettich Vietnam</vt:lpstr>
      <vt:lpstr>Hettich zeigt Innovationen zur Eurobois 2022: Möbelgestaltung nach Wunsch und wandelbare Räume</vt:lpstr>
    </vt:vector>
  </TitlesOfParts>
  <Company>.</Company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Inaugurazione di Hettich Vietnam</dc:title>
  <dc:creator>Prototype</dc:creator>
  <cp:lastModifiedBy>Eva Langner</cp:lastModifiedBy>
  <cp:revision>7</cp:revision>
  <cp:lastPrinted>2023-07-17T06:29:00Z</cp:lastPrinted>
  <dcterms:created xsi:type="dcterms:W3CDTF">2025-01-10T14:58:00Z</dcterms:created>
  <dcterms:modified xsi:type="dcterms:W3CDTF">2025-01-15T08:45:00Z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6c57d3c7b93d72b74bf4dc2c14287015ab1a3c00d575232584c730a3c6c657bd</vt:lpwstr>
  </property>
</Properties>
</file>