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629F69ED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Hettich представя „Трансформиране на пространства“ на Interzum 2025</w:t>
      </w:r>
    </w:p>
    <w:p w14:paraId="09CCF9B0" w14:textId="18AF9226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bCs/>
          <w:color w:val="auto"/>
          <w:sz w:val="28"/>
          <w:szCs w:val="28"/>
        </w:rPr>
        <w:t>Вземете сега безплатно билет за вход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”Трансформиране на пространства - с иновативно движение.” е тазгодишното мото на Hettich на изложението Interzum в Кьолн. Производителят на обков очаква с нетърпение да представи на посетители от 20 до 23 май своите иновации и Ви кани да го посетите в света на</w:t>
      </w:r>
      <w:r>
        <w:rPr>
          <w:rFonts w:cs="Arial"/>
          <w:b/>
          <w:color w:val="auto"/>
          <w:szCs w:val="24"/>
        </w:rPr>
        <w:t xml:space="preserve"> Hettich в зала 08.1, щанд C31/B30. Вече е активирана целевата страница на Hettich относно изложението. Там заинтересованите посетители ще намерят безплатни билети за вход на изложението.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Когато хората могат да използват заобикалящата ги среда по творчески начин и сами да я преустроят, когато стаите и мебелите могат да се превърнат в нещо специално или напълно иновативно, тогава „трансформацията“ се превръща в истинско емоционално преживяване. – Посетителите от бранша могат да преживеят нещо такова на interzum 2025 само при Hettich. Едно ново специално шоу ще Ви отведе в очарователните, променливи светове на мебелите. Има и други акценти, които да откриете във вдъхновяващите решения за обзавеждане на кухнята, банята, всекидневната, спалнята, бялата техника, работното място и външните пространства. Посетителите могат да видят в действие ориентирана към бъдещето обработваща техника, да научат повече за електронните услуги на Hettich – и ще се изненадат какво още може да направи Hettich за успеха на техния </w:t>
      </w:r>
      <w:r>
        <w:rPr>
          <w:rFonts w:cs="Arial"/>
          <w:color w:val="auto"/>
          <w:szCs w:val="24"/>
        </w:rPr>
        <w:lastRenderedPageBreak/>
        <w:t>бизнес.</w:t>
      </w:r>
      <w:r>
        <w:rPr>
          <w:rFonts w:cs="Arial"/>
          <w:bCs/>
          <w:color w:val="auto"/>
          <w:szCs w:val="24"/>
        </w:rPr>
        <w:t xml:space="preserve"> С иновациите и персонализираните предложения за услуги през 2025 г. Hettich отново се представя като водещ, комплексен стратегически партньор за мебелната индустрия, производителите на мебели и тези на бяла техника.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Това също принадлежи към практичните услуги на Hettich: На </w:t>
      </w:r>
      <w:hyperlink r:id="rId8" w:history="1">
        <w:r>
          <w:rPr>
            <w:rStyle w:val="Hyperlink"/>
            <w:rFonts w:cs="Arial"/>
            <w:szCs w:val="24"/>
          </w:rPr>
          <w:t>https://www.hettich.com/t4w1z6</w:t>
        </w:r>
      </w:hyperlink>
      <w:r>
        <w:rPr>
          <w:rFonts w:cs="Arial"/>
          <w:color w:val="auto"/>
          <w:szCs w:val="24"/>
        </w:rPr>
        <w:t xml:space="preserve"> посетителите вече могат да заявят своя персонален код за ваучер, за да получат безплатен билет за вход на Interzum в Кьолн. Тази промоция на ваучери от Hettich се провежда преди изложението и след началото на Interzum, до изчерпване на количествата. Информацията и предложенията на целевата страница наистина възбужда апетита ви за Interzum 2025. Това е още една причина, поради която си струва да разгледате Hettich онлайн още сега. През май ще можете да се насладите на пълната програма на Hettich в Кьолн.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>
        <w:rPr>
          <w:rFonts w:cs="Arial"/>
          <w:color w:val="auto"/>
          <w:szCs w:val="24"/>
        </w:rPr>
        <w:t xml:space="preserve">Следният снимков материал може да бъде изтеглен от </w:t>
      </w:r>
      <w:r>
        <w:rPr>
          <w:rFonts w:cs="Arial"/>
          <w:b/>
          <w:color w:val="auto"/>
          <w:szCs w:val="24"/>
        </w:rPr>
        <w:t>меню ”Преса”</w:t>
      </w:r>
      <w:r>
        <w:rPr>
          <w:rFonts w:cs="Arial"/>
          <w:color w:val="auto"/>
          <w:szCs w:val="24"/>
        </w:rPr>
        <w:t xml:space="preserve"> на </w:t>
      </w: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:</w:t>
      </w:r>
    </w:p>
    <w:p w14:paraId="28CCAEC4" w14:textId="7F5AD927" w:rsidR="005A3C05" w:rsidRDefault="005A3C05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„Трансформиране на пространства - с иновативно движение.“ – На Interzum 2025 Hettich показва как със завладяващо променящи се мебелни светове</w:t>
      </w:r>
      <w:r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„трансформацията“ се превръща в емоционално преживяване. Снимка: Hettich.</w:t>
      </w:r>
    </w:p>
    <w:p w14:paraId="7B60D107" w14:textId="4D7EBCC2" w:rsidR="00E65479" w:rsidRPr="001E44C8" w:rsidRDefault="00E65479" w:rsidP="005A3C05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За Hettich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е основана през 1888 година и днес е сред най-големите и най-успешните световни производители на мебелен обков. Седалище на </w:t>
      </w:r>
      <w:r>
        <w:rPr>
          <w:rFonts w:cs="Arial"/>
          <w:bCs/>
          <w:sz w:val="20"/>
        </w:rPr>
        <w:lastRenderedPageBreak/>
        <w:t xml:space="preserve">семейната фирма е Кирхленгерн в мебелния клъстер Източна Вестфалия. Повече от 8.400 колеги работят заедно върху това да доставят в повече от 100 страни ориентирани към бъдещето решения. С корпоративното си обещание "It's all in Hettich" марката Hettich е символ на цялостно портфолио от услуги, което е последователно насочено към нуждите на клиентите по целия свят. Устойчивите действия по отношение на социалните, обществените и екологичните аспекти при нас традиционно винаги са били с най-висок приоритет.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Тел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E665EB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Pr="00E665E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Изисква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се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копие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на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преди</w:t>
                          </w:r>
                          <w:r w:rsidRPr="00E665EB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печат</w:t>
                          </w:r>
                        </w:p>
                        <w:p w14:paraId="3D9F2928" w14:textId="77777777" w:rsidR="00A50C9A" w:rsidRPr="00E665EB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Deutschland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Тел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E665EB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Pr="00E665E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Изисква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се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копие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на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публикацията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преди</w:t>
                    </w:r>
                    <w:r w:rsidRPr="00E665EB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печат</w:t>
                    </w:r>
                  </w:p>
                  <w:p w14:paraId="3D9F2928" w14:textId="77777777" w:rsidR="00A50C9A" w:rsidRPr="00E665EB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58E3DCD0" w:rsidR="006F175E" w:rsidRDefault="00B930B0" w:rsidP="005F115D">
    <w:pPr>
      <w:pStyle w:val="Kopfzeile"/>
      <w:ind w:left="-1417"/>
    </w:pPr>
    <w:r w:rsidRPr="00E665EB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0355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61A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5EB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927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466</Words>
  <Characters>2897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представя „Трансформиране на пространства“ на Interzum 2025  Вземете сега безплатно билет за вход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представя „Трансформиране на пространства“ на Interzum 2025  Вземете сега безплатно билет за вход</dc:title>
  <dc:creator>Anke Wöhler</dc:creator>
  <cp:lastModifiedBy>Anke Wöhler</cp:lastModifiedBy>
  <cp:revision>65</cp:revision>
  <cp:lastPrinted>2025-03-17T13:16:00Z</cp:lastPrinted>
  <dcterms:created xsi:type="dcterms:W3CDTF">2024-09-12T13:00:00Z</dcterms:created>
  <dcterms:modified xsi:type="dcterms:W3CDTF">2025-03-17T13:16:00Z</dcterms:modified>
</cp:coreProperties>
</file>