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2163070D" w:rsidR="005A3C05" w:rsidRPr="004657F4" w:rsidRDefault="00E6264A" w:rsidP="00682C48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>Hettich представя на Interzum 2025 бъдещето на обработващата техника</w:t>
      </w:r>
    </w:p>
    <w:p w14:paraId="748EA788" w14:textId="75FDD0F8" w:rsidR="00754A7E" w:rsidRPr="004657F4" w:rsidRDefault="00130E57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Дигитални помощници за модерната работилница</w:t>
      </w:r>
    </w:p>
    <w:p w14:paraId="76F418BB" w14:textId="77777777" w:rsidR="00E6264A" w:rsidRPr="007E1185" w:rsidRDefault="00E6264A" w:rsidP="00682C48">
      <w:pPr>
        <w:spacing w:line="360" w:lineRule="auto"/>
        <w:rPr>
          <w:rFonts w:cs="Arial"/>
          <w:b/>
          <w:color w:val="FF0000"/>
          <w:szCs w:val="24"/>
        </w:rPr>
      </w:pPr>
    </w:p>
    <w:p w14:paraId="310C6F6E" w14:textId="3D9DEF3C" w:rsidR="00797AAC" w:rsidRDefault="00797AAC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С практически насочени услуги и интуитивни инструменти Hettich последователно ускорява дигитализирането на обработващата техника. На Interzum 2025 специалистът в обкова показва как в днешно време функционира поддръжката на производството: ефективно, гъвкаво и в готовност за незабавна употреба. Във фокуса на изявата ни на изложението са инструменти и помощни инструменти като QR-код, добавена реалност (AR) – и за първи път 3D-принт портал с шаблони за отпечатване за изтегляне.</w:t>
      </w:r>
    </w:p>
    <w:p w14:paraId="5E6E2988" w14:textId="77777777" w:rsidR="0086303F" w:rsidRDefault="0086303F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</w:p>
    <w:p w14:paraId="25E6BE30" w14:textId="7BFF998B" w:rsidR="006A7CC9" w:rsidRPr="00CD3BC8" w:rsidRDefault="0086303F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FF0000"/>
          <w:szCs w:val="24"/>
        </w:rPr>
      </w:pPr>
      <w:r>
        <w:rPr>
          <w:rFonts w:cs="Arial"/>
          <w:bCs/>
          <w:color w:val="auto"/>
          <w:szCs w:val="24"/>
        </w:rPr>
        <w:t>„Донесете собственото си устройство“: На този принцип работят всички дигитални услуги за обработващата техника на Hettich. Мебелистите се нуждаят само от смартфон или таблет и вече имат на разположение последователни ръководства за работа, указания за регулиране или видеоматериали за обучение. Hettich предлага интуитивна поддръжка точно там, където има нужда от нея: директно до машината или до мебелите.</w:t>
      </w:r>
      <w:r>
        <w:rPr>
          <w:rFonts w:cs="Arial"/>
          <w:b/>
          <w:color w:val="auto"/>
          <w:szCs w:val="24"/>
        </w:rPr>
        <w:t xml:space="preserve"> </w:t>
      </w:r>
      <w:r>
        <w:rPr>
          <w:rFonts w:cs="Arial"/>
          <w:bCs/>
          <w:color w:val="auto"/>
          <w:szCs w:val="24"/>
        </w:rPr>
        <w:t>Независимо дали става дума за индустриално производство или дърводелска работилница - производителят на обков подпомага мебелистите в оптимизирането на процесите, опростяването на работните процеси и гъвкавото реагиране на промените.</w:t>
      </w:r>
    </w:p>
    <w:p w14:paraId="20418591" w14:textId="77777777" w:rsidR="0086417C" w:rsidRDefault="0086417C" w:rsidP="0086417C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2350842D" w14:textId="77777777" w:rsidR="003D0A12" w:rsidRDefault="003D0A12" w:rsidP="00682C48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7ECD3D5E" w14:textId="77777777" w:rsidR="003D0A12" w:rsidRDefault="003D0A12" w:rsidP="00682C48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634B9B27" w14:textId="62EB7AA7" w:rsidR="000E0384" w:rsidRPr="00D34A35" w:rsidRDefault="0086303F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lastRenderedPageBreak/>
        <w:t>Първа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презентация</w:t>
      </w:r>
      <w:proofErr w:type="spellEnd"/>
      <w:r>
        <w:rPr>
          <w:rFonts w:cs="Arial"/>
          <w:b/>
          <w:bCs/>
          <w:color w:val="auto"/>
          <w:szCs w:val="24"/>
        </w:rPr>
        <w:t xml:space="preserve">: 3D-принт </w:t>
      </w:r>
      <w:proofErr w:type="spellStart"/>
      <w:r>
        <w:rPr>
          <w:rFonts w:cs="Arial"/>
          <w:b/>
          <w:bCs/>
          <w:color w:val="auto"/>
          <w:szCs w:val="24"/>
        </w:rPr>
        <w:t>порталът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</w:p>
    <w:p w14:paraId="2C059679" w14:textId="11754E2E" w:rsidR="002E79F1" w:rsidRDefault="004657F4" w:rsidP="00682C48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>С 3D-принт портала Hettich отваря нова глава в сферата на дигиталната поддръжка. Със стартирането на изложението са на разположение практични</w:t>
      </w:r>
      <w:r>
        <w:rPr>
          <w:rFonts w:cs="Arial"/>
          <w:color w:val="000000" w:themeColor="text1"/>
          <w:szCs w:val="24"/>
        </w:rPr>
        <w:t xml:space="preserve"> „инструменти</w:t>
      </w:r>
      <w:r>
        <w:rPr>
          <w:rFonts w:cs="Arial"/>
          <w:color w:val="auto"/>
          <w:szCs w:val="24"/>
        </w:rPr>
        <w:t>“ под формата на безплатни шаблони за отпечатване</w:t>
      </w:r>
      <w:r>
        <w:rPr>
          <w:rFonts w:cs="Arial"/>
          <w:color w:val="000000" w:themeColor="text1"/>
          <w:szCs w:val="24"/>
        </w:rPr>
        <w:t>, това са малки инструменти и шаблони за маркиране за бързо и лесно изработване на мебелите</w:t>
      </w:r>
      <w:r>
        <w:rPr>
          <w:rFonts w:cs="Arial"/>
          <w:color w:val="auto"/>
          <w:szCs w:val="24"/>
        </w:rPr>
        <w:t xml:space="preserve">. Достъпът до данните се осъществява посредством компактен формуляр. След регистрацията данните могат да се изтеглят директно от </w:t>
      </w:r>
      <w:hyperlink r:id="rId8" w:tgtFrame="_blank" w:tooltip="https://www.hettich.com/3d-print" w:history="1">
        <w:r>
          <w:rPr>
            <w:rStyle w:val="Hyperlink"/>
            <w:rFonts w:cs="Arial"/>
            <w:szCs w:val="24"/>
          </w:rPr>
          <w:t>https://www.hettich.com/3d-print</w:t>
        </w:r>
      </w:hyperlink>
      <w:r>
        <w:rPr>
          <w:rFonts w:cs="Arial"/>
          <w:color w:val="auto"/>
          <w:szCs w:val="24"/>
        </w:rPr>
        <w:t xml:space="preserve">. Посетителите могат да се запознаят с отделните стъпки от портала до отпечатването на живо на щанда ни на изложението. Планирани са по-нататъшни стъпки с индивидуално приспособяване и връзки към продукти. </w:t>
      </w:r>
    </w:p>
    <w:p w14:paraId="46C026AF" w14:textId="77777777" w:rsidR="008F7E39" w:rsidRDefault="008F7E39" w:rsidP="00682C48">
      <w:pPr>
        <w:spacing w:line="360" w:lineRule="auto"/>
        <w:rPr>
          <w:rFonts w:cs="Arial"/>
          <w:color w:val="auto"/>
          <w:szCs w:val="24"/>
        </w:rPr>
      </w:pPr>
    </w:p>
    <w:p w14:paraId="09514292" w14:textId="34B0771D" w:rsidR="008F7E39" w:rsidRDefault="008F7E39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QR-кодове и добавена реалност осигуряват бързо помощ</w:t>
      </w:r>
    </w:p>
    <w:p w14:paraId="5AD7B2CE" w14:textId="4543D3C7" w:rsidR="00491EBC" w:rsidRPr="009563D9" w:rsidRDefault="00491EBC" w:rsidP="00491EBC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color w:val="auto"/>
          <w:szCs w:val="24"/>
        </w:rPr>
        <w:t>Каним производители и интересуващи се на щанда на Hettich в</w:t>
      </w:r>
      <w:r>
        <w:rPr>
          <w:rFonts w:cs="Arial"/>
          <w:b/>
          <w:bCs/>
          <w:color w:val="auto"/>
          <w:szCs w:val="24"/>
        </w:rPr>
        <w:t xml:space="preserve"> </w:t>
      </w:r>
      <w:r>
        <w:rPr>
          <w:rFonts w:cs="Arial"/>
          <w:bCs/>
          <w:color w:val="auto"/>
          <w:szCs w:val="24"/>
        </w:rPr>
        <w:t>зала 08.1, щанд C31/B30</w:t>
      </w:r>
      <w:r>
        <w:rPr>
          <w:rFonts w:cs="Arial"/>
          <w:color w:val="auto"/>
          <w:szCs w:val="24"/>
        </w:rPr>
        <w:t xml:space="preserve"> да изпробват както 3D-принта, така и приложенията AR и QR-Code. Ще покажем решения на две машини: AvanFit 300 Advanced, модела от висшия пилотаж за монтиране на чекмеджета, както и AvanFit 200, успешния модел за мебелиста. На двете работни места експерти от Hettich ще демонстрират как се изпозват модерни дигитални помощници, от пускането в експлоатация до насочени към ежедневието в работилницата съвети за монтаж.</w:t>
      </w:r>
      <w:r>
        <w:rPr>
          <w:color w:val="auto"/>
        </w:rPr>
        <w:t xml:space="preserve"> </w:t>
      </w:r>
    </w:p>
    <w:p w14:paraId="1052E7B7" w14:textId="030FAE81" w:rsidR="00D34A35" w:rsidRDefault="00D34A35" w:rsidP="00682C48">
      <w:pPr>
        <w:spacing w:line="360" w:lineRule="auto"/>
      </w:pPr>
    </w:p>
    <w:p w14:paraId="546EE43D" w14:textId="16ECA418" w:rsidR="00F537E4" w:rsidRPr="00026F1E" w:rsidRDefault="00F537E4" w:rsidP="00F537E4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Повече за Hettich на Interzum 2025 на:</w:t>
      </w:r>
    </w:p>
    <w:p w14:paraId="3D36D2D3" w14:textId="77777777" w:rsidR="00F537E4" w:rsidRPr="002E593E" w:rsidRDefault="00F537E4" w:rsidP="00F537E4">
      <w:pPr>
        <w:rPr>
          <w:rFonts w:cs="Arial"/>
          <w:i/>
          <w:iCs/>
          <w:szCs w:val="24"/>
        </w:rPr>
      </w:pPr>
      <w:hyperlink r:id="rId9" w:history="1">
        <w:r>
          <w:rPr>
            <w:rFonts w:cs="Arial"/>
            <w:color w:val="0000FF"/>
            <w:szCs w:val="24"/>
          </w:rPr>
          <w:t>https://interzum.hettich.com</w:t>
        </w:r>
      </w:hyperlink>
    </w:p>
    <w:p w14:paraId="3A6FBF5E" w14:textId="77777777" w:rsidR="00682C48" w:rsidRPr="007E1185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1E605A8" w14:textId="77777777" w:rsidR="003D0A12" w:rsidRDefault="003D0A12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</w:pPr>
    </w:p>
    <w:p w14:paraId="2DB58C1B" w14:textId="66DB30A5" w:rsidR="005A3C05" w:rsidRPr="00A301EE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10" w:history="1"/>
      <w:proofErr w:type="spellStart"/>
      <w:r>
        <w:rPr>
          <w:rFonts w:cs="Arial"/>
          <w:color w:val="auto"/>
          <w:szCs w:val="24"/>
        </w:rPr>
        <w:t>Следният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снимков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материал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може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да</w:t>
      </w:r>
      <w:proofErr w:type="spellEnd"/>
      <w:r>
        <w:rPr>
          <w:rFonts w:cs="Arial"/>
          <w:color w:val="auto"/>
          <w:szCs w:val="24"/>
        </w:rPr>
        <w:t xml:space="preserve"> бъде изтеглен от </w:t>
      </w:r>
      <w:r>
        <w:rPr>
          <w:rFonts w:cs="Arial"/>
          <w:b/>
          <w:color w:val="auto"/>
          <w:szCs w:val="24"/>
        </w:rPr>
        <w:t>меню ”Преса”</w:t>
      </w:r>
      <w:r>
        <w:rPr>
          <w:rFonts w:cs="Arial"/>
          <w:color w:val="auto"/>
          <w:szCs w:val="24"/>
        </w:rPr>
        <w:t xml:space="preserve"> на </w:t>
      </w:r>
      <w:r>
        <w:rPr>
          <w:rFonts w:cs="Arial"/>
          <w:b/>
          <w:color w:val="auto"/>
          <w:szCs w:val="24"/>
        </w:rPr>
        <w:t>www.hettich.com</w:t>
      </w:r>
      <w:r>
        <w:rPr>
          <w:rFonts w:cs="Arial"/>
          <w:color w:val="auto"/>
          <w:szCs w:val="24"/>
        </w:rPr>
        <w:t>:</w:t>
      </w:r>
    </w:p>
    <w:p w14:paraId="04C7E511" w14:textId="4B6FC666" w:rsidR="00EF3DEC" w:rsidRPr="007E1185" w:rsidRDefault="00214F63" w:rsidP="005A3C05">
      <w:pPr>
        <w:widowControl w:val="0"/>
        <w:suppressAutoHyphens/>
        <w:rPr>
          <w:rFonts w:cs="Arial"/>
          <w:b/>
          <w:bCs/>
          <w:color w:val="FF0000"/>
          <w:sz w:val="22"/>
          <w:szCs w:val="22"/>
        </w:rPr>
      </w:pPr>
      <w:r>
        <w:rPr>
          <w:noProof/>
        </w:rPr>
        <w:drawing>
          <wp:inline distT="0" distB="0" distL="0" distR="0" wp14:anchorId="5A2E8B11" wp14:editId="5E1AC117">
            <wp:extent cx="1800000" cy="1200254"/>
            <wp:effectExtent l="0" t="0" r="0" b="0"/>
            <wp:docPr id="1807383442" name="Grafik 1" descr="Ein Bild, das Person, Maschine, Kleidung, Technik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383442" name="Grafik 1" descr="Ein Bild, das Person, Maschine, Kleidung, Technik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0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8CF26" w14:textId="77777777" w:rsidR="00214F63" w:rsidRDefault="00A301EE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>
        <w:rPr>
          <w:rFonts w:cs="Arial"/>
          <w:b/>
          <w:bCs/>
          <w:color w:val="auto"/>
          <w:sz w:val="22"/>
          <w:szCs w:val="22"/>
        </w:rPr>
        <w:t>222025_a</w:t>
      </w:r>
    </w:p>
    <w:p w14:paraId="7B67E05D" w14:textId="60F6BB09" w:rsidR="002E79F1" w:rsidRPr="00A301EE" w:rsidRDefault="008A17F6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„Донесете собственото си устройство“: Посредством QR-код на тялото на машината производителите отиват директно в Hettich Technical Assistent, който помага при монтажа и настройването ѝ</w:t>
      </w:r>
      <w:r>
        <w:rPr>
          <w:rFonts w:cs="Arial"/>
          <w:color w:val="auto"/>
          <w:sz w:val="22"/>
          <w:szCs w:val="22"/>
        </w:rPr>
        <w:t>. Снимка Hettich</w:t>
      </w:r>
    </w:p>
    <w:p w14:paraId="224E2013" w14:textId="77777777" w:rsidR="00B36831" w:rsidRPr="007E1185" w:rsidRDefault="00B36831" w:rsidP="005A3C05">
      <w:pPr>
        <w:widowControl w:val="0"/>
        <w:suppressAutoHyphens/>
        <w:rPr>
          <w:rFonts w:cs="Arial"/>
          <w:color w:val="FF0000"/>
          <w:sz w:val="22"/>
          <w:szCs w:val="22"/>
        </w:rPr>
      </w:pPr>
    </w:p>
    <w:p w14:paraId="61053FBF" w14:textId="212CD6A3" w:rsidR="00EF3DEC" w:rsidRPr="006A0A93" w:rsidRDefault="002C6183" w:rsidP="005A3C05">
      <w:pPr>
        <w:widowControl w:val="0"/>
        <w:suppressAutoHyphens/>
        <w:rPr>
          <w:rFonts w:cs="Arial"/>
          <w:color w:val="00B050"/>
          <w:sz w:val="22"/>
          <w:szCs w:val="22"/>
        </w:rPr>
      </w:pPr>
      <w:r>
        <w:rPr>
          <w:noProof/>
        </w:rPr>
        <w:drawing>
          <wp:inline distT="0" distB="0" distL="0" distR="0" wp14:anchorId="0351E591" wp14:editId="77E0ACB6">
            <wp:extent cx="1800000" cy="1299915"/>
            <wp:effectExtent l="0" t="0" r="0" b="0"/>
            <wp:docPr id="603683513" name="Grafik 1" descr="Ein Bild, das Maschine, Im Haus, Bautechnik, Werkzeugr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683513" name="Grafik 1" descr="Ein Bild, das Maschine, Im Haus, Bautechnik, Werkzeugraum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9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0A93" w:rsidRPr="006A0A93">
        <w:rPr>
          <w:rFonts w:cs="Arial"/>
          <w:color w:val="00B050"/>
          <w:sz w:val="22"/>
          <w:szCs w:val="22"/>
        </w:rPr>
        <w:t xml:space="preserve"> </w:t>
      </w:r>
    </w:p>
    <w:p w14:paraId="3FF2A3B3" w14:textId="63D38F0C" w:rsidR="00B36831" w:rsidRPr="002C6183" w:rsidRDefault="00A301EE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>222025_b</w:t>
      </w:r>
    </w:p>
    <w:p w14:paraId="63A6F26C" w14:textId="142CE51E" w:rsidR="00A301EE" w:rsidRPr="002C6183" w:rsidRDefault="00C47340" w:rsidP="00A301EE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От QR-кода до приложението AR: Дигиталните инструменти при обработващата техника от Hettich могат да се видят директно на щанда ни при AvanFit 300 Advanced. Снимка Hettich</w:t>
      </w:r>
    </w:p>
    <w:p w14:paraId="2E87755B" w14:textId="77777777" w:rsidR="009372C7" w:rsidRPr="002C6183" w:rsidRDefault="009372C7" w:rsidP="005A3C05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</w:p>
    <w:p w14:paraId="6F4EF40F" w14:textId="1D7C7B32" w:rsidR="002F3408" w:rsidRPr="007E1185" w:rsidRDefault="00214F63" w:rsidP="002F3408">
      <w:pPr>
        <w:pStyle w:val="KeinLeerraum"/>
        <w:widowControl w:val="0"/>
        <w:suppressAutoHyphens/>
        <w:rPr>
          <w:rFonts w:ascii="Arial" w:hAnsi="Arial" w:cs="Arial"/>
          <w:bCs/>
          <w:color w:val="FF0000"/>
        </w:rPr>
      </w:pPr>
      <w:r>
        <w:rPr>
          <w:noProof/>
        </w:rPr>
        <w:drawing>
          <wp:inline distT="0" distB="0" distL="0" distR="0" wp14:anchorId="461FEB18" wp14:editId="12CA6D70">
            <wp:extent cx="1800000" cy="1199492"/>
            <wp:effectExtent l="0" t="0" r="0" b="1270"/>
            <wp:docPr id="1024385149" name="Grafik 3" descr="Ein Bild, das Person, Maschine, Techniker, Job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85149" name="Grafik 3" descr="Ein Bild, das Person, Maschine, Techniker, Job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404D6" w14:textId="194C1A94" w:rsidR="00A301EE" w:rsidRPr="0027712D" w:rsidRDefault="00A301EE" w:rsidP="00A301EE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>222025_c</w:t>
      </w:r>
      <w:r>
        <w:rPr>
          <w:rFonts w:cs="Arial"/>
          <w:bCs/>
          <w:color w:val="auto"/>
          <w:sz w:val="22"/>
          <w:szCs w:val="22"/>
        </w:rPr>
        <w:br/>
      </w:r>
      <w:r>
        <w:rPr>
          <w:rFonts w:cs="Arial"/>
          <w:color w:val="auto"/>
          <w:sz w:val="22"/>
          <w:szCs w:val="22"/>
        </w:rPr>
        <w:t>Приложенията AR от Hettich подпомагат потребителя при пускането на машината в експлоатация и при ползването ѝ. Снимка Hettich</w:t>
      </w:r>
    </w:p>
    <w:p w14:paraId="77295C5B" w14:textId="77777777" w:rsidR="00754A7E" w:rsidRDefault="00754A7E" w:rsidP="00754A7E">
      <w:pPr>
        <w:pStyle w:val="KeinLeerraum"/>
        <w:rPr>
          <w:rFonts w:ascii="Arial" w:hAnsi="Arial" w:cs="Arial"/>
          <w:color w:val="FF0000"/>
        </w:rPr>
      </w:pPr>
    </w:p>
    <w:p w14:paraId="53C4075B" w14:textId="44E2E0A7" w:rsidR="00214F63" w:rsidRPr="007E1185" w:rsidRDefault="00214F63" w:rsidP="00754A7E">
      <w:pPr>
        <w:pStyle w:val="KeinLeerraum"/>
        <w:rPr>
          <w:rFonts w:ascii="Arial" w:hAnsi="Arial" w:cs="Arial"/>
          <w:color w:val="FF0000"/>
        </w:rPr>
      </w:pPr>
      <w:r>
        <w:rPr>
          <w:noProof/>
        </w:rPr>
        <w:drawing>
          <wp:inline distT="0" distB="0" distL="0" distR="0" wp14:anchorId="354CD7F1" wp14:editId="436E6A8B">
            <wp:extent cx="1800000" cy="1199492"/>
            <wp:effectExtent l="0" t="0" r="0" b="1270"/>
            <wp:docPr id="456842477" name="Grafik 4" descr="Ein Bild, das Person, Computer, Halten, Bankautoma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842477" name="Grafik 4" descr="Ein Bild, das Person, Computer, Halten, Bankautoma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96DF0" w14:textId="5FE96E6D" w:rsidR="00A301EE" w:rsidRPr="0027712D" w:rsidRDefault="00A301EE" w:rsidP="00A301EE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lastRenderedPageBreak/>
        <w:t>222025_d</w:t>
      </w:r>
      <w:r>
        <w:rPr>
          <w:rFonts w:cs="Arial"/>
          <w:b/>
          <w:color w:val="auto"/>
          <w:sz w:val="22"/>
          <w:szCs w:val="22"/>
        </w:rPr>
        <w:br/>
      </w:r>
      <w:r>
        <w:rPr>
          <w:rFonts w:cs="Arial"/>
          <w:bCs/>
          <w:color w:val="auto"/>
          <w:sz w:val="22"/>
          <w:szCs w:val="22"/>
        </w:rPr>
        <w:t>Компактен шаблон от 3D-принтер: През своя 3D-принт портал Hettich предоставя готови дигитални шаблони за изтегляне за така наречените „Jigs“</w:t>
      </w:r>
      <w:r>
        <w:rPr>
          <w:rFonts w:cs="Arial"/>
          <w:color w:val="auto"/>
          <w:sz w:val="22"/>
          <w:szCs w:val="22"/>
        </w:rPr>
        <w:t>. Снимка Hettich</w:t>
      </w:r>
    </w:p>
    <w:p w14:paraId="20B60A55" w14:textId="77777777" w:rsidR="004F5ACF" w:rsidRPr="007E1185" w:rsidRDefault="004F5ACF" w:rsidP="00E71A10">
      <w:pPr>
        <w:widowControl w:val="0"/>
        <w:suppressAutoHyphens/>
        <w:rPr>
          <w:rFonts w:cs="Arial"/>
          <w:b/>
          <w:color w:val="FF0000"/>
          <w:sz w:val="22"/>
          <w:szCs w:val="22"/>
          <w:lang w:eastAsia="sv-SE"/>
        </w:rPr>
      </w:pPr>
    </w:p>
    <w:p w14:paraId="1D83C4C7" w14:textId="77777777" w:rsidR="00682C48" w:rsidRPr="00163A51" w:rsidRDefault="00682C48" w:rsidP="005A3C05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4C3FE477" w14:textId="77777777" w:rsidR="00571996" w:rsidRPr="00163A51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За Hettich</w:t>
      </w:r>
    </w:p>
    <w:p w14:paraId="29D80DC3" w14:textId="118CCE9B" w:rsidR="00571996" w:rsidRPr="00163A51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sz w:val="20"/>
        </w:rPr>
        <w:t xml:space="preserve">Hettich е основана през 1888 година и днес е сред най-големите и най-успешните световни производители на мебелен обков. Седалище на семейната фирма е Кирхленгерн в мебелния клъстер Източна Вестфалия. Повече от 8.400 колежки и колеги работят заедно върху това да доставят в повече от 100 страни ориентирани към бъдещето решения. С корпоративното си обещание "It's all in Hettich" марката Hettich е символ на цялостно портфолио от услуги, което е последователно насочено към нуждите на клиентите по целия свят. Устойчивите действия по отношение на социалните, обществените и екологичните аспекти при нас традиционно винаги са били с най-висок приоритет. </w:t>
      </w:r>
      <w:hyperlink r:id="rId15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RPr="00163A51" w:rsidSect="0053418F">
      <w:headerReference w:type="default" r:id="rId16"/>
      <w:footerReference w:type="default" r:id="rId17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BBA4C" w14:textId="77777777" w:rsidR="00EE1292" w:rsidRDefault="00EE1292">
      <w:r>
        <w:separator/>
      </w:r>
    </w:p>
  </w:endnote>
  <w:endnote w:type="continuationSeparator" w:id="0">
    <w:p w14:paraId="04D45C63" w14:textId="77777777" w:rsidR="00EE1292" w:rsidRDefault="00EE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24DDF" w14:textId="77777777" w:rsidR="00EE1292" w:rsidRDefault="00EE1292">
      <w:r>
        <w:separator/>
      </w:r>
    </w:p>
  </w:footnote>
  <w:footnote w:type="continuationSeparator" w:id="0">
    <w:p w14:paraId="0AF352E0" w14:textId="77777777" w:rsidR="00EE1292" w:rsidRDefault="00EE1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9C02BF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Още материали за пресата от Hettich за interzum 2025:</w:t>
                          </w:r>
                        </w:p>
                        <w:p w14:paraId="7F5B10FF" w14:textId="77777777" w:rsidR="006B1A07" w:rsidRPr="00620A26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Контакт: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Тел.: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Тел</w:t>
                          </w:r>
                          <w:r w:rsidRPr="003D0A12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D0A12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3D0A12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Изисква</w:t>
                          </w:r>
                          <w:r w:rsidRPr="003D0A12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се</w:t>
                          </w:r>
                          <w:r w:rsidRPr="003D0A12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копие</w:t>
                          </w:r>
                          <w:r w:rsidRPr="003D0A12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на</w:t>
                          </w:r>
                          <w:r w:rsidRPr="003D0A12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публикацията</w:t>
                          </w:r>
                          <w:r w:rsidRPr="003D0A12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преди</w:t>
                          </w:r>
                          <w:r w:rsidRPr="003D0A12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печат</w:t>
                          </w:r>
                        </w:p>
                        <w:p w14:paraId="0631CA96" w14:textId="77777777" w:rsidR="00230446" w:rsidRPr="003D0A12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1DFAB1E9" w14:textId="65952DD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PR_222025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9C02BF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Още материали за пресата от Hettich за interzum 2025:</w:t>
                    </w:r>
                  </w:p>
                  <w:p w14:paraId="7F5B10FF" w14:textId="77777777" w:rsidR="006B1A07" w:rsidRPr="00620A26" w:rsidRDefault="006B1A07" w:rsidP="006B1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3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Контакт: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Deutschland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Тел.: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Deutschland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Тел</w:t>
                    </w:r>
                    <w:r w:rsidRPr="003D0A12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3D0A12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3D0A12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Изисква</w:t>
                    </w:r>
                    <w:r w:rsidRPr="003D0A12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се</w:t>
                    </w:r>
                    <w:r w:rsidRPr="003D0A12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копие</w:t>
                    </w:r>
                    <w:r w:rsidRPr="003D0A12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на</w:t>
                    </w:r>
                    <w:r w:rsidRPr="003D0A12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публикацията</w:t>
                    </w:r>
                    <w:r w:rsidRPr="003D0A12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преди</w:t>
                    </w:r>
                    <w:r w:rsidRPr="003D0A12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печат</w:t>
                    </w:r>
                  </w:p>
                  <w:p w14:paraId="0631CA96" w14:textId="77777777" w:rsidR="00230446" w:rsidRPr="003D0A12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</w:p>
                  <w:p w14:paraId="1DFAB1E9" w14:textId="65952DD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PR_222025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0F06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384"/>
    <w:rsid w:val="000E06B9"/>
    <w:rsid w:val="000E13ED"/>
    <w:rsid w:val="000E16AD"/>
    <w:rsid w:val="000E2A52"/>
    <w:rsid w:val="000E33C6"/>
    <w:rsid w:val="000E3837"/>
    <w:rsid w:val="000E3A5A"/>
    <w:rsid w:val="000E456B"/>
    <w:rsid w:val="000E4EB2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0E57"/>
    <w:rsid w:val="001325DD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340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410B"/>
    <w:rsid w:val="001C4E0E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4F63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12D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C6183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50AE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07EC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48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A12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0C8F"/>
    <w:rsid w:val="00432095"/>
    <w:rsid w:val="004320BE"/>
    <w:rsid w:val="004328DA"/>
    <w:rsid w:val="004348DF"/>
    <w:rsid w:val="00435682"/>
    <w:rsid w:val="004360CC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57F4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1EBC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6B5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000A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B2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ACD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09C6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0911"/>
    <w:rsid w:val="00672FCB"/>
    <w:rsid w:val="00673643"/>
    <w:rsid w:val="00674EA7"/>
    <w:rsid w:val="00676BFA"/>
    <w:rsid w:val="00677BE5"/>
    <w:rsid w:val="00680D0B"/>
    <w:rsid w:val="00681304"/>
    <w:rsid w:val="00681E31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0A93"/>
    <w:rsid w:val="006A133B"/>
    <w:rsid w:val="006A20AE"/>
    <w:rsid w:val="006A32D9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4F30"/>
    <w:rsid w:val="00715F3F"/>
    <w:rsid w:val="00716239"/>
    <w:rsid w:val="00716496"/>
    <w:rsid w:val="00716C3A"/>
    <w:rsid w:val="007177CB"/>
    <w:rsid w:val="00721D22"/>
    <w:rsid w:val="0072247B"/>
    <w:rsid w:val="007226DE"/>
    <w:rsid w:val="007227EF"/>
    <w:rsid w:val="007229B3"/>
    <w:rsid w:val="00723207"/>
    <w:rsid w:val="0072430F"/>
    <w:rsid w:val="00724D0D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97AAC"/>
    <w:rsid w:val="007A00C5"/>
    <w:rsid w:val="007A0654"/>
    <w:rsid w:val="007A1D2D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1185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681E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03F"/>
    <w:rsid w:val="0086373A"/>
    <w:rsid w:val="00863CC1"/>
    <w:rsid w:val="0086417C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8D3"/>
    <w:rsid w:val="008929DB"/>
    <w:rsid w:val="00893997"/>
    <w:rsid w:val="008946C8"/>
    <w:rsid w:val="00895491"/>
    <w:rsid w:val="0089692C"/>
    <w:rsid w:val="008A035C"/>
    <w:rsid w:val="008A0782"/>
    <w:rsid w:val="008A09E4"/>
    <w:rsid w:val="008A0BFF"/>
    <w:rsid w:val="008A0FE3"/>
    <w:rsid w:val="008A17F6"/>
    <w:rsid w:val="008A1AE1"/>
    <w:rsid w:val="008A1EF4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43F0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3CD0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E3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1D8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3D9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23C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C7934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1986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1EE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0D10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7711D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81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6A10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0B8C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340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0D36"/>
    <w:rsid w:val="00CD1468"/>
    <w:rsid w:val="00CD17AD"/>
    <w:rsid w:val="00CD2A2B"/>
    <w:rsid w:val="00CD2A48"/>
    <w:rsid w:val="00CD3A08"/>
    <w:rsid w:val="00CD3BC8"/>
    <w:rsid w:val="00CD3D2B"/>
    <w:rsid w:val="00CD5163"/>
    <w:rsid w:val="00CD517F"/>
    <w:rsid w:val="00CD5375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A35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16F7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465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3AC8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88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292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0170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7E4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3d-print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://www.hettich.com" TargetMode="External"/><Relationship Id="rId10" Type="http://schemas.openxmlformats.org/officeDocument/2006/relationships/hyperlink" Target="https://web.hettich.com/nl-be/producten-eshop/techniek-innovaties-202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zum.hettich.com/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560</Words>
  <Characters>3743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präsentiert auf der Interzum 2025 die Zukunft der Verarbeitungstechnik: Digitale Helfer für die moderne Werkstatt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представя на Interzum 2025 бъдещето на обработващата техника. Дигитални помощници за модерната работилница</dc:title>
  <dc:creator>Anke Wöhler</dc:creator>
  <cp:lastModifiedBy>Nina Thenhausen</cp:lastModifiedBy>
  <cp:revision>3</cp:revision>
  <cp:lastPrinted>2024-05-29T08:32:00Z</cp:lastPrinted>
  <dcterms:created xsi:type="dcterms:W3CDTF">2025-04-01T13:02:00Z</dcterms:created>
  <dcterms:modified xsi:type="dcterms:W3CDTF">2025-04-29T12:46:00Z</dcterms:modified>
</cp:coreProperties>
</file>