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2E0E2" w14:textId="69247EE8" w:rsidR="00FE0E07" w:rsidRPr="00666203" w:rsidRDefault="00FE0E07" w:rsidP="00421E07">
      <w:pPr>
        <w:spacing w:line="360" w:lineRule="auto"/>
        <w:rPr>
          <w:rFonts w:cs="Arial"/>
          <w:b/>
          <w:color w:val="auto"/>
          <w:sz w:val="28"/>
          <w:szCs w:val="28"/>
          <w:lang w:val="en-US"/>
        </w:rPr>
      </w:pPr>
      <w:r w:rsidRPr="00666203">
        <w:rPr>
          <w:rFonts w:cs="Arial"/>
          <w:b/>
          <w:color w:val="auto"/>
          <w:sz w:val="28"/>
          <w:szCs w:val="28"/>
          <w:lang w:val="en-US"/>
        </w:rPr>
        <w:t xml:space="preserve">Hettich helpt eerste </w:t>
      </w:r>
      <w:r w:rsidR="00666203" w:rsidRPr="00666203">
        <w:rPr>
          <w:rFonts w:cs="Arial"/>
          <w:b/>
          <w:color w:val="auto"/>
          <w:sz w:val="28"/>
          <w:szCs w:val="28"/>
          <w:lang w:val="en-US"/>
        </w:rPr>
        <w:t>“Adaptable Building Conference”</w:t>
      </w:r>
      <w:r w:rsidR="00666203">
        <w:rPr>
          <w:rFonts w:cs="Arial"/>
          <w:b/>
          <w:color w:val="auto"/>
          <w:sz w:val="28"/>
          <w:szCs w:val="28"/>
          <w:lang w:val="en-US"/>
        </w:rPr>
        <w:t xml:space="preserve"> </w:t>
      </w:r>
      <w:r w:rsidRPr="00666203">
        <w:rPr>
          <w:rFonts w:cs="Arial"/>
          <w:b/>
          <w:color w:val="auto"/>
          <w:sz w:val="28"/>
          <w:szCs w:val="28"/>
          <w:lang w:val="en-US"/>
        </w:rPr>
        <w:t>vorm te geven</w:t>
      </w:r>
    </w:p>
    <w:p w14:paraId="6FBF2E38" w14:textId="221A752C" w:rsidR="00FE0E07" w:rsidRDefault="003B0F33" w:rsidP="00421E07">
      <w:pPr>
        <w:spacing w:line="360" w:lineRule="auto"/>
        <w:rPr>
          <w:rFonts w:cs="Arial"/>
          <w:b/>
          <w:color w:val="auto"/>
          <w:szCs w:val="24"/>
        </w:rPr>
      </w:pPr>
      <w:r>
        <w:rPr>
          <w:rFonts w:cs="Arial"/>
          <w:b/>
          <w:color w:val="auto"/>
          <w:szCs w:val="24"/>
        </w:rPr>
        <w:t>Focus op aanpassingsvermogen van gebouwen en kamerconcepten</w:t>
      </w:r>
    </w:p>
    <w:p w14:paraId="55C7E18B" w14:textId="77777777" w:rsidR="00421E07" w:rsidRDefault="00421E07" w:rsidP="00421E07">
      <w:pPr>
        <w:spacing w:line="360" w:lineRule="auto"/>
        <w:rPr>
          <w:rFonts w:cs="Arial"/>
          <w:b/>
          <w:color w:val="auto"/>
          <w:szCs w:val="24"/>
        </w:rPr>
      </w:pPr>
    </w:p>
    <w:p w14:paraId="051596D1" w14:textId="24FA8B75" w:rsidR="003D1295" w:rsidRDefault="003B0F33" w:rsidP="00421E07">
      <w:pPr>
        <w:spacing w:line="360" w:lineRule="auto"/>
        <w:rPr>
          <w:rFonts w:cs="Arial"/>
          <w:b/>
          <w:color w:val="auto"/>
          <w:szCs w:val="24"/>
        </w:rPr>
      </w:pPr>
      <w:r>
        <w:rPr>
          <w:rFonts w:cs="Arial"/>
          <w:b/>
          <w:color w:val="auto"/>
          <w:szCs w:val="24"/>
        </w:rPr>
        <w:t xml:space="preserve">Hettich maakt deel uit van het nieuw opgerichte netwerk </w:t>
      </w:r>
      <w:hyperlink r:id="rId8" w:history="1">
        <w:r w:rsidRPr="00666203">
          <w:rPr>
            <w:rStyle w:val="Hyperlink"/>
            <w:rFonts w:cs="Arial"/>
            <w:b/>
            <w:szCs w:val="24"/>
          </w:rPr>
          <w:t>"</w:t>
        </w:r>
        <w:r w:rsidR="00666203" w:rsidRPr="00666203">
          <w:rPr>
            <w:rStyle w:val="Hyperlink"/>
            <w:rFonts w:cs="Arial"/>
            <w:b/>
            <w:szCs w:val="24"/>
          </w:rPr>
          <w:t>Adaptable Building</w:t>
        </w:r>
        <w:r w:rsidR="00666203" w:rsidRPr="00666203">
          <w:rPr>
            <w:rStyle w:val="Hyperlink"/>
            <w:rFonts w:cs="Arial"/>
            <w:b/>
            <w:szCs w:val="24"/>
          </w:rPr>
          <w:t xml:space="preserve"> Club“</w:t>
        </w:r>
      </w:hyperlink>
      <w:r w:rsidR="00666203" w:rsidRPr="00666203">
        <w:rPr>
          <w:rFonts w:cs="Arial"/>
          <w:b/>
          <w:szCs w:val="24"/>
        </w:rPr>
        <w:t xml:space="preserve"> (ABC, </w:t>
      </w:r>
      <w:r w:rsidRPr="00666203">
        <w:rPr>
          <w:rFonts w:cs="Arial"/>
          <w:b/>
          <w:szCs w:val="24"/>
        </w:rPr>
        <w:t>Aanpasbare Bou</w:t>
      </w:r>
      <w:r w:rsidRPr="00666203">
        <w:rPr>
          <w:rFonts w:cs="Arial"/>
          <w:b/>
          <w:szCs w:val="24"/>
        </w:rPr>
        <w:t>wclub</w:t>
      </w:r>
      <w:r>
        <w:rPr>
          <w:rFonts w:cs="Arial"/>
          <w:b/>
          <w:color w:val="auto"/>
          <w:szCs w:val="24"/>
        </w:rPr>
        <w:t>), dat belanghebbenden uit onderzoek, architectuur, de publieke sector, techniek en bouwen samenbrengt. ABC's eerste symposium in Rotterdam op 22 januari 2026 zal alles draaien om de ontwikkeling en implementatie van een nieuwe generatie gebouwen.</w:t>
      </w:r>
      <w:r w:rsidR="00666203">
        <w:rPr>
          <w:rFonts w:cs="Arial"/>
          <w:b/>
          <w:color w:val="auto"/>
          <w:szCs w:val="24"/>
        </w:rPr>
        <w:t xml:space="preserve"> </w:t>
      </w:r>
      <w:r w:rsidR="000B2E8C">
        <w:rPr>
          <w:rFonts w:cs="Arial"/>
          <w:b/>
          <w:color w:val="auto"/>
          <w:szCs w:val="24"/>
        </w:rPr>
        <w:t>Het doel is om ervoor te zorgen dat gebouwen in de toekomst kunnen worden aangepast aan de veranderende behoeften van mensen, tegelijkertijd worden hulpbronnen ontzien en blijft de waarde van een gebouw op lange termijn behouden.</w:t>
      </w:r>
    </w:p>
    <w:p w14:paraId="7CEB3F6F" w14:textId="77777777" w:rsidR="000B2E8C" w:rsidRDefault="000B2E8C" w:rsidP="00421E07">
      <w:pPr>
        <w:spacing w:line="360" w:lineRule="auto"/>
        <w:rPr>
          <w:rFonts w:cs="Arial"/>
          <w:b/>
          <w:color w:val="auto"/>
          <w:szCs w:val="24"/>
        </w:rPr>
      </w:pPr>
    </w:p>
    <w:p w14:paraId="4558FB17" w14:textId="214E52CF" w:rsidR="00DC3B94" w:rsidRPr="009909F4" w:rsidRDefault="005805BA" w:rsidP="00421E07">
      <w:pPr>
        <w:spacing w:line="360" w:lineRule="auto"/>
        <w:rPr>
          <w:rFonts w:cs="Arial"/>
          <w:bCs/>
          <w:color w:val="auto"/>
          <w:szCs w:val="24"/>
        </w:rPr>
      </w:pPr>
      <w:r>
        <w:rPr>
          <w:rFonts w:cs="Arial"/>
          <w:bCs/>
          <w:color w:val="auto"/>
          <w:szCs w:val="24"/>
        </w:rPr>
        <w:t xml:space="preserve">Gebouwen, die vaak ontworpen zijn voor één doel en vastliggen in hun indeling en levensduur, worden steeds meer een probleem, vooral in steden. Het gebrek aan aanpasbaarheid aan een verandering van gebruik voert tot sloop, leegstand en verliezen. Het netwerk ABC werkt eraan om statische, speciaal gebouwde structuren te vervangen tegen bouwstructuren die net zo snel veranderen als de wereld eromheen. Het aanpassingsvermogen van een woning hangt grotendeels af van de algemene planning. Dankzij een flexibele infrastructuur kunnen het gebruik van de ruimte en het interieurontwerp in de loop van de tijd veranderen. Beweeglijke structuren die een adaptief en efficiënt gebruik van oppervlak mogelijk maken komen versterker in beeld. Bij inrichtingsspecialist Hettich is de business unit </w:t>
      </w:r>
      <w:r>
        <w:rPr>
          <w:rFonts w:cs="Arial"/>
          <w:bCs/>
          <w:color w:val="auto"/>
          <w:szCs w:val="24"/>
        </w:rPr>
        <w:lastRenderedPageBreak/>
        <w:t>"Space2Architecture" intensief bezig met de transformatie van meubels en wegruimen en is actief in het netwerk gebracht.</w:t>
      </w:r>
    </w:p>
    <w:p w14:paraId="451217B9" w14:textId="77777777" w:rsidR="00DC3B94" w:rsidRDefault="00DC3B94" w:rsidP="00421E07">
      <w:pPr>
        <w:spacing w:line="360" w:lineRule="auto"/>
        <w:rPr>
          <w:rFonts w:cs="Arial"/>
          <w:bCs/>
          <w:color w:val="auto"/>
          <w:szCs w:val="24"/>
        </w:rPr>
      </w:pPr>
    </w:p>
    <w:p w14:paraId="3E42FA31" w14:textId="73EBD685" w:rsidR="00DC3B94" w:rsidRPr="00DC3B94" w:rsidRDefault="005A7D63" w:rsidP="00421E07">
      <w:pPr>
        <w:spacing w:line="360" w:lineRule="auto"/>
        <w:rPr>
          <w:rFonts w:cs="Arial"/>
          <w:b/>
          <w:color w:val="auto"/>
          <w:szCs w:val="24"/>
        </w:rPr>
      </w:pPr>
      <w:r>
        <w:rPr>
          <w:rFonts w:cs="Arial"/>
          <w:b/>
          <w:color w:val="auto"/>
          <w:szCs w:val="24"/>
        </w:rPr>
        <w:t>Technische innovatie voor adaptief wonen</w:t>
      </w:r>
    </w:p>
    <w:p w14:paraId="44712CAC" w14:textId="4D030C05" w:rsidR="008F6629" w:rsidRDefault="0030610D" w:rsidP="00421E07">
      <w:pPr>
        <w:spacing w:line="360" w:lineRule="auto"/>
        <w:rPr>
          <w:rFonts w:cs="Arial"/>
          <w:bCs/>
          <w:color w:val="auto"/>
          <w:szCs w:val="24"/>
        </w:rPr>
      </w:pPr>
      <w:r>
        <w:rPr>
          <w:rFonts w:cs="Arial"/>
          <w:bCs/>
          <w:color w:val="auto"/>
          <w:szCs w:val="24"/>
        </w:rPr>
        <w:t>Met de technische schuif "RoomSpin" heeft Hettich een innovatieve oplossing ontwikkeld voor het transformeren van wegruimen. Draaibare inrichtingselementen van verschillende afmetingen en eisen kunnen op de glijbaan worden gepland. Een voorbeeld van het grote potentieel van deze innovatie is een proefproject in de modernisering van bestaande gebouwen dat Hettich heeft gerealiseerd met de woningbouwonderneming VIVAWEST in Dortmund: door een draaibaar bed ontstaat overdag een werk-, speling- of ontspanningsruimte aan de achterkant, afhankelijk van de vormgeving van de meubels. Dit vergroot de te benutten oppervlakten en de woonkwaliteit zonder het aantal vierkante meters te verhogen.</w:t>
      </w:r>
    </w:p>
    <w:p w14:paraId="4BFCE59F" w14:textId="0DE2E634" w:rsidR="003730C3" w:rsidRPr="003730C3" w:rsidRDefault="003730C3" w:rsidP="00421E07">
      <w:pPr>
        <w:spacing w:line="360" w:lineRule="auto"/>
        <w:rPr>
          <w:rFonts w:cs="Arial"/>
          <w:bCs/>
          <w:color w:val="auto"/>
          <w:szCs w:val="24"/>
        </w:rPr>
      </w:pPr>
      <w:r>
        <w:rPr>
          <w:rFonts w:cs="Arial"/>
          <w:bCs/>
          <w:color w:val="auto"/>
          <w:szCs w:val="24"/>
        </w:rPr>
        <w:t xml:space="preserve">Daniel Rehage, verantwoordelijke voor innovatiemanagement bij de Hettich groep, zal als spreker op de eerste </w:t>
      </w:r>
      <w:r>
        <w:rPr>
          <w:rFonts w:cs="Arial"/>
          <w:bCs/>
          <w:color w:val="auto"/>
          <w:szCs w:val="24"/>
        </w:rPr>
        <w:br/>
        <w:t>"Adaptable Building Conference" in Rotterdam de diverse mogelijkheden van dynamische ruimtetransformatie te presenteren.</w:t>
      </w:r>
    </w:p>
    <w:p w14:paraId="4478F8E9" w14:textId="77777777" w:rsidR="0045730C" w:rsidRDefault="0045730C" w:rsidP="00421E07">
      <w:pPr>
        <w:spacing w:line="360" w:lineRule="auto"/>
        <w:rPr>
          <w:rFonts w:cs="Arial"/>
          <w:bCs/>
          <w:color w:val="FF0000"/>
          <w:szCs w:val="24"/>
        </w:rPr>
      </w:pPr>
    </w:p>
    <w:p w14:paraId="2B39C3B2" w14:textId="77777777" w:rsidR="00421E07" w:rsidRDefault="00421E07" w:rsidP="00421E07">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Pr>
          <w:rFonts w:cs="Arial"/>
          <w:color w:val="auto"/>
          <w:szCs w:val="24"/>
        </w:rPr>
        <w:t xml:space="preserve">U kunt het onderstaande fotomateriaal downloaden via </w:t>
      </w:r>
      <w:r>
        <w:rPr>
          <w:rFonts w:cs="Arial"/>
          <w:b/>
          <w:color w:val="auto"/>
          <w:szCs w:val="24"/>
        </w:rPr>
        <w:t>https://web.hettich.com/nl-nl/pers.jsp</w:t>
      </w:r>
      <w:r>
        <w:rPr>
          <w:rFonts w:cs="Arial"/>
          <w:color w:val="auto"/>
          <w:szCs w:val="24"/>
        </w:rPr>
        <w:t>:</w:t>
      </w:r>
    </w:p>
    <w:p w14:paraId="29BF8BC9" w14:textId="77777777" w:rsidR="00495FBB" w:rsidRDefault="00495FBB" w:rsidP="00421E07">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rPr>
      </w:pPr>
    </w:p>
    <w:p w14:paraId="3C7D694D" w14:textId="4F9BDECF" w:rsidR="0045730C" w:rsidRPr="0045730C" w:rsidRDefault="0045730C" w:rsidP="00421E07">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val="sv-SE" w:eastAsia="sv-SE"/>
        </w:rPr>
      </w:pPr>
      <w:r>
        <w:rPr>
          <w:rFonts w:cs="Arial"/>
          <w:b/>
          <w:bCs/>
          <w:color w:val="auto"/>
          <w:szCs w:val="24"/>
        </w:rPr>
        <w:t>Afbeeldingen</w:t>
      </w:r>
    </w:p>
    <w:p w14:paraId="3AA3BBEC" w14:textId="4154804A" w:rsidR="0045730C" w:rsidRPr="0045730C" w:rsidRDefault="0045730C" w:rsidP="00421E07">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val="sv-SE" w:eastAsia="sv-SE"/>
        </w:rPr>
      </w:pPr>
      <w:r>
        <w:rPr>
          <w:rFonts w:cs="Arial"/>
          <w:b/>
          <w:bCs/>
          <w:color w:val="auto"/>
          <w:szCs w:val="24"/>
        </w:rPr>
        <w:t>Teksten onder afbeeldingen</w:t>
      </w:r>
    </w:p>
    <w:p w14:paraId="0142740E" w14:textId="58AEDF1D" w:rsidR="009909F4" w:rsidRDefault="009A22C1" w:rsidP="00421E07">
      <w:pPr>
        <w:rPr>
          <w:rFonts w:cs="Arial"/>
          <w:bCs/>
          <w:color w:val="auto"/>
          <w:sz w:val="22"/>
          <w:szCs w:val="22"/>
          <w:lang w:val="sv-SE"/>
        </w:rPr>
      </w:pPr>
      <w:r>
        <w:rPr>
          <w:noProof/>
        </w:rPr>
        <w:lastRenderedPageBreak/>
        <w:drawing>
          <wp:inline distT="0" distB="0" distL="0" distR="0" wp14:anchorId="5D2AAFAD" wp14:editId="6E5399CC">
            <wp:extent cx="1348190" cy="1866900"/>
            <wp:effectExtent l="0" t="0" r="4445" b="0"/>
            <wp:docPr id="1312289861" name="Grafik 2" descr="Ein Bild, das Kleidung, Person, Mobiliar,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289861" name="Grafik 2" descr="Ein Bild, das Kleidung, Person, Mobiliar, Wand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57160" cy="1879321"/>
                    </a:xfrm>
                    <a:prstGeom prst="rect">
                      <a:avLst/>
                    </a:prstGeom>
                    <a:noFill/>
                    <a:ln>
                      <a:noFill/>
                    </a:ln>
                  </pic:spPr>
                </pic:pic>
              </a:graphicData>
            </a:graphic>
          </wp:inline>
        </w:drawing>
      </w:r>
    </w:p>
    <w:p w14:paraId="11F6176A" w14:textId="410576CA" w:rsidR="00421E07" w:rsidRPr="00666203" w:rsidRDefault="00546BF8" w:rsidP="00421E07">
      <w:pPr>
        <w:rPr>
          <w:rFonts w:cs="Arial"/>
          <w:b/>
          <w:color w:val="auto"/>
          <w:sz w:val="22"/>
          <w:szCs w:val="22"/>
          <w:lang w:val="sv-SE"/>
        </w:rPr>
      </w:pPr>
      <w:r w:rsidRPr="00666203">
        <w:rPr>
          <w:rFonts w:cs="Arial"/>
          <w:b/>
          <w:color w:val="auto"/>
          <w:sz w:val="22"/>
          <w:szCs w:val="22"/>
          <w:lang w:val="sv-SE"/>
        </w:rPr>
        <w:t>032026_a</w:t>
      </w:r>
    </w:p>
    <w:p w14:paraId="4B252309" w14:textId="0ABEA4CE" w:rsidR="00421E07" w:rsidRDefault="009909F4" w:rsidP="00421E07">
      <w:pPr>
        <w:rPr>
          <w:rFonts w:cs="Arial"/>
          <w:bCs/>
          <w:color w:val="auto"/>
          <w:sz w:val="22"/>
          <w:szCs w:val="22"/>
        </w:rPr>
      </w:pPr>
      <w:r w:rsidRPr="00666203">
        <w:rPr>
          <w:rFonts w:cs="Arial"/>
          <w:bCs/>
          <w:color w:val="auto"/>
          <w:sz w:val="22"/>
          <w:szCs w:val="22"/>
          <w:lang w:val="sv-SE"/>
        </w:rPr>
        <w:t xml:space="preserve">Daniel Rehage, innovatiemanager bij de Hettich groep, behoort tot de sprekers op de eerste </w:t>
      </w:r>
      <w:r w:rsidR="00495FBB">
        <w:rPr>
          <w:rFonts w:cs="Arial"/>
          <w:bCs/>
          <w:color w:val="auto"/>
          <w:sz w:val="22"/>
          <w:szCs w:val="22"/>
          <w:lang w:val="sv-SE"/>
        </w:rPr>
        <w:t>”</w:t>
      </w:r>
      <w:r w:rsidR="00495FBB" w:rsidRPr="00495FBB">
        <w:rPr>
          <w:rFonts w:cs="Arial"/>
          <w:bCs/>
          <w:color w:val="auto"/>
          <w:sz w:val="22"/>
          <w:szCs w:val="22"/>
          <w:lang w:val="en-US"/>
        </w:rPr>
        <w:t>Adaptable Building Conference”</w:t>
      </w:r>
      <w:r w:rsidRPr="00666203">
        <w:rPr>
          <w:rFonts w:cs="Arial"/>
          <w:bCs/>
          <w:color w:val="auto"/>
          <w:sz w:val="22"/>
          <w:szCs w:val="22"/>
          <w:lang w:val="sv-SE"/>
        </w:rPr>
        <w:t xml:space="preserve">, georganiseerd door het ABC netwerk op 22 Januari in Rotterdam. </w:t>
      </w:r>
      <w:r>
        <w:rPr>
          <w:rFonts w:cs="Arial"/>
          <w:bCs/>
          <w:color w:val="auto"/>
          <w:sz w:val="22"/>
          <w:szCs w:val="22"/>
        </w:rPr>
        <w:t>Foto: Hettich</w:t>
      </w:r>
    </w:p>
    <w:p w14:paraId="2269F633" w14:textId="77777777" w:rsidR="00776E7A" w:rsidRDefault="00776E7A" w:rsidP="00421E07">
      <w:pPr>
        <w:rPr>
          <w:rFonts w:cs="Arial"/>
          <w:bCs/>
          <w:color w:val="auto"/>
          <w:sz w:val="22"/>
          <w:szCs w:val="22"/>
        </w:rPr>
      </w:pPr>
    </w:p>
    <w:p w14:paraId="4BE0AB7C" w14:textId="77777777" w:rsidR="009909F4" w:rsidRDefault="009909F4" w:rsidP="00421E07">
      <w:pPr>
        <w:rPr>
          <w:rFonts w:cs="Arial"/>
          <w:bCs/>
          <w:color w:val="auto"/>
          <w:sz w:val="22"/>
          <w:szCs w:val="22"/>
        </w:rPr>
      </w:pPr>
    </w:p>
    <w:p w14:paraId="2A816D34" w14:textId="77777777" w:rsidR="00387A3B" w:rsidRDefault="00387A3B" w:rsidP="00421E07">
      <w:pPr>
        <w:rPr>
          <w:rFonts w:cs="Arial"/>
          <w:bCs/>
          <w:color w:val="auto"/>
          <w:sz w:val="22"/>
          <w:szCs w:val="22"/>
        </w:rPr>
      </w:pPr>
    </w:p>
    <w:p w14:paraId="40E76551" w14:textId="77777777" w:rsidR="00387A3B" w:rsidRDefault="00387A3B" w:rsidP="00421E07">
      <w:pPr>
        <w:rPr>
          <w:rFonts w:cs="Arial"/>
          <w:bCs/>
          <w:color w:val="auto"/>
          <w:sz w:val="22"/>
          <w:szCs w:val="22"/>
        </w:rPr>
      </w:pPr>
    </w:p>
    <w:p w14:paraId="4FC44F31" w14:textId="77777777" w:rsidR="00387A3B" w:rsidRDefault="00387A3B" w:rsidP="00421E07">
      <w:pPr>
        <w:rPr>
          <w:rFonts w:cs="Arial"/>
          <w:bCs/>
          <w:color w:val="auto"/>
          <w:sz w:val="22"/>
          <w:szCs w:val="22"/>
        </w:rPr>
      </w:pPr>
    </w:p>
    <w:p w14:paraId="27C6B84E" w14:textId="77777777" w:rsidR="009909F4" w:rsidRPr="00421E07" w:rsidRDefault="009909F4" w:rsidP="00421E07">
      <w:pPr>
        <w:rPr>
          <w:rFonts w:cs="Arial"/>
          <w:bCs/>
          <w:color w:val="auto"/>
          <w:sz w:val="22"/>
          <w:szCs w:val="22"/>
        </w:rPr>
      </w:pPr>
    </w:p>
    <w:p w14:paraId="4C3FE477" w14:textId="77777777" w:rsidR="00571996" w:rsidRPr="00421E07" w:rsidRDefault="00571996" w:rsidP="005A3C05">
      <w:pPr>
        <w:widowControl w:val="0"/>
        <w:suppressAutoHyphens/>
        <w:spacing w:line="360" w:lineRule="auto"/>
        <w:rPr>
          <w:rFonts w:cs="Arial"/>
          <w:bCs/>
          <w:sz w:val="18"/>
          <w:szCs w:val="18"/>
          <w:u w:val="single"/>
        </w:rPr>
      </w:pPr>
      <w:r>
        <w:rPr>
          <w:rFonts w:cs="Arial"/>
          <w:bCs/>
          <w:sz w:val="18"/>
          <w:szCs w:val="18"/>
          <w:u w:val="single"/>
        </w:rPr>
        <w:t>Over Hettich</w:t>
      </w:r>
    </w:p>
    <w:p w14:paraId="29D80DC3" w14:textId="118CCE9B" w:rsidR="00571996" w:rsidRPr="00421E07" w:rsidRDefault="00F24EF4" w:rsidP="005A3C05">
      <w:pPr>
        <w:suppressAutoHyphens/>
        <w:rPr>
          <w:rFonts w:cs="Arial"/>
          <w:bCs/>
          <w:color w:val="auto"/>
          <w:sz w:val="18"/>
          <w:szCs w:val="18"/>
        </w:rPr>
      </w:pPr>
      <w:r>
        <w:rPr>
          <w:rFonts w:cs="Arial"/>
          <w:bCs/>
          <w:sz w:val="18"/>
          <w:szCs w:val="18"/>
        </w:rPr>
        <w:t xml:space="preserve">Hettich werd in 1888 opgericht en behoort tegenwoordig wereldwijd tot de grootste en succesvolste producenten van meubelbeslag. De hoofdvestiging van het familiebedrijf is in Kirchlengern, in het meubelcentrum van Oost-Westfalen. Ongeveer 8.400 collega's werken samen om onze toekomstbestendige oplossingen in meer dan 100 landen te leveren.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t>
      </w:r>
      <w:hyperlink r:id="rId11" w:history="1">
        <w:r>
          <w:rPr>
            <w:rStyle w:val="Hyperlink"/>
            <w:rFonts w:cs="Arial"/>
            <w:bCs/>
            <w:color w:val="auto"/>
            <w:sz w:val="18"/>
            <w:szCs w:val="18"/>
          </w:rPr>
          <w:t>www.hettich.com</w:t>
        </w:r>
      </w:hyperlink>
    </w:p>
    <w:sectPr w:rsidR="00571996" w:rsidRPr="00421E07" w:rsidSect="0053418F">
      <w:headerReference w:type="even" r:id="rId12"/>
      <w:headerReference w:type="default" r:id="rId13"/>
      <w:footerReference w:type="default" r:id="rId14"/>
      <w:headerReference w:type="firs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DE3117" w14:textId="77777777" w:rsidR="00556E3B" w:rsidRDefault="00556E3B">
      <w:r>
        <w:separator/>
      </w:r>
    </w:p>
  </w:endnote>
  <w:endnote w:type="continuationSeparator" w:id="0">
    <w:p w14:paraId="62B4A22D" w14:textId="77777777" w:rsidR="00556E3B" w:rsidRDefault="00556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ptos">
    <w:charset w:val="00"/>
    <w:family w:val="swiss"/>
    <w:pitch w:val="variable"/>
    <w:sig w:usb0="20000287" w:usb1="00000003" w:usb2="00000000" w:usb3="00000000" w:csb0="0000019F" w:csb1="00000000"/>
  </w:font>
  <w:font w:name="Agfa Rotis Sans Serif Ex Bold">
    <w:altName w:val="Calibri"/>
    <w:panose1 w:val="000008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503CE" w14:textId="77777777" w:rsidR="00556E3B" w:rsidRDefault="00556E3B">
      <w:r>
        <w:separator/>
      </w:r>
    </w:p>
  </w:footnote>
  <w:footnote w:type="continuationSeparator" w:id="0">
    <w:p w14:paraId="30771AE8" w14:textId="77777777" w:rsidR="00556E3B" w:rsidRDefault="00556E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9325D" w14:textId="722A4DB1" w:rsidR="00CD0F2F" w:rsidRDefault="00CD0F2F">
    <w:pPr>
      <w:pStyle w:val="Kopfzeile"/>
    </w:pPr>
    <w:r>
      <w:rPr>
        <w:noProof/>
      </w:rPr>
      <mc:AlternateContent>
        <mc:Choice Requires="wps">
          <w:drawing>
            <wp:anchor distT="0" distB="0" distL="0" distR="0" simplePos="0" relativeHeight="251663360" behindDoc="0" locked="0" layoutInCell="1" allowOverlap="1" wp14:anchorId="5BF37CBB" wp14:editId="111001C0">
              <wp:simplePos x="635" y="635"/>
              <wp:positionH relativeFrom="page">
                <wp:align>right</wp:align>
              </wp:positionH>
              <wp:positionV relativeFrom="page">
                <wp:align>top</wp:align>
              </wp:positionV>
              <wp:extent cx="819785" cy="345440"/>
              <wp:effectExtent l="0" t="0" r="0" b="16510"/>
              <wp:wrapNone/>
              <wp:docPr id="365249354" name="Textfeld 2"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19785" cy="345440"/>
                      </a:xfrm>
                      <a:prstGeom prst="rect">
                        <a:avLst/>
                      </a:prstGeom>
                      <a:noFill/>
                      <a:ln>
                        <a:noFill/>
                      </a:ln>
                    </wps:spPr>
                    <wps:txbx>
                      <w:txbxContent>
                        <w:p w14:paraId="6363BD66" w14:textId="0465CDC6" w:rsidR="00CD0F2F" w:rsidRPr="00CD0F2F" w:rsidRDefault="00CD0F2F" w:rsidP="00CD0F2F">
                          <w:pPr>
                            <w:rPr>
                              <w:rFonts w:ascii="Aptos" w:eastAsia="Aptos" w:hAnsi="Aptos" w:cs="Aptos"/>
                              <w:noProof/>
                              <w:sz w:val="20"/>
                            </w:rPr>
                          </w:pPr>
                          <w:r w:rsidRPr="00CD0F2F">
                            <w:rPr>
                              <w:rFonts w:ascii="Aptos" w:eastAsia="Aptos" w:hAnsi="Aptos" w:cs="Aptos"/>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BF37CBB" id="_x0000_t202" coordsize="21600,21600" o:spt="202" path="m,l,21600r21600,l21600,xe">
              <v:stroke joinstyle="miter"/>
              <v:path gradientshapeok="t" o:connecttype="rect"/>
            </v:shapetype>
            <v:shape id="Textfeld 2" o:spid="_x0000_s1026" type="#_x0000_t202" alt="Restricted" style="position:absolute;margin-left:13.35pt;margin-top:0;width:64.5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" filled="f" stroked="f">
              <v:textbox style="mso-fit-shape-to-text:t" inset="0,15pt,20pt,0">
                <w:txbxContent>
                  <w:p w14:paraId="6363BD66" w14:textId="0465CDC6" w:rsidR="00CD0F2F" w:rsidRPr="00CD0F2F" w:rsidRDefault="00CD0F2F" w:rsidP="00CD0F2F">
                    <w:pPr>
                      <w:rPr>
                        <w:rFonts w:ascii="Aptos" w:eastAsia="Aptos" w:hAnsi="Aptos" w:cs="Aptos"/>
                        <w:noProof/>
                        <w:sz w:val="20"/>
                      </w:rPr>
                    </w:pPr>
                    <w:r w:rsidRPr="00CD0F2F">
                      <w:rPr>
                        <w:rFonts w:ascii="Aptos" w:eastAsia="Aptos" w:hAnsi="Aptos" w:cs="Aptos"/>
                        <w:noProof/>
                        <w:sz w:val="2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2CECBDFB"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1141036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7CCD0C38" w14:textId="380CE5DA" w:rsidR="003153CC" w:rsidRPr="00165C67" w:rsidRDefault="003153CC" w:rsidP="003153CC">
                          <w:pPr>
                            <w:rPr>
                              <w:rFonts w:ascii="Agfa Rotis Sans Serif" w:hAnsi="Agfa Rotis Sans Serif" w:cs="Arial"/>
                              <w:sz w:val="16"/>
                              <w:szCs w:val="16"/>
                              <w:lang w:val="sv-SE"/>
                            </w:rPr>
                          </w:pPr>
                          <w:r w:rsidRPr="00666203">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666203">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666203">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Stuurt u ons a.u.b. een referentie-exemplaar</w:t>
                          </w:r>
                        </w:p>
                        <w:p w14:paraId="0631CA96" w14:textId="77777777" w:rsidR="00230446" w:rsidRDefault="00230446" w:rsidP="003153CC">
                          <w:pPr>
                            <w:rPr>
                              <w:rFonts w:ascii="Agfa Rotis Sans Serif Ex Bold" w:hAnsi="Agfa Rotis Sans Serif Ex Bold"/>
                              <w:sz w:val="20"/>
                            </w:rPr>
                          </w:pPr>
                        </w:p>
                        <w:p w14:paraId="1DFAB1E9" w14:textId="0377164F"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PR_032026</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7"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cSF9gEAANI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" stroked="f">
              <v:textbox>
                <w:txbxContent>
                  <w:p w14:paraId="7CCD0C38" w14:textId="380CE5DA" w:rsidR="003153CC" w:rsidRPr="00165C67" w:rsidRDefault="003153CC" w:rsidP="003153CC">
                    <w:pPr>
                      <w:rPr>
                        <w:rFonts w:ascii="Agfa Rotis Sans Serif" w:hAnsi="Agfa Rotis Sans Serif" w:cs="Arial"/>
                        <w:sz w:val="16"/>
                        <w:szCs w:val="16"/>
                        <w:lang w:val="sv-SE"/>
                      </w:rPr>
                    </w:pPr>
                    <w:r w:rsidRPr="00666203">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666203">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666203">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Stuurt u ons a.u.b. een referentie-exemplaar</w:t>
                    </w:r>
                  </w:p>
                  <w:p w14:paraId="0631CA96" w14:textId="77777777" w:rsidR="00230446" w:rsidRDefault="00230446" w:rsidP="003153CC">
                    <w:pPr>
                      <w:rPr>
                        <w:rFonts w:ascii="Agfa Rotis Sans Serif Ex Bold" w:hAnsi="Agfa Rotis Sans Serif Ex Bold"/>
                        <w:sz w:val="20"/>
                      </w:rPr>
                    </w:pPr>
                  </w:p>
                  <w:p w14:paraId="1DFAB1E9" w14:textId="0377164F"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PR_032026</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77BC0" w14:textId="7F850950" w:rsidR="00CD0F2F" w:rsidRDefault="00CD0F2F">
    <w:pPr>
      <w:pStyle w:val="Kopfzeile"/>
    </w:pPr>
    <w:r>
      <w:rPr>
        <w:noProof/>
      </w:rPr>
      <mc:AlternateContent>
        <mc:Choice Requires="wps">
          <w:drawing>
            <wp:anchor distT="0" distB="0" distL="0" distR="0" simplePos="0" relativeHeight="251662336" behindDoc="0" locked="0" layoutInCell="1" allowOverlap="1" wp14:anchorId="2DC3481C" wp14:editId="0380EFC3">
              <wp:simplePos x="635" y="635"/>
              <wp:positionH relativeFrom="page">
                <wp:align>right</wp:align>
              </wp:positionH>
              <wp:positionV relativeFrom="page">
                <wp:align>top</wp:align>
              </wp:positionV>
              <wp:extent cx="819785" cy="345440"/>
              <wp:effectExtent l="0" t="0" r="0" b="16510"/>
              <wp:wrapNone/>
              <wp:docPr id="1412971708" name="Textfeld 1"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19785" cy="345440"/>
                      </a:xfrm>
                      <a:prstGeom prst="rect">
                        <a:avLst/>
                      </a:prstGeom>
                      <a:noFill/>
                      <a:ln>
                        <a:noFill/>
                      </a:ln>
                    </wps:spPr>
                    <wps:txbx>
                      <w:txbxContent>
                        <w:p w14:paraId="045580A4" w14:textId="5F34B332" w:rsidR="00CD0F2F" w:rsidRPr="00CD0F2F" w:rsidRDefault="00CD0F2F" w:rsidP="00CD0F2F">
                          <w:pPr>
                            <w:rPr>
                              <w:rFonts w:ascii="Aptos" w:eastAsia="Aptos" w:hAnsi="Aptos" w:cs="Aptos"/>
                              <w:noProof/>
                              <w:sz w:val="20"/>
                            </w:rPr>
                          </w:pPr>
                          <w:r w:rsidRPr="00CD0F2F">
                            <w:rPr>
                              <w:rFonts w:ascii="Aptos" w:eastAsia="Aptos" w:hAnsi="Aptos" w:cs="Aptos"/>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DC3481C" id="_x0000_t202" coordsize="21600,21600" o:spt="202" path="m,l,21600r21600,l21600,xe">
              <v:stroke joinstyle="miter"/>
              <v:path gradientshapeok="t" o:connecttype="rect"/>
            </v:shapetype>
            <v:shape id="_x0000_s1028" type="#_x0000_t202" alt="Restricted" style="position:absolute;margin-left:13.35pt;margin-top:0;width:64.55pt;height:27.2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" filled="f" stroked="f">
              <v:textbox style="mso-fit-shape-to-text:t" inset="0,15pt,20pt,0">
                <w:txbxContent>
                  <w:p w14:paraId="045580A4" w14:textId="5F34B332" w:rsidR="00CD0F2F" w:rsidRPr="00CD0F2F" w:rsidRDefault="00CD0F2F" w:rsidP="00CD0F2F">
                    <w:pPr>
                      <w:rPr>
                        <w:rFonts w:ascii="Aptos" w:eastAsia="Aptos" w:hAnsi="Aptos" w:cs="Aptos"/>
                        <w:noProof/>
                        <w:sz w:val="20"/>
                      </w:rPr>
                    </w:pPr>
                    <w:r w:rsidRPr="00CD0F2F">
                      <w:rPr>
                        <w:rFonts w:ascii="Aptos" w:eastAsia="Aptos" w:hAnsi="Aptos" w:cs="Aptos"/>
                        <w:noProof/>
                        <w:sz w:val="2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0C84"/>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03"/>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2E8C"/>
    <w:rsid w:val="000B3BBE"/>
    <w:rsid w:val="000B4D30"/>
    <w:rsid w:val="000B5FA2"/>
    <w:rsid w:val="000B618B"/>
    <w:rsid w:val="000B62D1"/>
    <w:rsid w:val="000B7282"/>
    <w:rsid w:val="000B79FA"/>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1C3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80A"/>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6D48"/>
    <w:rsid w:val="002F716B"/>
    <w:rsid w:val="002F72FA"/>
    <w:rsid w:val="00300E61"/>
    <w:rsid w:val="00301A05"/>
    <w:rsid w:val="0030263C"/>
    <w:rsid w:val="00303558"/>
    <w:rsid w:val="00303D98"/>
    <w:rsid w:val="0030426C"/>
    <w:rsid w:val="00304334"/>
    <w:rsid w:val="00304527"/>
    <w:rsid w:val="0030490F"/>
    <w:rsid w:val="0030610D"/>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066F"/>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0C3"/>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A3B"/>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0F33"/>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295"/>
    <w:rsid w:val="003D1AF4"/>
    <w:rsid w:val="003D1CCC"/>
    <w:rsid w:val="003D2076"/>
    <w:rsid w:val="003D2967"/>
    <w:rsid w:val="003D2C40"/>
    <w:rsid w:val="003D2E5F"/>
    <w:rsid w:val="003D3312"/>
    <w:rsid w:val="003D40C5"/>
    <w:rsid w:val="003D4152"/>
    <w:rsid w:val="003D6340"/>
    <w:rsid w:val="003D6692"/>
    <w:rsid w:val="003D70C9"/>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1E07"/>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30C"/>
    <w:rsid w:val="00457B15"/>
    <w:rsid w:val="0046057A"/>
    <w:rsid w:val="00460E78"/>
    <w:rsid w:val="0046156D"/>
    <w:rsid w:val="00461570"/>
    <w:rsid w:val="004619F3"/>
    <w:rsid w:val="0046240B"/>
    <w:rsid w:val="004625F2"/>
    <w:rsid w:val="004649D0"/>
    <w:rsid w:val="00464A31"/>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5FBB"/>
    <w:rsid w:val="00496319"/>
    <w:rsid w:val="004A097C"/>
    <w:rsid w:val="004A116F"/>
    <w:rsid w:val="004A1F7E"/>
    <w:rsid w:val="004A276D"/>
    <w:rsid w:val="004A3ECB"/>
    <w:rsid w:val="004A4CB3"/>
    <w:rsid w:val="004A4F86"/>
    <w:rsid w:val="004A4F97"/>
    <w:rsid w:val="004A5FEF"/>
    <w:rsid w:val="004A6F92"/>
    <w:rsid w:val="004B2693"/>
    <w:rsid w:val="004B29B9"/>
    <w:rsid w:val="004B2E3D"/>
    <w:rsid w:val="004B3254"/>
    <w:rsid w:val="004B485A"/>
    <w:rsid w:val="004B4E38"/>
    <w:rsid w:val="004B64CF"/>
    <w:rsid w:val="004B6926"/>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BF8"/>
    <w:rsid w:val="00546E71"/>
    <w:rsid w:val="00551326"/>
    <w:rsid w:val="0055156A"/>
    <w:rsid w:val="00551E06"/>
    <w:rsid w:val="00552B4B"/>
    <w:rsid w:val="005537B2"/>
    <w:rsid w:val="00553C5E"/>
    <w:rsid w:val="00553E29"/>
    <w:rsid w:val="005563B9"/>
    <w:rsid w:val="00556C54"/>
    <w:rsid w:val="00556E3B"/>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5BA"/>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0BC1"/>
    <w:rsid w:val="005A1925"/>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A7D63"/>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34"/>
    <w:rsid w:val="006336F6"/>
    <w:rsid w:val="0063395F"/>
    <w:rsid w:val="00633C7C"/>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9D1"/>
    <w:rsid w:val="00665A27"/>
    <w:rsid w:val="00666203"/>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9B7"/>
    <w:rsid w:val="006B2BDD"/>
    <w:rsid w:val="006B3043"/>
    <w:rsid w:val="006B3204"/>
    <w:rsid w:val="006B394B"/>
    <w:rsid w:val="006B6652"/>
    <w:rsid w:val="006B699C"/>
    <w:rsid w:val="006B70EF"/>
    <w:rsid w:val="006C03C5"/>
    <w:rsid w:val="006C22B0"/>
    <w:rsid w:val="006C308E"/>
    <w:rsid w:val="006C3936"/>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4F11"/>
    <w:rsid w:val="00726544"/>
    <w:rsid w:val="007267C3"/>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821"/>
    <w:rsid w:val="00756D65"/>
    <w:rsid w:val="00757C4F"/>
    <w:rsid w:val="007621B9"/>
    <w:rsid w:val="00762905"/>
    <w:rsid w:val="0076301B"/>
    <w:rsid w:val="007638E6"/>
    <w:rsid w:val="007651DB"/>
    <w:rsid w:val="00766334"/>
    <w:rsid w:val="00767766"/>
    <w:rsid w:val="00767E20"/>
    <w:rsid w:val="00767FFA"/>
    <w:rsid w:val="00770A59"/>
    <w:rsid w:val="00772BE9"/>
    <w:rsid w:val="00772E61"/>
    <w:rsid w:val="00773483"/>
    <w:rsid w:val="0077503E"/>
    <w:rsid w:val="00776490"/>
    <w:rsid w:val="00776CEC"/>
    <w:rsid w:val="00776E7A"/>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4D4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014"/>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6B03"/>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D6E"/>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17359"/>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887"/>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629"/>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5B0A"/>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09F4"/>
    <w:rsid w:val="00991E3B"/>
    <w:rsid w:val="009929E0"/>
    <w:rsid w:val="00994954"/>
    <w:rsid w:val="009A0853"/>
    <w:rsid w:val="009A21FB"/>
    <w:rsid w:val="009A22C1"/>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3F52"/>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085B"/>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36C"/>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018"/>
    <w:rsid w:val="00A461EF"/>
    <w:rsid w:val="00A4660B"/>
    <w:rsid w:val="00A5006A"/>
    <w:rsid w:val="00A50131"/>
    <w:rsid w:val="00A50AA8"/>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4CB8"/>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774B9"/>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360"/>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0EAF"/>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4838"/>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306C"/>
    <w:rsid w:val="00C64495"/>
    <w:rsid w:val="00C64BB9"/>
    <w:rsid w:val="00C65430"/>
    <w:rsid w:val="00C655DC"/>
    <w:rsid w:val="00C658D6"/>
    <w:rsid w:val="00C660C3"/>
    <w:rsid w:val="00C67F27"/>
    <w:rsid w:val="00C722CE"/>
    <w:rsid w:val="00C72987"/>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393E"/>
    <w:rsid w:val="00CA729A"/>
    <w:rsid w:val="00CA77CB"/>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0F2F"/>
    <w:rsid w:val="00CD1468"/>
    <w:rsid w:val="00CD17AD"/>
    <w:rsid w:val="00CD2A2B"/>
    <w:rsid w:val="00CD2A48"/>
    <w:rsid w:val="00CD3A08"/>
    <w:rsid w:val="00CD3D2B"/>
    <w:rsid w:val="00CD5163"/>
    <w:rsid w:val="00CD5BFC"/>
    <w:rsid w:val="00CD7E3E"/>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0EAE"/>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B94"/>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9BB"/>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511B"/>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62D"/>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0ADB"/>
    <w:rsid w:val="00EA1731"/>
    <w:rsid w:val="00EA2724"/>
    <w:rsid w:val="00EA2810"/>
    <w:rsid w:val="00EA2827"/>
    <w:rsid w:val="00EA3403"/>
    <w:rsid w:val="00EA5538"/>
    <w:rsid w:val="00EA635E"/>
    <w:rsid w:val="00EB2806"/>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667DB"/>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0E07"/>
    <w:rsid w:val="00FE0FF7"/>
    <w:rsid w:val="00FE36DF"/>
    <w:rsid w:val="00FE5828"/>
    <w:rsid w:val="00FE620C"/>
    <w:rsid w:val="00FE6DF6"/>
    <w:rsid w:val="00FF0276"/>
    <w:rsid w:val="00FF1692"/>
    <w:rsid w:val="00FF17BF"/>
    <w:rsid w:val="00FF1A63"/>
    <w:rsid w:val="00FF1DAA"/>
    <w:rsid w:val="00FF1FAB"/>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daptablebuilding.club/"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ttich.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Metadata/LabelInfo.xml><?xml version="1.0" encoding="utf-8"?>
<clbl:labelList xmlns:clbl="http://schemas.microsoft.com/office/2020/mipLabelMetadata">
  <clbl:label id="{adb12509-ad5c-4346-93ee-6526b108a1ee}" enabled="1" method="Standard" siteId="{fcae3d9f-c144-4ab7-a9e6-25760557df3b}" contentBits="1"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495</Words>
  <Characters>3297</Characters>
  <Application>Microsoft Office Word</Application>
  <DocSecurity>0</DocSecurity>
  <Lines>27</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helpt eerste “Adaptable Building Conference” vorm te geven - Focus op aanpassingsvermogen van gebouwen en kamerconcepten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helpt eerste “Adaptable Building Conference” vorm te geven - Focus op aanpassingsvermogen van gebouwen en kamerconcepten</dc:title>
  <dc:creator>Frauke Sänger</dc:creator>
  <cp:lastModifiedBy>Anke Wöhler</cp:lastModifiedBy>
  <cp:revision>17</cp:revision>
  <cp:lastPrinted>2024-05-29T08:32:00Z</cp:lastPrinted>
  <dcterms:created xsi:type="dcterms:W3CDTF">2026-01-08T15:49:00Z</dcterms:created>
  <dcterms:modified xsi:type="dcterms:W3CDTF">2026-01-15T13:07:00Z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54383cbc,15c5434a,70fd968f</vt:lpwstr>
  </property>
  <property fmtid="{D5CDD505-2E9C-101B-9397-08002B2CF9AE}" pid="3" name="ClassificationContentMarkingHeaderFontProps">
    <vt:lpwstr>#000000,10,Aptos</vt:lpwstr>
  </property>
  <property fmtid="{D5CDD505-2E9C-101B-9397-08002B2CF9AE}" pid="4" name="ClassificationContentMarkingHeaderText">
    <vt:lpwstr>Restricted</vt:lpwstr>
  </property>
</Properties>
</file>