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BC474" w14:textId="113DD354" w:rsidR="00CE4A08" w:rsidRPr="00CE4A08" w:rsidRDefault="00CE4A08" w:rsidP="00E3004F">
      <w:pPr>
        <w:spacing w:line="360" w:lineRule="auto"/>
        <w:rPr>
          <w:rFonts w:cs="Arial"/>
          <w:b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>인터줌 2025에서 공개되는 헤티히의 새로운 하이라이트:</w:t>
      </w:r>
    </w:p>
    <w:p w14:paraId="2FD7289E" w14:textId="77777777" w:rsidR="00CE4A08" w:rsidRPr="009E5B19" w:rsidRDefault="00E3004F" w:rsidP="00E3004F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eastAsia="Times New Roman"/>
          <w:b/>
          <w:color w:val="000000" w:themeColor="text1"/>
          <w:szCs w:val="24"/>
        </w:rPr>
        <w:t xml:space="preserve">"트랜스포밍 스페이스 – 혁신적 </w:t>
      </w:r>
      <w:proofErr w:type="spellStart"/>
      <w:r>
        <w:rPr>
          <w:rFonts w:eastAsia="Times New Roman"/>
          <w:b/>
          <w:color w:val="000000" w:themeColor="text1"/>
          <w:szCs w:val="24"/>
        </w:rPr>
        <w:t>움직임으로</w:t>
      </w:r>
      <w:proofErr w:type="spellEnd"/>
      <w:r>
        <w:rPr>
          <w:rFonts w:eastAsia="Times New Roman"/>
          <w:b/>
          <w:color w:val="000000" w:themeColor="text1"/>
          <w:szCs w:val="24"/>
        </w:rPr>
        <w:t xml:space="preserve"> </w:t>
      </w:r>
      <w:proofErr w:type="spellStart"/>
      <w:r>
        <w:rPr>
          <w:rFonts w:eastAsia="Times New Roman"/>
          <w:b/>
          <w:color w:val="000000" w:themeColor="text1"/>
          <w:szCs w:val="24"/>
        </w:rPr>
        <w:t>공간에</w:t>
      </w:r>
      <w:proofErr w:type="spellEnd"/>
      <w:r>
        <w:rPr>
          <w:rFonts w:eastAsia="Times New Roman"/>
          <w:b/>
          <w:color w:val="000000" w:themeColor="text1"/>
          <w:szCs w:val="24"/>
        </w:rPr>
        <w:t xml:space="preserve"> </w:t>
      </w:r>
      <w:proofErr w:type="spellStart"/>
      <w:r>
        <w:rPr>
          <w:rFonts w:eastAsia="Times New Roman"/>
          <w:b/>
          <w:color w:val="000000" w:themeColor="text1"/>
          <w:szCs w:val="24"/>
        </w:rPr>
        <w:t>변화를</w:t>
      </w:r>
      <w:proofErr w:type="spellEnd"/>
      <w:r>
        <w:rPr>
          <w:rFonts w:eastAsia="Times New Roman"/>
          <w:b/>
          <w:color w:val="000000" w:themeColor="text1"/>
          <w:szCs w:val="24"/>
        </w:rPr>
        <w:t xml:space="preserve"> </w:t>
      </w:r>
      <w:proofErr w:type="spellStart"/>
      <w:r>
        <w:rPr>
          <w:rFonts w:eastAsia="Times New Roman"/>
          <w:b/>
          <w:color w:val="000000" w:themeColor="text1"/>
          <w:szCs w:val="24"/>
        </w:rPr>
        <w:t>더하다</w:t>
      </w:r>
      <w:proofErr w:type="spellEnd"/>
      <w:r>
        <w:rPr>
          <w:rFonts w:eastAsia="Times New Roman"/>
          <w:b/>
          <w:color w:val="000000" w:themeColor="text1"/>
          <w:szCs w:val="24"/>
        </w:rPr>
        <w:t>"</w:t>
      </w:r>
    </w:p>
    <w:p w14:paraId="7520231E" w14:textId="77777777" w:rsidR="00E3004F" w:rsidRPr="009E5B19" w:rsidRDefault="00E3004F" w:rsidP="00CE4A08">
      <w:pPr>
        <w:spacing w:line="360" w:lineRule="auto"/>
        <w:rPr>
          <w:rFonts w:cs="Arial"/>
          <w:b/>
          <w:color w:val="000000" w:themeColor="text1"/>
          <w:szCs w:val="24"/>
        </w:rPr>
      </w:pPr>
    </w:p>
    <w:p w14:paraId="2083B46F" w14:textId="5423CBD1" w:rsidR="00A73072" w:rsidRDefault="00CE4A08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proofErr w:type="spellStart"/>
      <w:r>
        <w:rPr>
          <w:rFonts w:eastAsia="Calibri"/>
          <w:b/>
          <w:color w:val="000000" w:themeColor="text1"/>
          <w:sz w:val="24"/>
          <w:szCs w:val="24"/>
        </w:rPr>
        <w:t>헤티히의</w:t>
      </w:r>
      <w:proofErr w:type="spellEnd"/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 w:themeColor="text1"/>
          <w:sz w:val="24"/>
          <w:szCs w:val="24"/>
        </w:rPr>
        <w:t>혁신적인</w:t>
      </w:r>
      <w:proofErr w:type="spellEnd"/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 w:themeColor="text1"/>
          <w:sz w:val="24"/>
          <w:szCs w:val="24"/>
        </w:rPr>
        <w:t>편의성</w:t>
      </w:r>
      <w:proofErr w:type="spellEnd"/>
      <w:r>
        <w:rPr>
          <w:rFonts w:eastAsia="Calibri"/>
          <w:b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eastAsia="Calibri"/>
          <w:b/>
          <w:color w:val="000000" w:themeColor="text1"/>
          <w:sz w:val="24"/>
          <w:szCs w:val="24"/>
        </w:rPr>
        <w:t>디자인</w:t>
      </w:r>
      <w:proofErr w:type="spellEnd"/>
      <w:r>
        <w:rPr>
          <w:rFonts w:eastAsia="Calibri"/>
          <w:b/>
          <w:color w:val="000000" w:themeColor="text1"/>
          <w:sz w:val="24"/>
          <w:szCs w:val="24"/>
        </w:rPr>
        <w:t xml:space="preserve">, </w:t>
      </w:r>
      <w:r>
        <w:rPr>
          <w:rFonts w:eastAsia="Calibri"/>
          <w:b/>
          <w:color w:val="000000" w:themeColor="text1"/>
          <w:sz w:val="24"/>
          <w:szCs w:val="24"/>
        </w:rPr>
        <w:t>수납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솔루션은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공간을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지속적으로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새롭게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변화시키는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창의적인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열쇠입니다</w:t>
      </w:r>
      <w:r>
        <w:rPr>
          <w:rFonts w:eastAsia="Calibri"/>
          <w:b/>
          <w:color w:val="000000" w:themeColor="text1"/>
          <w:sz w:val="24"/>
          <w:szCs w:val="24"/>
        </w:rPr>
        <w:t xml:space="preserve">. </w:t>
      </w:r>
      <w:r>
        <w:rPr>
          <w:rFonts w:eastAsia="Calibri"/>
          <w:b/>
          <w:color w:val="000000" w:themeColor="text1"/>
          <w:sz w:val="24"/>
          <w:szCs w:val="24"/>
        </w:rPr>
        <w:t>가구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사용자가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직접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이</w:t>
      </w:r>
      <w:r>
        <w:rPr>
          <w:rFonts w:eastAsia="Calibri"/>
          <w:b/>
          <w:color w:val="000000" w:themeColor="text1"/>
          <w:sz w:val="24"/>
          <w:szCs w:val="24"/>
        </w:rPr>
        <w:t xml:space="preserve"> ‘</w:t>
      </w:r>
      <w:r>
        <w:rPr>
          <w:rFonts w:eastAsia="Calibri"/>
          <w:b/>
          <w:color w:val="000000" w:themeColor="text1"/>
          <w:sz w:val="24"/>
          <w:szCs w:val="24"/>
        </w:rPr>
        <w:t>변화</w:t>
      </w:r>
      <w:r>
        <w:rPr>
          <w:rFonts w:eastAsia="Calibri"/>
          <w:b/>
          <w:color w:val="000000" w:themeColor="text1"/>
          <w:sz w:val="24"/>
          <w:szCs w:val="24"/>
        </w:rPr>
        <w:t>’</w:t>
      </w:r>
      <w:r>
        <w:rPr>
          <w:rFonts w:eastAsia="Calibri"/>
          <w:b/>
          <w:color w:val="000000" w:themeColor="text1"/>
          <w:sz w:val="24"/>
          <w:szCs w:val="24"/>
        </w:rPr>
        <w:t>에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참여할수록</w:t>
      </w:r>
      <w:r>
        <w:rPr>
          <w:rFonts w:eastAsia="Calibri"/>
          <w:b/>
          <w:color w:val="000000" w:themeColor="text1"/>
          <w:sz w:val="24"/>
          <w:szCs w:val="24"/>
        </w:rPr>
        <w:t xml:space="preserve">, </w:t>
      </w:r>
      <w:r>
        <w:rPr>
          <w:rFonts w:eastAsia="Calibri"/>
          <w:b/>
          <w:color w:val="000000" w:themeColor="text1"/>
          <w:sz w:val="24"/>
          <w:szCs w:val="24"/>
        </w:rPr>
        <w:t>일상은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더욱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감성적인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경험으로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채워집니다</w:t>
      </w:r>
      <w:r>
        <w:rPr>
          <w:rFonts w:eastAsia="Calibri"/>
          <w:b/>
          <w:color w:val="000000" w:themeColor="text1"/>
          <w:sz w:val="24"/>
          <w:szCs w:val="24"/>
        </w:rPr>
        <w:t xml:space="preserve">. </w:t>
      </w:r>
      <w:r>
        <w:rPr>
          <w:rFonts w:eastAsia="Calibri"/>
          <w:b/>
          <w:color w:val="000000" w:themeColor="text1"/>
          <w:sz w:val="24"/>
          <w:szCs w:val="24"/>
        </w:rPr>
        <w:t>헤티히의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새로운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하이라이트는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차세대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가구에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대한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기대감을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불러일으키며</w:t>
      </w:r>
      <w:r>
        <w:rPr>
          <w:rFonts w:eastAsia="Calibri"/>
          <w:b/>
          <w:color w:val="000000" w:themeColor="text1"/>
          <w:sz w:val="24"/>
          <w:szCs w:val="24"/>
        </w:rPr>
        <w:t xml:space="preserve">, </w:t>
      </w:r>
      <w:r>
        <w:rPr>
          <w:rFonts w:eastAsia="Calibri"/>
          <w:b/>
          <w:color w:val="000000" w:themeColor="text1"/>
          <w:sz w:val="24"/>
          <w:szCs w:val="24"/>
        </w:rPr>
        <w:t>부스에서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선보이는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특별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쇼는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관람객을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매혹적인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변환형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가구의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세계로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이끕니다</w:t>
      </w:r>
      <w:r>
        <w:rPr>
          <w:rFonts w:eastAsia="Calibri"/>
          <w:b/>
          <w:color w:val="000000" w:themeColor="text1"/>
          <w:sz w:val="24"/>
          <w:szCs w:val="24"/>
        </w:rPr>
        <w:t>.</w:t>
      </w:r>
    </w:p>
    <w:p w14:paraId="60AC3FE7" w14:textId="77777777" w:rsidR="00A73072" w:rsidRPr="00A73072" w:rsidRDefault="00A73072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B1605A9" w14:textId="7D30C2FE" w:rsidR="00434A31" w:rsidRDefault="00A4341E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eastAsia="Calibri"/>
          <w:bCs/>
          <w:color w:val="000000" w:themeColor="text1"/>
          <w:sz w:val="24"/>
          <w:szCs w:val="24"/>
        </w:rPr>
        <w:t>힌지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서랍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시스템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서랍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액세서리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분야의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신제품과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함께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헤티히는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산업계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가구업계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리테일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파트너의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성공을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이끄는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든든한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파트너로서의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강점을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다시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한번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보여줍니다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긴밀한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협업을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위한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산업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맞춤형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서비스는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물론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최신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조립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기계까지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폭넓은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솔루션을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제공합니다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이는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하드웨어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전문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기업으로서의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자부심을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보여주는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또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하나의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모습입니다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헤티히의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인터줌</w:t>
      </w:r>
      <w:r>
        <w:rPr>
          <w:rFonts w:eastAsia="Calibri"/>
          <w:bCs/>
          <w:color w:val="000000" w:themeColor="text1"/>
          <w:sz w:val="24"/>
          <w:szCs w:val="24"/>
        </w:rPr>
        <w:t xml:space="preserve"> 2025 </w:t>
      </w:r>
      <w:r>
        <w:rPr>
          <w:rFonts w:eastAsia="Calibri"/>
          <w:bCs/>
          <w:color w:val="000000" w:themeColor="text1"/>
          <w:sz w:val="24"/>
          <w:szCs w:val="24"/>
        </w:rPr>
        <w:t>전시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전체는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외부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인증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기관인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‘myclimate’</w:t>
      </w:r>
      <w:r>
        <w:rPr>
          <w:rFonts w:eastAsia="Calibri"/>
          <w:bCs/>
          <w:color w:val="000000" w:themeColor="text1"/>
          <w:sz w:val="24"/>
          <w:szCs w:val="24"/>
        </w:rPr>
        <w:t>로부터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다시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번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탄소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중립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인증을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받았습니다</w:t>
      </w:r>
      <w:r>
        <w:rPr>
          <w:rFonts w:eastAsia="Calibri"/>
          <w:bCs/>
          <w:color w:val="000000" w:themeColor="text1"/>
          <w:sz w:val="24"/>
          <w:szCs w:val="24"/>
        </w:rPr>
        <w:t>.</w:t>
      </w:r>
    </w:p>
    <w:p w14:paraId="2550C7C5" w14:textId="77777777" w:rsidR="00FF169D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1AB9C0B" w14:textId="77777777" w:rsidR="00811AF1" w:rsidRPr="0033311B" w:rsidRDefault="00811AF1" w:rsidP="00811AF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헤티히에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담긴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모든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가능성을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경험해보세요</w:t>
      </w:r>
    </w:p>
    <w:p w14:paraId="27C4D990" w14:textId="60609442" w:rsidR="00FF169D" w:rsidRPr="00A73072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eastAsia="Calibri"/>
          <w:bCs/>
          <w:color w:val="000000" w:themeColor="text1"/>
          <w:sz w:val="24"/>
          <w:szCs w:val="24"/>
        </w:rPr>
        <w:t>헤티히가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2025</w:t>
      </w:r>
      <w:r>
        <w:rPr>
          <w:rFonts w:eastAsia="Calibri"/>
          <w:bCs/>
          <w:color w:val="000000" w:themeColor="text1"/>
          <w:sz w:val="24"/>
          <w:szCs w:val="24"/>
        </w:rPr>
        <w:t>년에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선보이는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제품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혁신에는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유리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및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거울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도어용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lastRenderedPageBreak/>
        <w:t>슬림형</w:t>
      </w:r>
      <w:r>
        <w:rPr>
          <w:rFonts w:eastAsia="Calibri"/>
          <w:bCs/>
          <w:color w:val="000000" w:themeColor="text1"/>
          <w:sz w:val="24"/>
          <w:szCs w:val="24"/>
        </w:rPr>
        <w:t xml:space="preserve"> Avosys </w:t>
      </w:r>
      <w:r>
        <w:rPr>
          <w:rFonts w:eastAsia="Calibri"/>
          <w:bCs/>
          <w:color w:val="000000" w:themeColor="text1"/>
          <w:sz w:val="24"/>
          <w:szCs w:val="24"/>
        </w:rPr>
        <w:t>힌지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높은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하중을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견디는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SAH 500 </w:t>
      </w:r>
      <w:r>
        <w:rPr>
          <w:rFonts w:eastAsia="Calibri"/>
          <w:bCs/>
          <w:color w:val="000000" w:themeColor="text1"/>
          <w:sz w:val="24"/>
          <w:szCs w:val="24"/>
        </w:rPr>
        <w:t>수납장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서스펜션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브래킷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그리고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시스템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서랍과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원목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서랍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모두에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적용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가능한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변화하는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조명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색상의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AvanTech YOU “Illumination” </w:t>
      </w:r>
      <w:r>
        <w:rPr>
          <w:rFonts w:eastAsia="Calibri"/>
          <w:bCs/>
          <w:color w:val="000000" w:themeColor="text1"/>
          <w:sz w:val="24"/>
          <w:szCs w:val="24"/>
        </w:rPr>
        <w:t>디자인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업그레이드가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포함됩니다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헤티히는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고품질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서랍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액세서리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제품을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새롭게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선보이며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제품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포트폴리오를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한층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확장하고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있습니다</w:t>
      </w:r>
      <w:r>
        <w:rPr>
          <w:rFonts w:eastAsia="Calibri"/>
          <w:bCs/>
          <w:color w:val="000000" w:themeColor="text1"/>
          <w:sz w:val="24"/>
          <w:szCs w:val="24"/>
        </w:rPr>
        <w:t>.</w:t>
      </w:r>
    </w:p>
    <w:p w14:paraId="4FC11446" w14:textId="77777777" w:rsidR="00C05ECD" w:rsidRPr="00A73072" w:rsidRDefault="00C05EC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04FB404" w14:textId="09225808" w:rsidR="00ED4FCE" w:rsidRDefault="00CE4A08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eastAsia="Calibri"/>
          <w:sz w:val="24"/>
          <w:szCs w:val="24"/>
        </w:rPr>
        <w:t>헤티히는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이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실용적인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서비스까지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포함해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가구업계의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영감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제공자이자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신뢰받는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파트너로서의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역할을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실현하고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있습니다</w:t>
      </w:r>
      <w:r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>인터줌에서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선보이는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모든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솔루션은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사용자가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직접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가구를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디자인하고</w:t>
      </w:r>
      <w:r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나아가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전체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공간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콘셉트를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구성할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수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있도록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영감을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제공합니다</w:t>
      </w:r>
      <w:r>
        <w:rPr>
          <w:rFonts w:eastAsia="Calibri"/>
          <w:sz w:val="24"/>
          <w:szCs w:val="24"/>
        </w:rPr>
        <w:t xml:space="preserve">. </w:t>
      </w:r>
      <w:r>
        <w:rPr>
          <w:rFonts w:eastAsia="Calibri"/>
          <w:color w:val="000000" w:themeColor="text1"/>
          <w:sz w:val="24"/>
          <w:szCs w:val="24"/>
        </w:rPr>
        <w:t>행사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종료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후에도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가구업계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관계자와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고객은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헤티히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홈페이지를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통해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주방</w:t>
      </w:r>
      <w:r>
        <w:rPr>
          <w:rFonts w:eastAsia="Calibri"/>
          <w:color w:val="000000" w:themeColor="text1"/>
          <w:sz w:val="24"/>
          <w:szCs w:val="24"/>
        </w:rPr>
        <w:t xml:space="preserve">, </w:t>
      </w:r>
      <w:r>
        <w:rPr>
          <w:rFonts w:eastAsia="Calibri"/>
          <w:color w:val="000000" w:themeColor="text1"/>
          <w:sz w:val="24"/>
          <w:szCs w:val="24"/>
        </w:rPr>
        <w:t>욕실</w:t>
      </w:r>
      <w:r>
        <w:rPr>
          <w:rFonts w:eastAsia="Calibri"/>
          <w:color w:val="000000" w:themeColor="text1"/>
          <w:sz w:val="24"/>
          <w:szCs w:val="24"/>
        </w:rPr>
        <w:t xml:space="preserve">, </w:t>
      </w:r>
      <w:r>
        <w:rPr>
          <w:rFonts w:eastAsia="Calibri"/>
          <w:color w:val="000000" w:themeColor="text1"/>
          <w:sz w:val="24"/>
          <w:szCs w:val="24"/>
        </w:rPr>
        <w:t>거실</w:t>
      </w:r>
      <w:r>
        <w:rPr>
          <w:rFonts w:eastAsia="Calibri"/>
          <w:color w:val="000000" w:themeColor="text1"/>
          <w:sz w:val="24"/>
          <w:szCs w:val="24"/>
        </w:rPr>
        <w:t xml:space="preserve">, </w:t>
      </w:r>
      <w:r>
        <w:rPr>
          <w:rFonts w:eastAsia="Calibri"/>
          <w:color w:val="000000" w:themeColor="text1"/>
          <w:sz w:val="24"/>
          <w:szCs w:val="24"/>
        </w:rPr>
        <w:t>침실</w:t>
      </w:r>
      <w:r>
        <w:rPr>
          <w:rFonts w:eastAsia="Calibri"/>
          <w:color w:val="000000" w:themeColor="text1"/>
          <w:sz w:val="24"/>
          <w:szCs w:val="24"/>
        </w:rPr>
        <w:t xml:space="preserve">, </w:t>
      </w:r>
      <w:r>
        <w:rPr>
          <w:rFonts w:eastAsia="Calibri"/>
          <w:color w:val="000000" w:themeColor="text1"/>
          <w:sz w:val="24"/>
          <w:szCs w:val="24"/>
        </w:rPr>
        <w:t>가전</w:t>
      </w:r>
      <w:r>
        <w:rPr>
          <w:rFonts w:eastAsia="Calibri"/>
          <w:color w:val="000000" w:themeColor="text1"/>
          <w:sz w:val="24"/>
          <w:szCs w:val="24"/>
        </w:rPr>
        <w:t xml:space="preserve">, </w:t>
      </w:r>
      <w:r>
        <w:rPr>
          <w:rFonts w:eastAsia="Calibri"/>
          <w:color w:val="000000" w:themeColor="text1"/>
          <w:sz w:val="24"/>
          <w:szCs w:val="24"/>
        </w:rPr>
        <w:t>업무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공간</w:t>
      </w:r>
      <w:r>
        <w:rPr>
          <w:rFonts w:eastAsia="Calibri"/>
          <w:color w:val="000000" w:themeColor="text1"/>
          <w:sz w:val="24"/>
          <w:szCs w:val="24"/>
        </w:rPr>
        <w:t xml:space="preserve">, </w:t>
      </w:r>
      <w:r>
        <w:rPr>
          <w:rFonts w:eastAsia="Calibri"/>
          <w:color w:val="000000" w:themeColor="text1"/>
          <w:sz w:val="24"/>
          <w:szCs w:val="24"/>
        </w:rPr>
        <w:t>리테일</w:t>
      </w:r>
      <w:r>
        <w:rPr>
          <w:rFonts w:eastAsia="Calibri"/>
          <w:color w:val="000000" w:themeColor="text1"/>
          <w:sz w:val="24"/>
          <w:szCs w:val="24"/>
        </w:rPr>
        <w:t xml:space="preserve">, </w:t>
      </w:r>
      <w:r>
        <w:rPr>
          <w:rFonts w:eastAsia="Calibri"/>
          <w:color w:val="000000" w:themeColor="text1"/>
          <w:sz w:val="24"/>
          <w:szCs w:val="24"/>
        </w:rPr>
        <w:t>아웃도어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등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다양한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공간을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위한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가구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아이디어를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데이터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패키지와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함께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온라인으로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확인하실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수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있습니다</w:t>
      </w:r>
      <w:r>
        <w:rPr>
          <w:rFonts w:eastAsia="Calibri"/>
          <w:color w:val="000000" w:themeColor="text1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"</w:t>
      </w:r>
      <w:hyperlink r:id="rId8" w:history="1">
        <w:r>
          <w:rPr>
            <w:rStyle w:val="Hyperlink"/>
            <w:rFonts w:eastAsia="Times New Roman"/>
            <w:sz w:val="24"/>
            <w:szCs w:val="24"/>
          </w:rPr>
          <w:t xml:space="preserve">룸 </w:t>
        </w:r>
        <w:proofErr w:type="spellStart"/>
        <w:r>
          <w:rPr>
            <w:rStyle w:val="Hyperlink"/>
            <w:rFonts w:eastAsia="Times New Roman"/>
            <w:sz w:val="24"/>
            <w:szCs w:val="24"/>
          </w:rPr>
          <w:t>인스퍼레이션</w:t>
        </w:r>
        <w:proofErr w:type="spellEnd"/>
      </w:hyperlink>
      <w:r>
        <w:rPr>
          <w:rFonts w:eastAsia="Calibri"/>
          <w:sz w:val="24"/>
          <w:szCs w:val="24"/>
        </w:rPr>
        <w:t>"</w:t>
      </w:r>
      <w:r>
        <w:rPr>
          <w:rFonts w:eastAsia="Calibri"/>
          <w:color w:val="000000" w:themeColor="text1"/>
          <w:sz w:val="24"/>
          <w:szCs w:val="24"/>
        </w:rPr>
        <w:t>.</w:t>
      </w:r>
    </w:p>
    <w:p w14:paraId="063BDD3D" w14:textId="77777777" w:rsidR="0033311B" w:rsidRPr="000500BA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3C1D5B9" w14:textId="52D6338C" w:rsidR="003B79B4" w:rsidRPr="003B79B4" w:rsidRDefault="00FA0DC6" w:rsidP="003B79B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eastAsia="Calibri"/>
          <w:bCs/>
          <w:color w:val="000000" w:themeColor="text1"/>
          <w:sz w:val="24"/>
          <w:szCs w:val="24"/>
        </w:rPr>
        <w:t>헤티히는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시장의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과제를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극복하기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위해서는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모든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파트너가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신뢰를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기반으로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긴밀히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협력하고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지식과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전문성을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적극적으로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공유해야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한다고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믿고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있습니다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“It’s all in Hettich” </w:t>
      </w:r>
      <w:r>
        <w:rPr>
          <w:rFonts w:eastAsia="Calibri"/>
          <w:bCs/>
          <w:color w:val="000000" w:themeColor="text1"/>
          <w:sz w:val="24"/>
          <w:szCs w:val="24"/>
        </w:rPr>
        <w:t>정보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존에서는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헤티히가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업계에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제공하는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다양한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부가가치를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한눈에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확인할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있습니다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비용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효율적인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생산을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위한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유연한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디자인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플랫폼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원칙부터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아이디어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전략의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성공을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돕는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고객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프로그램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네트워크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기반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lastRenderedPageBreak/>
        <w:t>파트너십에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이르기까지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헤티히에는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다양한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영감이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가득합니다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숙련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인력의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부족으로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인해</w:t>
      </w:r>
      <w:r>
        <w:rPr>
          <w:rFonts w:eastAsia="Calibri"/>
          <w:bCs/>
          <w:color w:val="000000" w:themeColor="text1"/>
          <w:sz w:val="24"/>
          <w:szCs w:val="24"/>
        </w:rPr>
        <w:t xml:space="preserve">, </w:t>
      </w:r>
      <w:r>
        <w:rPr>
          <w:rFonts w:eastAsia="Calibri"/>
          <w:bCs/>
          <w:color w:val="000000" w:themeColor="text1"/>
          <w:sz w:val="24"/>
          <w:szCs w:val="24"/>
        </w:rPr>
        <w:t>생산과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조립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과정의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단순화와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효율성을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높이려는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수요가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지속적으로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증가하고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있습니다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이를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위해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헤티히는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전시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부스에서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직접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경험할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있는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디지털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조립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기술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서비스를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선보이고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있습니다</w:t>
      </w:r>
      <w:r>
        <w:rPr>
          <w:rFonts w:eastAsia="Calibri"/>
          <w:bCs/>
          <w:color w:val="000000" w:themeColor="text1"/>
          <w:sz w:val="24"/>
          <w:szCs w:val="24"/>
        </w:rPr>
        <w:t>.</w:t>
      </w:r>
    </w:p>
    <w:p w14:paraId="65CD5788" w14:textId="77777777" w:rsidR="0033311B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8326CA4" w14:textId="43ABE88F" w:rsidR="003C0BD4" w:rsidRPr="003C0BD4" w:rsidRDefault="003C0BD4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"SpinLines"</w:t>
      </w:r>
      <w:r>
        <w:rPr>
          <w:rFonts w:eastAsia="Calibri"/>
          <w:b/>
          <w:color w:val="000000" w:themeColor="text1"/>
          <w:sz w:val="24"/>
          <w:szCs w:val="24"/>
        </w:rPr>
        <w:t>의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성공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스토리는</w:t>
      </w:r>
      <w:r>
        <w:rPr>
          <w:rFonts w:eastAsia="Calibri"/>
          <w:b/>
          <w:color w:val="000000" w:themeColor="text1"/>
          <w:sz w:val="24"/>
          <w:szCs w:val="24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</w:rPr>
        <w:t>계속됩니다</w:t>
      </w:r>
      <w:r>
        <w:rPr>
          <w:rFonts w:eastAsia="Calibri"/>
          <w:b/>
          <w:color w:val="000000" w:themeColor="text1"/>
          <w:sz w:val="24"/>
          <w:szCs w:val="24"/>
        </w:rPr>
        <w:t>.</w:t>
      </w:r>
    </w:p>
    <w:p w14:paraId="0DDB7561" w14:textId="48C2B39A" w:rsidR="00517980" w:rsidRPr="000500BA" w:rsidRDefault="00ED4FCE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eastAsia="Calibri"/>
          <w:bCs/>
          <w:color w:val="000000" w:themeColor="text1"/>
          <w:sz w:val="24"/>
          <w:szCs w:val="24"/>
        </w:rPr>
        <w:t>헤티히의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“SpinLines” </w:t>
      </w:r>
      <w:r>
        <w:rPr>
          <w:rFonts w:eastAsia="Calibri"/>
          <w:bCs/>
          <w:color w:val="000000" w:themeColor="text1"/>
          <w:sz w:val="24"/>
          <w:szCs w:val="24"/>
        </w:rPr>
        <w:t>제품군은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2019</w:t>
      </w:r>
      <w:r>
        <w:rPr>
          <w:rFonts w:eastAsia="Calibri"/>
          <w:bCs/>
          <w:color w:val="000000" w:themeColor="text1"/>
          <w:sz w:val="24"/>
          <w:szCs w:val="24"/>
        </w:rPr>
        <w:t>년부터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꾸준히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확장되어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왔습니다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간편한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ComfortSpin </w:t>
      </w:r>
      <w:r>
        <w:rPr>
          <w:rFonts w:eastAsia="Calibri"/>
          <w:bCs/>
          <w:color w:val="000000" w:themeColor="text1"/>
          <w:sz w:val="24"/>
          <w:szCs w:val="24"/>
        </w:rPr>
        <w:t>회전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선반으로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시작해</w:t>
      </w:r>
      <w:r>
        <w:rPr>
          <w:rFonts w:eastAsia="Calibri"/>
          <w:bCs/>
          <w:color w:val="000000" w:themeColor="text1"/>
          <w:sz w:val="24"/>
          <w:szCs w:val="24"/>
        </w:rPr>
        <w:t>, 2023</w:t>
      </w:r>
      <w:r>
        <w:rPr>
          <w:rFonts w:eastAsia="Calibri"/>
          <w:bCs/>
          <w:color w:val="000000" w:themeColor="text1"/>
          <w:sz w:val="24"/>
          <w:szCs w:val="24"/>
        </w:rPr>
        <w:t>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인터줌에서는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혁신적인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회전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하드웨어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FurnSpin</w:t>
      </w:r>
      <w:r>
        <w:rPr>
          <w:rFonts w:eastAsia="Calibri"/>
          <w:bCs/>
          <w:color w:val="000000" w:themeColor="text1"/>
          <w:sz w:val="24"/>
          <w:szCs w:val="24"/>
        </w:rPr>
        <w:t>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큰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주목을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받았고</w:t>
      </w:r>
      <w:r>
        <w:rPr>
          <w:rFonts w:eastAsia="Calibri"/>
          <w:bCs/>
          <w:color w:val="000000" w:themeColor="text1"/>
          <w:sz w:val="24"/>
          <w:szCs w:val="24"/>
        </w:rPr>
        <w:t>, 2024</w:t>
      </w:r>
      <w:r>
        <w:rPr>
          <w:rFonts w:eastAsia="Calibri"/>
          <w:bCs/>
          <w:color w:val="000000" w:themeColor="text1"/>
          <w:sz w:val="24"/>
          <w:szCs w:val="24"/>
        </w:rPr>
        <w:t>년부터는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손짓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하나로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공간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전체를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전환하는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RoomSpin </w:t>
      </w:r>
      <w:r>
        <w:rPr>
          <w:rFonts w:eastAsia="Calibri"/>
          <w:bCs/>
          <w:color w:val="000000" w:themeColor="text1"/>
          <w:sz w:val="24"/>
          <w:szCs w:val="24"/>
        </w:rPr>
        <w:t>시스템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베이스로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영역을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넓혔습니다</w:t>
      </w:r>
      <w:r>
        <w:rPr>
          <w:rFonts w:eastAsia="Calibri"/>
          <w:bCs/>
          <w:color w:val="000000" w:themeColor="text1"/>
          <w:sz w:val="24"/>
          <w:szCs w:val="24"/>
        </w:rPr>
        <w:t xml:space="preserve">. </w:t>
      </w:r>
      <w:r>
        <w:rPr>
          <w:rFonts w:eastAsia="Calibri"/>
          <w:bCs/>
          <w:color w:val="000000" w:themeColor="text1"/>
          <w:sz w:val="24"/>
          <w:szCs w:val="24"/>
        </w:rPr>
        <w:t>헤티히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부스의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특별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전시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공간은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이러한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흐름을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반영해</w:t>
      </w:r>
      <w:r>
        <w:rPr>
          <w:rFonts w:eastAsia="Calibri"/>
          <w:bCs/>
          <w:color w:val="000000" w:themeColor="text1"/>
          <w:sz w:val="24"/>
          <w:szCs w:val="24"/>
        </w:rPr>
        <w:t>, “</w:t>
      </w:r>
      <w:r>
        <w:rPr>
          <w:rFonts w:eastAsia="Calibri"/>
          <w:bCs/>
          <w:color w:val="000000" w:themeColor="text1"/>
          <w:sz w:val="24"/>
          <w:szCs w:val="24"/>
        </w:rPr>
        <w:t>혁신적인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움직임으로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공간에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변화를</w:t>
      </w:r>
      <w:r>
        <w:rPr>
          <w:rFonts w:eastAsia="Calibri"/>
          <w:bCs/>
          <w:color w:val="000000" w:themeColor="text1"/>
          <w:sz w:val="24"/>
          <w:szCs w:val="24"/>
        </w:rPr>
        <w:t>”</w:t>
      </w:r>
      <w:r>
        <w:rPr>
          <w:rFonts w:eastAsia="Calibri"/>
          <w:bCs/>
          <w:color w:val="000000" w:themeColor="text1"/>
          <w:sz w:val="24"/>
          <w:szCs w:val="24"/>
        </w:rPr>
        <w:t>이라는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슬로건에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맞춰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사용자가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직접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가구와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생활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공간을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변화시킬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수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있는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방식을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흥미롭고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즐거운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방식으로</w:t>
      </w:r>
      <w:r>
        <w:rPr>
          <w:rFonts w:eastAsia="Calibri"/>
          <w:bCs/>
          <w:color w:val="000000" w:themeColor="text1"/>
          <w:sz w:val="24"/>
          <w:szCs w:val="24"/>
        </w:rPr>
        <w:t xml:space="preserve"> </w:t>
      </w:r>
      <w:r>
        <w:rPr>
          <w:rFonts w:eastAsia="Calibri"/>
          <w:bCs/>
          <w:color w:val="000000" w:themeColor="text1"/>
          <w:sz w:val="24"/>
          <w:szCs w:val="24"/>
        </w:rPr>
        <w:t>소개합니다</w:t>
      </w:r>
      <w:r>
        <w:rPr>
          <w:rFonts w:eastAsia="Calibri"/>
          <w:bCs/>
          <w:color w:val="000000" w:themeColor="text1"/>
          <w:sz w:val="24"/>
          <w:szCs w:val="24"/>
        </w:rPr>
        <w:t>.</w:t>
      </w:r>
    </w:p>
    <w:p w14:paraId="6CDEE66D" w14:textId="77777777" w:rsidR="001618D5" w:rsidRPr="000500BA" w:rsidRDefault="001618D5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E4399AE" w14:textId="2E772536" w:rsidR="002B77F9" w:rsidRPr="002B77F9" w:rsidRDefault="002B77F9" w:rsidP="002B77F9">
      <w:pPr>
        <w:spacing w:line="360" w:lineRule="auto"/>
        <w:rPr>
          <w:rFonts w:cs="Arial"/>
          <w:b/>
          <w:bCs/>
          <w:color w:val="000000" w:themeColor="text1"/>
          <w:szCs w:val="24"/>
        </w:rPr>
      </w:pPr>
      <w:r>
        <w:rPr>
          <w:rFonts w:eastAsia="Times New Roman"/>
          <w:b/>
          <w:bCs/>
          <w:color w:val="000000" w:themeColor="text1"/>
          <w:szCs w:val="24"/>
        </w:rPr>
        <w:t>오늘을 실천하고, 내일을 준비합니다 – 탄소 중립 전시 실현</w:t>
      </w:r>
    </w:p>
    <w:p w14:paraId="7D7DCB87" w14:textId="45852693" w:rsidR="002B77F9" w:rsidRPr="002B77F9" w:rsidRDefault="002B77F9" w:rsidP="002B77F9">
      <w:pPr>
        <w:spacing w:line="360" w:lineRule="auto"/>
        <w:rPr>
          <w:rFonts w:cs="Arial"/>
          <w:bCs/>
          <w:color w:val="000000" w:themeColor="text1"/>
          <w:szCs w:val="24"/>
        </w:rPr>
      </w:pPr>
      <w:r>
        <w:rPr>
          <w:rFonts w:eastAsia="Times New Roman"/>
          <w:bCs/>
          <w:color w:val="000000" w:themeColor="text1"/>
          <w:szCs w:val="24"/>
        </w:rPr>
        <w:t>헤티히는 인터줌 전체 전시에 대해 ‘myclimate’ 재단으로부터 (</w:t>
      </w:r>
      <w:hyperlink r:id="rId9" w:history="1">
        <w:r>
          <w:rPr>
            <w:rStyle w:val="Hyperlink"/>
            <w:rFonts w:eastAsia="Times New Roman"/>
            <w:bCs/>
            <w:szCs w:val="24"/>
          </w:rPr>
          <w:t>myclimate.org</w:t>
        </w:r>
      </w:hyperlink>
      <w:r>
        <w:rPr>
          <w:rFonts w:eastAsia="Times New Roman"/>
          <w:bCs/>
          <w:color w:val="000000" w:themeColor="text1"/>
          <w:szCs w:val="24"/>
        </w:rPr>
        <w:t xml:space="preserve">) 두 번째로 탄소 중립 인증을 받았습니다. 탄소 배출은 가능하면 피하고, 최소한 줄이는 것이 바람직합니다. 이를 </w:t>
      </w:r>
      <w:r>
        <w:rPr>
          <w:rFonts w:eastAsia="Times New Roman"/>
          <w:bCs/>
          <w:color w:val="000000" w:themeColor="text1"/>
          <w:szCs w:val="24"/>
        </w:rPr>
        <w:lastRenderedPageBreak/>
        <w:t>위해서는 운송 관리, 부스 기술 장비 구성, 전시 자재와 제품의 재사용, 지역 제철 식재료를 활용한 케이터링, 행사 인원의 이동 및 숙박까지 전 과정에서 철저한 조치를 시행해야 하며, 기념품 제공을 생략하는 것까지 포함됩니다. 탄소 배출에 가장 큰 영향을 미치는 요소는 헤티히 팀의 전시회 이동입니다. 이를 고려해 해외 지사 임직원들은 가능한 한 탄소 상쇄가 가능한 항공편을 이용해 이동할 예정입니다. 많은 참가자가 철도를 이용하고, 회사 차량 소유자는 카셰어링을 이용하며, 쾰른 내에서는 스탠드 담당자가 팀 셔틀 대신 대중교통을 이용할 예정입니다. 헤티히는 불가피하게 발생하는 탄소 배출을 상쇄하기 위해 이번에도 인증된 탄소중립 기후 보호 프로젝트를 후원합니다.</w:t>
      </w:r>
    </w:p>
    <w:p w14:paraId="0E23B52A" w14:textId="77777777" w:rsidR="00CE4A08" w:rsidRPr="002B77F9" w:rsidRDefault="00CE4A08" w:rsidP="00CE4A08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Cs w:val="24"/>
          <w:lang w:eastAsia="sv-SE"/>
        </w:rPr>
      </w:pPr>
    </w:p>
    <w:p w14:paraId="52D3A7D4" w14:textId="6B1BEC91" w:rsidR="00E3004F" w:rsidRDefault="000E5D84" w:rsidP="00E3004F">
      <w:pPr>
        <w:spacing w:line="360" w:lineRule="auto"/>
        <w:rPr>
          <w:rFonts w:cs="Arial"/>
          <w:bCs/>
          <w:color w:val="auto"/>
          <w:szCs w:val="24"/>
        </w:rPr>
      </w:pPr>
      <w:hyperlink r:id="rId10" w:history="1">
        <w:r>
          <w:rPr>
            <w:rStyle w:val="Hyperlink"/>
            <w:rFonts w:eastAsia="Times New Roman"/>
            <w:bCs/>
            <w:szCs w:val="24"/>
          </w:rPr>
          <w:t>Hettich landing page on interzum 2025</w:t>
        </w:r>
      </w:hyperlink>
      <w:r>
        <w:rPr>
          <w:rFonts w:eastAsia="Times New Roman"/>
          <w:bCs/>
          <w:color w:val="auto"/>
          <w:szCs w:val="24"/>
        </w:rPr>
        <w:t xml:space="preserve"> 다양한 테마와 서비스 영역을 탐색하거나, 공간 변환 솔루션을 보다 효율적으로 찾을 수 있도록 폭넓은 접근 방식을 제안합니다.</w:t>
      </w:r>
    </w:p>
    <w:p w14:paraId="1328CC73" w14:textId="77777777" w:rsidR="000E5D84" w:rsidRDefault="000E5D84" w:rsidP="00E3004F">
      <w:pPr>
        <w:spacing w:line="360" w:lineRule="auto"/>
        <w:rPr>
          <w:rFonts w:cs="Arial"/>
          <w:bCs/>
          <w:color w:val="auto"/>
          <w:szCs w:val="24"/>
        </w:rPr>
      </w:pPr>
    </w:p>
    <w:p w14:paraId="7C6472D5" w14:textId="77777777" w:rsidR="00E3004F" w:rsidRPr="00621082" w:rsidRDefault="00E3004F" w:rsidP="00E3004F">
      <w:pPr>
        <w:spacing w:line="360" w:lineRule="auto"/>
        <w:rPr>
          <w:rFonts w:cs="Arial"/>
          <w:color w:val="auto"/>
        </w:rPr>
      </w:pPr>
      <w:r>
        <w:rPr>
          <w:rFonts w:eastAsia="Times New Roman"/>
          <w:color w:val="auto"/>
        </w:rPr>
        <w:t>다음 그림 자료는 www.hettich.com의 "Press"메뉴에서 다운로드 할 수 있습니다.</w:t>
      </w:r>
    </w:p>
    <w:p w14:paraId="34964DCA" w14:textId="77777777" w:rsidR="00E3004F" w:rsidRDefault="00E3004F" w:rsidP="00E3004F">
      <w:pPr>
        <w:spacing w:line="360" w:lineRule="auto"/>
        <w:rPr>
          <w:rFonts w:cs="Arial"/>
          <w:b/>
          <w:color w:val="auto"/>
        </w:rPr>
      </w:pPr>
    </w:p>
    <w:p w14:paraId="05331454" w14:textId="77777777" w:rsidR="00E3004F" w:rsidRPr="00621082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rFonts w:eastAsia="Times New Roman"/>
          <w:b/>
          <w:color w:val="auto"/>
        </w:rPr>
        <w:t>이미지</w:t>
      </w:r>
    </w:p>
    <w:p w14:paraId="139F9B1B" w14:textId="77777777" w:rsidR="00E3004F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rFonts w:eastAsia="Times New Roman"/>
          <w:b/>
          <w:color w:val="auto"/>
        </w:rPr>
        <w:t>설명</w:t>
      </w:r>
    </w:p>
    <w:p w14:paraId="159FA053" w14:textId="77777777" w:rsidR="00E3004F" w:rsidRDefault="00E3004F" w:rsidP="00E3004F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lastRenderedPageBreak/>
        <w:drawing>
          <wp:inline distT="0" distB="0" distL="0" distR="0" wp14:anchorId="29B89F2B" wp14:editId="2ABEFB0E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516B" w14:textId="07F435A0" w:rsidR="00E3004F" w:rsidRPr="00627F88" w:rsidRDefault="00E3004F" w:rsidP="00E3004F">
      <w:pPr>
        <w:widowControl w:val="0"/>
        <w:suppressAutoHyphens/>
        <w:rPr>
          <w:color w:val="auto"/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</w:rPr>
        <w:t>182025_a</w:t>
      </w:r>
    </w:p>
    <w:p w14:paraId="63FE315D" w14:textId="43D4385B" w:rsidR="00E3004F" w:rsidRPr="00627F88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Cs/>
          <w:color w:val="auto"/>
          <w:sz w:val="22"/>
          <w:szCs w:val="22"/>
        </w:rPr>
        <w:t>"트랜스포밍 스페이스 – 혁신적 움직임으로 공간에 변화를 더하다" - 헤티히는 인터줌 2025에서 다채롭게 변화하는 가구의 매력을 통해 ‘트랜스포메이션’을 감각적으로 경험할 수 있는 기회를 선사합니다. 사진: 헤티히</w:t>
      </w:r>
    </w:p>
    <w:p w14:paraId="6E6BA6A3" w14:textId="77777777" w:rsidR="00E3004F" w:rsidRDefault="00E3004F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32E4ADC8" w14:textId="001A5F38" w:rsidR="00E3004F" w:rsidRDefault="002D3B58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0EC39D38" wp14:editId="075DD71D">
            <wp:extent cx="1670766" cy="1181100"/>
            <wp:effectExtent l="0" t="0" r="5715" b="0"/>
            <wp:docPr id="310723940" name="Grafik 3" descr="Ein Bild, das Im Haus, Decke, Arbeitsfläche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23940" name="Grafik 3" descr="Ein Bild, das Im Haus, Decke, Arbeitsfläche, Mobiliar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8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24AA8" w14:textId="455485D1" w:rsidR="00E3004F" w:rsidRPr="00815D0E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</w:rPr>
        <w:t>182025_b</w:t>
      </w:r>
    </w:p>
    <w:p w14:paraId="1A46E1AE" w14:textId="12F00953" w:rsidR="00E3004F" w:rsidRPr="004201B3" w:rsidRDefault="004201B3" w:rsidP="00E3004F">
      <w:pPr>
        <w:rPr>
          <w:rFonts w:cs="Arial"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모던한 주거 공간의 중심인 오픈 플랜 키친 – 헤티히의 솔루션은 디자인, 사용자 편의성, 다채로운 수납 기능이 어우러진 쾌적한 공간을 만들어줍니다. </w:t>
      </w:r>
      <w:r>
        <w:rPr>
          <w:rFonts w:eastAsia="Times New Roman"/>
          <w:bCs/>
          <w:color w:val="auto"/>
          <w:sz w:val="22"/>
          <w:szCs w:val="22"/>
        </w:rPr>
        <w:t>사진: 헤티히</w:t>
      </w:r>
    </w:p>
    <w:p w14:paraId="514C2E19" w14:textId="77777777" w:rsidR="00767D4B" w:rsidRPr="00710FAF" w:rsidRDefault="00767D4B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5216ADE4" w14:textId="2FB4AF0D" w:rsidR="000E5D84" w:rsidRDefault="00B62AE6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7EB8C87B" wp14:editId="1D7C351F">
            <wp:extent cx="1783080" cy="1189224"/>
            <wp:effectExtent l="0" t="0" r="7620" b="0"/>
            <wp:docPr id="105864488" name="Grafik 4" descr="Ein Bild, das Wand, Im Haus, Mobiliar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4488" name="Grafik 4" descr="Ein Bild, das Wand, Im Haus, Mobiliar, Inneneinrichtung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300" cy="119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D4B" w:rsidRPr="00767D4B">
        <w:rPr>
          <w:noProof/>
        </w:rPr>
        <w:t xml:space="preserve"> 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41AC54D9" wp14:editId="3654C6EE">
            <wp:extent cx="1752600" cy="1168895"/>
            <wp:effectExtent l="0" t="0" r="0" b="0"/>
            <wp:docPr id="1424129773" name="Grafik 5" descr="Ein Bild, das Mobiliar, Im Haus, Wand, 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29773" name="Grafik 5" descr="Ein Bild, das Mobiliar, Im Haus, Wand, Zimmer enthält.&#10;&#10;KI-generierte Inhalte können fehlerhaft sein.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776" cy="11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C3EB" w14:textId="48FA69C2" w:rsidR="00E3004F" w:rsidRDefault="00E3004F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eastAsia="Times New Roman"/>
          <w:b/>
          <w:noProof/>
          <w:sz w:val="22"/>
          <w:szCs w:val="22"/>
          <w:shd w:val="clear" w:color="auto" w:fill="FFFFFF"/>
        </w:rPr>
        <w:t>182025_c, 182025_d</w:t>
      </w:r>
    </w:p>
    <w:p w14:paraId="6D41B77F" w14:textId="04A07F82" w:rsidR="00644D8D" w:rsidRDefault="00512F86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  <w:r>
        <w:rPr>
          <w:sz w:val="22"/>
          <w:szCs w:val="22"/>
        </w:rPr>
        <w:t xml:space="preserve">변환 가능한 2-in-1 솔루션 – 헤티히의 WingLine L 폴딩 도어 하드웨어가 적용된 이 가구는 옷장과 홈오피스 공간의 기능을 하나로 스마트하게 통합합니다. </w:t>
      </w:r>
      <w:r>
        <w:rPr>
          <w:rFonts w:eastAsia="Times New Roman"/>
          <w:sz w:val="22"/>
          <w:szCs w:val="22"/>
        </w:rPr>
        <w:t>사진: 헤티히</w:t>
      </w:r>
    </w:p>
    <w:p w14:paraId="09227A80" w14:textId="77777777" w:rsidR="00644D8D" w:rsidRDefault="00644D8D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</w:p>
    <w:p w14:paraId="259A4E0E" w14:textId="77777777" w:rsidR="00EC0FA5" w:rsidRDefault="00EC0FA5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</w:p>
    <w:p w14:paraId="463E7BB6" w14:textId="114AAC8A" w:rsidR="00644D8D" w:rsidRPr="00FE35B7" w:rsidRDefault="009E5B19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lastRenderedPageBreak/>
        <w:drawing>
          <wp:inline distT="0" distB="0" distL="0" distR="0" wp14:anchorId="78C9DB0F" wp14:editId="138BD065">
            <wp:extent cx="1725860" cy="1101090"/>
            <wp:effectExtent l="0" t="0" r="8255" b="3810"/>
            <wp:docPr id="138053265" name="Grafik 1" descr="Ein Bild, das Wand, Im Haus, Inneneinrichtung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3265" name="Grafik 1" descr="Ein Bild, das Wand, Im Haus, Inneneinrichtung, Mobiliar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344" cy="11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BE65" w14:textId="33DA4B94" w:rsidR="00644D8D" w:rsidRPr="009E5B19" w:rsidRDefault="00644D8D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sv-SE"/>
        </w:rPr>
      </w:pPr>
      <w:r w:rsidRPr="009E5B19">
        <w:rPr>
          <w:rFonts w:eastAsia="Times New Roman"/>
          <w:b/>
          <w:noProof/>
          <w:sz w:val="22"/>
          <w:szCs w:val="22"/>
          <w:shd w:val="clear" w:color="auto" w:fill="FFFFFF"/>
          <w:lang w:val="sv-SE"/>
        </w:rPr>
        <w:t>182025_e</w:t>
      </w:r>
    </w:p>
    <w:p w14:paraId="77C11B41" w14:textId="3F72D053" w:rsidR="00644D8D" w:rsidRPr="009E5B19" w:rsidRDefault="00EC0FA5" w:rsidP="00644D8D">
      <w:pPr>
        <w:pStyle w:val="Arial"/>
        <w:rPr>
          <w:rFonts w:ascii="Arial" w:hAnsi="Arial" w:cs="Arial"/>
          <w:color w:val="auto"/>
          <w:sz w:val="22"/>
          <w:szCs w:val="22"/>
          <w:lang w:val="sv-SE"/>
        </w:rPr>
      </w:pP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>"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공간에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회전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혁신을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– Spinnovate your Space":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헤티히는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SpinLines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제품군을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통해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혁신적인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회전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하드웨어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시스템을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개발하고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 </w:t>
      </w:r>
      <w:r>
        <w:rPr>
          <w:rFonts w:eastAsia="Times New Roman"/>
          <w:bCs/>
          <w:noProof/>
          <w:sz w:val="22"/>
          <w:szCs w:val="22"/>
          <w:shd w:val="clear" w:color="auto" w:fill="FFFFFF"/>
        </w:rPr>
        <w:t>있습니다</w:t>
      </w:r>
      <w:r w:rsidRPr="009E5B19">
        <w:rPr>
          <w:rFonts w:eastAsia="Times New Roman"/>
          <w:bCs/>
          <w:noProof/>
          <w:sz w:val="22"/>
          <w:szCs w:val="22"/>
          <w:shd w:val="clear" w:color="auto" w:fill="FFFFFF"/>
          <w:lang w:val="sv-SE"/>
        </w:rPr>
        <w:t xml:space="preserve">. </w:t>
      </w:r>
      <w:proofErr w:type="spellStart"/>
      <w:r>
        <w:rPr>
          <w:rFonts w:eastAsia="Times New Roman"/>
          <w:color w:val="auto"/>
          <w:sz w:val="22"/>
          <w:szCs w:val="22"/>
        </w:rPr>
        <w:t>사진</w:t>
      </w:r>
      <w:proofErr w:type="spellEnd"/>
      <w:r w:rsidRPr="009E5B19">
        <w:rPr>
          <w:rFonts w:eastAsia="Times New Roman"/>
          <w:color w:val="auto"/>
          <w:sz w:val="22"/>
          <w:szCs w:val="22"/>
          <w:lang w:val="sv-SE"/>
        </w:rPr>
        <w:t xml:space="preserve">: </w:t>
      </w:r>
      <w:proofErr w:type="spellStart"/>
      <w:r>
        <w:rPr>
          <w:rFonts w:eastAsia="Times New Roman"/>
          <w:color w:val="auto"/>
          <w:sz w:val="22"/>
          <w:szCs w:val="22"/>
        </w:rPr>
        <w:t>헤티히</w:t>
      </w:r>
      <w:proofErr w:type="spellEnd"/>
    </w:p>
    <w:p w14:paraId="6CEB1AB6" w14:textId="463F8267" w:rsidR="00E3004F" w:rsidRPr="009E5B19" w:rsidRDefault="00E3004F" w:rsidP="00512F86">
      <w:pPr>
        <w:rPr>
          <w:rFonts w:cs="Arial"/>
          <w:sz w:val="22"/>
          <w:szCs w:val="22"/>
          <w:lang w:val="sv-SE"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proofErr w:type="spellStart"/>
      <w:r>
        <w:rPr>
          <w:rFonts w:eastAsia="Times New Roman"/>
          <w:bCs/>
          <w:sz w:val="20"/>
          <w:u w:val="single"/>
        </w:rPr>
        <w:t>헤티히에</w:t>
      </w:r>
      <w:proofErr w:type="spellEnd"/>
      <w:r>
        <w:rPr>
          <w:rFonts w:eastAsia="Times New Roman"/>
          <w:bCs/>
          <w:sz w:val="20"/>
          <w:u w:val="single"/>
        </w:rPr>
        <w:t xml:space="preserve"> </w:t>
      </w:r>
      <w:proofErr w:type="spellStart"/>
      <w:r>
        <w:rPr>
          <w:rFonts w:eastAsia="Times New Roman"/>
          <w:bCs/>
          <w:sz w:val="20"/>
          <w:u w:val="single"/>
        </w:rPr>
        <w:t>관하여</w:t>
      </w:r>
      <w:proofErr w:type="spellEnd"/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Cs/>
          <w:sz w:val="20"/>
        </w:rPr>
        <w:t xml:space="preserve">헤티히는 1888 년에 설립되었으며 현재 세계에서 가장 큰 규모의 가구 부품 제조업체입니다. 회사의 본사는 이스트 베스트팔렌의 가구 클러스터에 있는 키르히렝어른에 위치합니다.  전 세계 100여 개국에서 약 8,400명의 임직원이 함께 미래 지향적인 솔루션을 제공하고 있습니다. "It's all in Hettich"을 약속하는 헤티히 브랜드는 전 세계 헤티히 고객의 요구에 부합하는 종합적인 서비스 포트폴리오를 제공합니다. 헤티히는 전통적으로 지역 사회와, 사회적, 생태적 지속 가능성을 보장하기 위해 항상 최우선 순위를 두고 모든 일에 집중해 왔습니다. </w:t>
      </w:r>
      <w:hyperlink r:id="rId16" w:history="1">
        <w:r>
          <w:rPr>
            <w:rStyle w:val="Hyperlink"/>
            <w:rFonts w:eastAsia="Times New Roman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7"/>
      <w:footerReference w:type="defaul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6453" w14:textId="77777777" w:rsidR="0057287F" w:rsidRDefault="0057287F">
      <w:r>
        <w:separator/>
      </w:r>
    </w:p>
  </w:endnote>
  <w:endnote w:type="continuationSeparator" w:id="0">
    <w:p w14:paraId="1BEBFA78" w14:textId="77777777" w:rsidR="0057287F" w:rsidRDefault="0057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AC1D" w14:textId="77777777" w:rsidR="0057287F" w:rsidRDefault="0057287F">
      <w:r>
        <w:separator/>
      </w:r>
    </w:p>
  </w:footnote>
  <w:footnote w:type="continuationSeparator" w:id="0">
    <w:p w14:paraId="5DA41598" w14:textId="77777777" w:rsidR="0057287F" w:rsidRDefault="0057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인터줌 2025에 대한 헤티히 보도 자료 더 보기: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연락처: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헤티히 마케팅 및 영업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Alex Kim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서울특별시 마포구 월드컵북로 121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우성빌딩 4층 헤티히 코리아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대한민국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Tel: 02 336 0290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alex.kim@hettich.com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E5B19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E5B19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9E5B19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바우처</w:t>
                          </w:r>
                          <w:r w:rsidRPr="009E5B19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사본</w:t>
                          </w:r>
                          <w:r w:rsidRPr="009E5B19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요청됨</w:t>
                          </w:r>
                        </w:p>
                        <w:p w14:paraId="0631CA96" w14:textId="77777777" w:rsidR="00230446" w:rsidRPr="009E5B19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384076A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/>
                              <w:sz w:val="20"/>
                            </w:rPr>
                            <w:t>PR_182025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인터줌 2025에 대한 헤티히 보도 자료 더 보기: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연락처: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헤티히 마케팅 및 영업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Alex Kim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서울특별시 마포구 월드컵북로 121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우성빌딩 4층 헤티히 코리아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대한민국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Tel: 02 336 0290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alex.kim@hettich.com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E5B19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E5B19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9E5B19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바우처</w:t>
                    </w:r>
                    <w:r w:rsidRPr="009E5B19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사본</w:t>
                    </w:r>
                    <w:r w:rsidRPr="009E5B19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요청됨</w:t>
                    </w:r>
                  </w:p>
                  <w:p w14:paraId="0631CA96" w14:textId="77777777" w:rsidR="00230446" w:rsidRPr="009E5B19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384076A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eastAsia="Times New Roman"/>
                        <w:sz w:val="20"/>
                      </w:rPr>
                      <w:t>PR_182025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5AC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0F8A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828"/>
    <w:rsid w:val="00040FDC"/>
    <w:rsid w:val="00041F5D"/>
    <w:rsid w:val="00042AC2"/>
    <w:rsid w:val="00043DAB"/>
    <w:rsid w:val="00044245"/>
    <w:rsid w:val="00044F8C"/>
    <w:rsid w:val="00045378"/>
    <w:rsid w:val="00047086"/>
    <w:rsid w:val="000500BA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1903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6DCE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5D84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1B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8D5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5D37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55BB"/>
    <w:rsid w:val="00186CEC"/>
    <w:rsid w:val="00187404"/>
    <w:rsid w:val="001902FB"/>
    <w:rsid w:val="0019039A"/>
    <w:rsid w:val="00190502"/>
    <w:rsid w:val="00191CE9"/>
    <w:rsid w:val="00192CF7"/>
    <w:rsid w:val="00193873"/>
    <w:rsid w:val="00195DE1"/>
    <w:rsid w:val="00196001"/>
    <w:rsid w:val="001A00C5"/>
    <w:rsid w:val="001A053B"/>
    <w:rsid w:val="001A0981"/>
    <w:rsid w:val="001A164D"/>
    <w:rsid w:val="001A1F21"/>
    <w:rsid w:val="001A21EF"/>
    <w:rsid w:val="001A2C1B"/>
    <w:rsid w:val="001A433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48EE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1EB0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A9F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5FBB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7B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7F9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B5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1672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693D"/>
    <w:rsid w:val="00307234"/>
    <w:rsid w:val="00307D18"/>
    <w:rsid w:val="00307E26"/>
    <w:rsid w:val="0031095B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ED8"/>
    <w:rsid w:val="00326F0C"/>
    <w:rsid w:val="00326F75"/>
    <w:rsid w:val="00327A70"/>
    <w:rsid w:val="0033187E"/>
    <w:rsid w:val="00331F87"/>
    <w:rsid w:val="003329CB"/>
    <w:rsid w:val="0033311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5EAB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B79B4"/>
    <w:rsid w:val="003C055F"/>
    <w:rsid w:val="003C0997"/>
    <w:rsid w:val="003C0BD4"/>
    <w:rsid w:val="003C20E5"/>
    <w:rsid w:val="003C2DDF"/>
    <w:rsid w:val="003C3B87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88C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1B3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A31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6A1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9DA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4DA"/>
    <w:rsid w:val="004E0B6C"/>
    <w:rsid w:val="004E1919"/>
    <w:rsid w:val="004E1BD1"/>
    <w:rsid w:val="004E36E1"/>
    <w:rsid w:val="004E541C"/>
    <w:rsid w:val="004E5B11"/>
    <w:rsid w:val="004E66B4"/>
    <w:rsid w:val="004E6949"/>
    <w:rsid w:val="004E7D18"/>
    <w:rsid w:val="004F048D"/>
    <w:rsid w:val="004F0571"/>
    <w:rsid w:val="004F094A"/>
    <w:rsid w:val="004F0BC2"/>
    <w:rsid w:val="004F15D1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2F86"/>
    <w:rsid w:val="0051458E"/>
    <w:rsid w:val="00515071"/>
    <w:rsid w:val="00516FEF"/>
    <w:rsid w:val="00517292"/>
    <w:rsid w:val="005175F4"/>
    <w:rsid w:val="00517980"/>
    <w:rsid w:val="00520EF6"/>
    <w:rsid w:val="005215A7"/>
    <w:rsid w:val="00521622"/>
    <w:rsid w:val="00522A94"/>
    <w:rsid w:val="00523B01"/>
    <w:rsid w:val="0052488D"/>
    <w:rsid w:val="00525DFD"/>
    <w:rsid w:val="005261EC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2626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87F"/>
    <w:rsid w:val="00572A6F"/>
    <w:rsid w:val="00573545"/>
    <w:rsid w:val="00574205"/>
    <w:rsid w:val="00574806"/>
    <w:rsid w:val="00574E0F"/>
    <w:rsid w:val="00575067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D6CB4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4D8D"/>
    <w:rsid w:val="00645FBE"/>
    <w:rsid w:val="0064618C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502F"/>
    <w:rsid w:val="006654F3"/>
    <w:rsid w:val="00665A27"/>
    <w:rsid w:val="006704C5"/>
    <w:rsid w:val="00672FCB"/>
    <w:rsid w:val="00673643"/>
    <w:rsid w:val="00674EA7"/>
    <w:rsid w:val="00676BFA"/>
    <w:rsid w:val="00677D8F"/>
    <w:rsid w:val="00680349"/>
    <w:rsid w:val="00680D0B"/>
    <w:rsid w:val="00681304"/>
    <w:rsid w:val="006820C9"/>
    <w:rsid w:val="00682C48"/>
    <w:rsid w:val="00683020"/>
    <w:rsid w:val="006831DF"/>
    <w:rsid w:val="006839C5"/>
    <w:rsid w:val="00683DE4"/>
    <w:rsid w:val="00686470"/>
    <w:rsid w:val="00686C40"/>
    <w:rsid w:val="006870EF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6F5954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B1E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D4B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2CE"/>
    <w:rsid w:val="007D5808"/>
    <w:rsid w:val="007D5A56"/>
    <w:rsid w:val="007D6385"/>
    <w:rsid w:val="007D6D3C"/>
    <w:rsid w:val="007D79FA"/>
    <w:rsid w:val="007E0F59"/>
    <w:rsid w:val="007E33A0"/>
    <w:rsid w:val="007E636D"/>
    <w:rsid w:val="007E7AF6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1AF1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2481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4BBC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5744"/>
    <w:rsid w:val="009C6136"/>
    <w:rsid w:val="009C674E"/>
    <w:rsid w:val="009C7119"/>
    <w:rsid w:val="009C76A9"/>
    <w:rsid w:val="009C7A4B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5B19"/>
    <w:rsid w:val="009F0826"/>
    <w:rsid w:val="009F148B"/>
    <w:rsid w:val="009F1E05"/>
    <w:rsid w:val="009F2646"/>
    <w:rsid w:val="009F2992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185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41E"/>
    <w:rsid w:val="00A43B98"/>
    <w:rsid w:val="00A43CFE"/>
    <w:rsid w:val="00A440B1"/>
    <w:rsid w:val="00A4437C"/>
    <w:rsid w:val="00A44E86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3072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36831"/>
    <w:rsid w:val="00B4037D"/>
    <w:rsid w:val="00B40681"/>
    <w:rsid w:val="00B40BB4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2AE6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1E19"/>
    <w:rsid w:val="00BB43C2"/>
    <w:rsid w:val="00BB45D3"/>
    <w:rsid w:val="00BB47D4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02F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5ECD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2CBF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1533"/>
    <w:rsid w:val="00C52289"/>
    <w:rsid w:val="00C5272E"/>
    <w:rsid w:val="00C534DD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35E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4A08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07B9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491F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7BA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04F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1A08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1A10"/>
    <w:rsid w:val="00E71AF3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A3D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355D"/>
    <w:rsid w:val="00EA5538"/>
    <w:rsid w:val="00EA5DBB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0FA5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2FAE"/>
    <w:rsid w:val="00ED4FCE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179B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579AF"/>
    <w:rsid w:val="00F613B0"/>
    <w:rsid w:val="00F614D5"/>
    <w:rsid w:val="00F61AE9"/>
    <w:rsid w:val="00F61B8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0194"/>
    <w:rsid w:val="00FA0DC6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5B7"/>
    <w:rsid w:val="00FE36DF"/>
    <w:rsid w:val="00FE5828"/>
    <w:rsid w:val="00FE620C"/>
    <w:rsid w:val="00FE6DF6"/>
    <w:rsid w:val="00FF0276"/>
    <w:rsid w:val="00FF1692"/>
    <w:rsid w:val="00FF169D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 Unicode MS" w:eastAsia="Arial Unicode MS" w:hAnsi="Arial Unicode MS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 Unicode MS" w:eastAsia="Arial Unicode MS" w:hAnsi="Arial Unicode MS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="Arial Unicode MS" w:hAnsiTheme="majorHAnsi" w:cstheme="majorBidi"/>
      <w:i/>
      <w:iCs/>
      <w:color w:val="365F91" w:themeColor="accent1" w:themeShade="BF"/>
      <w:sz w:val="24"/>
    </w:rPr>
  </w:style>
  <w:style w:type="paragraph" w:customStyle="1" w:styleId="Arial">
    <w:name w:val="Arial"/>
    <w:basedOn w:val="Standard"/>
    <w:qFormat/>
    <w:rsid w:val="00E3004F"/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o2a0gu7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hettich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www.hettich.com/short/1y9qx5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yclimate.org/en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1603</Words>
  <Characters>1843</Characters>
  <Application>Microsoft Office Word</Application>
  <DocSecurity>0</DocSecurity>
  <Lines>15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인터줌 2025에서 공개되는 헤티히의 새로운 하이라이트:  "트랜스포밍 스페이스 – 혁신적 움직임으로 공간에 변화를 더하다"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인터줌 2025에서 공개되는 헤티히의 새로운 하이라이트:  "트랜스포밍 스페이스 – 혁신적 움직임으로 공간에 변화를 더하다"</dc:title>
  <dc:creator>Anke Wöhler</dc:creator>
  <cp:lastModifiedBy>Anke Wöhler</cp:lastModifiedBy>
  <cp:revision>178</cp:revision>
  <cp:lastPrinted>2024-05-29T08:32:00Z</cp:lastPrinted>
  <dcterms:created xsi:type="dcterms:W3CDTF">2024-09-12T13:00:00Z</dcterms:created>
  <dcterms:modified xsi:type="dcterms:W3CDTF">2025-04-30T11:33:00Z</dcterms:modified>
</cp:coreProperties>
</file>