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E95FC" w14:textId="5CFD4F7E" w:rsidR="00D54D80" w:rsidRPr="00D54D80" w:rsidRDefault="00D54D80" w:rsidP="00682C48">
      <w:pPr>
        <w:spacing w:line="360" w:lineRule="auto"/>
        <w:rPr>
          <w:rFonts w:eastAsia="SimHei" w:cs="Arial"/>
          <w:b/>
          <w:color w:val="auto"/>
          <w:sz w:val="28"/>
          <w:szCs w:val="28"/>
        </w:rPr>
      </w:pPr>
      <w:r w:rsidRPr="00D54D80">
        <w:rPr>
          <w:rFonts w:eastAsia="SimHei" w:cs="Arial" w:hint="eastAsia"/>
          <w:b/>
          <w:color w:val="auto"/>
          <w:sz w:val="28"/>
          <w:szCs w:val="28"/>
        </w:rPr>
        <w:t>海蒂诗将在</w:t>
      </w:r>
      <w:proofErr w:type="spellStart"/>
      <w:r w:rsidRPr="00D54D80">
        <w:rPr>
          <w:rFonts w:eastAsia="SimHei" w:cs="Arial" w:hint="eastAsia"/>
          <w:b/>
          <w:color w:val="auto"/>
          <w:sz w:val="28"/>
          <w:szCs w:val="28"/>
        </w:rPr>
        <w:t>interzum</w:t>
      </w:r>
      <w:proofErr w:type="spellEnd"/>
      <w:r w:rsidRPr="00D54D80">
        <w:rPr>
          <w:rFonts w:eastAsia="SimHei" w:cs="Arial" w:hint="eastAsia"/>
          <w:b/>
          <w:color w:val="auto"/>
          <w:sz w:val="28"/>
          <w:szCs w:val="28"/>
        </w:rPr>
        <w:t xml:space="preserve"> 2025</w:t>
      </w:r>
      <w:r w:rsidR="00CE5D05">
        <w:rPr>
          <w:rFonts w:eastAsia="SimHei" w:cs="Arial" w:hint="eastAsia"/>
          <w:b/>
          <w:color w:val="auto"/>
          <w:sz w:val="28"/>
          <w:szCs w:val="28"/>
        </w:rPr>
        <w:t xml:space="preserve"> </w:t>
      </w:r>
      <w:r w:rsidR="00CE5D05">
        <w:rPr>
          <w:rFonts w:eastAsia="SimHei" w:cs="Arial" w:hint="eastAsia"/>
          <w:b/>
          <w:color w:val="auto"/>
          <w:sz w:val="28"/>
          <w:szCs w:val="28"/>
        </w:rPr>
        <w:t>科隆展上展示装配</w:t>
      </w:r>
      <w:r w:rsidR="00F6142D">
        <w:rPr>
          <w:rFonts w:eastAsia="SimHei" w:cs="Arial" w:hint="eastAsia"/>
          <w:b/>
          <w:color w:val="auto"/>
          <w:sz w:val="28"/>
          <w:szCs w:val="28"/>
        </w:rPr>
        <w:t>设备</w:t>
      </w:r>
      <w:r w:rsidR="00CE5D05">
        <w:rPr>
          <w:rFonts w:eastAsia="SimHei" w:cs="Arial" w:hint="eastAsia"/>
          <w:b/>
          <w:color w:val="auto"/>
          <w:sz w:val="28"/>
          <w:szCs w:val="28"/>
        </w:rPr>
        <w:t>的未来</w:t>
      </w:r>
    </w:p>
    <w:p w14:paraId="385B04CA" w14:textId="24BE09AC" w:rsidR="00D54D80" w:rsidRPr="00D54D80" w:rsidRDefault="00D54D80" w:rsidP="00682C48">
      <w:pPr>
        <w:spacing w:line="360" w:lineRule="auto"/>
        <w:rPr>
          <w:rFonts w:eastAsia="SimHei" w:cs="Arial"/>
          <w:b/>
          <w:bCs/>
          <w:color w:val="auto"/>
          <w:szCs w:val="24"/>
        </w:rPr>
      </w:pPr>
      <w:r w:rsidRPr="00D54D80">
        <w:rPr>
          <w:rFonts w:eastAsia="SimHei" w:cs="Arial" w:hint="eastAsia"/>
          <w:b/>
          <w:bCs/>
          <w:color w:val="auto"/>
          <w:szCs w:val="24"/>
        </w:rPr>
        <w:t>现代车间</w:t>
      </w:r>
      <w:r w:rsidR="00CE5D05">
        <w:rPr>
          <w:rFonts w:eastAsia="SimHei" w:cs="Arial" w:hint="eastAsia"/>
          <w:b/>
          <w:bCs/>
          <w:color w:val="auto"/>
          <w:szCs w:val="24"/>
        </w:rPr>
        <w:t>的</w:t>
      </w:r>
      <w:r w:rsidRPr="00D54D80">
        <w:rPr>
          <w:rFonts w:eastAsia="SimHei" w:cs="Arial" w:hint="eastAsia"/>
          <w:b/>
          <w:bCs/>
          <w:color w:val="auto"/>
          <w:szCs w:val="24"/>
        </w:rPr>
        <w:t>数字化助手</w:t>
      </w:r>
    </w:p>
    <w:p w14:paraId="76F418BB" w14:textId="77777777" w:rsidR="00E6264A" w:rsidRPr="00D54D80" w:rsidRDefault="00E6264A" w:rsidP="00682C48">
      <w:pPr>
        <w:spacing w:line="360" w:lineRule="auto"/>
        <w:rPr>
          <w:rFonts w:eastAsia="SimHei" w:cs="Arial"/>
          <w:b/>
          <w:color w:val="FF0000"/>
          <w:szCs w:val="24"/>
        </w:rPr>
      </w:pPr>
    </w:p>
    <w:p w14:paraId="493383DB" w14:textId="26E587D2" w:rsidR="00D54D80" w:rsidRPr="00D54D80" w:rsidRDefault="00CE5D05" w:rsidP="00682C48">
      <w:pPr>
        <w:widowControl w:val="0"/>
        <w:suppressAutoHyphens/>
        <w:spacing w:line="360" w:lineRule="auto"/>
        <w:ind w:right="-1"/>
        <w:rPr>
          <w:rFonts w:eastAsia="SimHei" w:cs="Arial"/>
          <w:b/>
          <w:color w:val="auto"/>
          <w:szCs w:val="24"/>
        </w:rPr>
      </w:pPr>
      <w:r w:rsidRPr="00D54D80">
        <w:rPr>
          <w:rFonts w:eastAsia="SimHei" w:cs="Arial" w:hint="eastAsia"/>
          <w:b/>
          <w:color w:val="auto"/>
          <w:szCs w:val="24"/>
        </w:rPr>
        <w:t>通过</w:t>
      </w:r>
      <w:r w:rsidR="00CD3B4B">
        <w:rPr>
          <w:rFonts w:eastAsia="SimHei" w:cs="Arial" w:hint="eastAsia"/>
          <w:b/>
          <w:color w:val="auto"/>
          <w:szCs w:val="24"/>
        </w:rPr>
        <w:t>以</w:t>
      </w:r>
      <w:r>
        <w:rPr>
          <w:rFonts w:eastAsia="SimHei" w:cs="Arial" w:hint="eastAsia"/>
          <w:b/>
          <w:color w:val="auto"/>
          <w:szCs w:val="24"/>
        </w:rPr>
        <w:t>实践</w:t>
      </w:r>
      <w:r w:rsidR="00CD3B4B">
        <w:rPr>
          <w:rFonts w:eastAsia="SimHei" w:cs="Arial" w:hint="eastAsia"/>
          <w:b/>
          <w:color w:val="auto"/>
          <w:szCs w:val="24"/>
        </w:rPr>
        <w:t>为中心</w:t>
      </w:r>
      <w:r w:rsidRPr="00D54D80">
        <w:rPr>
          <w:rFonts w:eastAsia="SimHei" w:cs="Arial" w:hint="eastAsia"/>
          <w:b/>
          <w:color w:val="auto"/>
          <w:szCs w:val="24"/>
        </w:rPr>
        <w:t>的服务和直观的工具</w:t>
      </w:r>
      <w:r>
        <w:rPr>
          <w:rFonts w:eastAsia="SimHei" w:cs="Arial" w:hint="eastAsia"/>
          <w:b/>
          <w:color w:val="auto"/>
          <w:szCs w:val="24"/>
        </w:rPr>
        <w:t>，</w:t>
      </w:r>
      <w:r w:rsidR="00D54D80" w:rsidRPr="00D54D80">
        <w:rPr>
          <w:rFonts w:eastAsia="SimHei" w:cs="Arial" w:hint="eastAsia"/>
          <w:b/>
          <w:color w:val="auto"/>
          <w:szCs w:val="24"/>
        </w:rPr>
        <w:t>海蒂诗</w:t>
      </w:r>
      <w:r>
        <w:rPr>
          <w:rFonts w:eastAsia="SimHei" w:cs="Arial" w:hint="eastAsia"/>
          <w:b/>
          <w:color w:val="auto"/>
          <w:szCs w:val="24"/>
        </w:rPr>
        <w:t>坚定不移地</w:t>
      </w:r>
      <w:r w:rsidR="00D54D80" w:rsidRPr="00D54D80">
        <w:rPr>
          <w:rFonts w:eastAsia="SimHei" w:cs="Arial" w:hint="eastAsia"/>
          <w:b/>
          <w:color w:val="auto"/>
          <w:szCs w:val="24"/>
        </w:rPr>
        <w:t>推动</w:t>
      </w:r>
      <w:r>
        <w:rPr>
          <w:rFonts w:eastAsia="SimHei" w:cs="Arial" w:hint="eastAsia"/>
          <w:b/>
          <w:color w:val="auto"/>
          <w:szCs w:val="24"/>
        </w:rPr>
        <w:t>装配</w:t>
      </w:r>
      <w:r w:rsidR="00F6142D">
        <w:rPr>
          <w:rFonts w:eastAsia="SimHei" w:cs="Arial" w:hint="eastAsia"/>
          <w:b/>
          <w:color w:val="auto"/>
          <w:szCs w:val="24"/>
        </w:rPr>
        <w:t>设备</w:t>
      </w:r>
      <w:r w:rsidR="00D54D80" w:rsidRPr="00D54D80">
        <w:rPr>
          <w:rFonts w:eastAsia="SimHei" w:cs="Arial" w:hint="eastAsia"/>
          <w:b/>
          <w:color w:val="auto"/>
          <w:szCs w:val="24"/>
        </w:rPr>
        <w:t>的数字化进程。在</w:t>
      </w:r>
      <w:proofErr w:type="spellStart"/>
      <w:r w:rsidR="00D54D80" w:rsidRPr="00D54D80">
        <w:rPr>
          <w:rFonts w:eastAsia="SimHei" w:cs="Arial" w:hint="eastAsia"/>
          <w:b/>
          <w:color w:val="auto"/>
          <w:szCs w:val="24"/>
        </w:rPr>
        <w:t>interzum</w:t>
      </w:r>
      <w:proofErr w:type="spellEnd"/>
      <w:r w:rsidR="00D54D80" w:rsidRPr="00D54D80">
        <w:rPr>
          <w:rFonts w:eastAsia="SimHei" w:cs="Arial" w:hint="eastAsia"/>
          <w:b/>
          <w:color w:val="auto"/>
          <w:szCs w:val="24"/>
        </w:rPr>
        <w:t xml:space="preserve"> 2025</w:t>
      </w:r>
      <w:r>
        <w:rPr>
          <w:rFonts w:eastAsia="SimHei" w:cs="Arial" w:hint="eastAsia"/>
          <w:b/>
          <w:color w:val="auto"/>
          <w:szCs w:val="24"/>
        </w:rPr>
        <w:t xml:space="preserve"> </w:t>
      </w:r>
      <w:r>
        <w:rPr>
          <w:rFonts w:eastAsia="SimHei" w:cs="Arial" w:hint="eastAsia"/>
          <w:b/>
          <w:color w:val="auto"/>
          <w:szCs w:val="24"/>
        </w:rPr>
        <w:t>科隆展</w:t>
      </w:r>
      <w:r w:rsidR="00D54D80" w:rsidRPr="00D54D80">
        <w:rPr>
          <w:rFonts w:eastAsia="SimHei" w:cs="Arial" w:hint="eastAsia"/>
          <w:b/>
          <w:color w:val="auto"/>
          <w:szCs w:val="24"/>
        </w:rPr>
        <w:t>上，</w:t>
      </w:r>
      <w:r>
        <w:rPr>
          <w:rFonts w:eastAsia="SimHei" w:cs="Arial" w:hint="eastAsia"/>
          <w:b/>
          <w:color w:val="auto"/>
          <w:szCs w:val="24"/>
        </w:rPr>
        <w:t>作为</w:t>
      </w:r>
      <w:r w:rsidR="00D54D80" w:rsidRPr="00D54D80">
        <w:rPr>
          <w:rFonts w:eastAsia="SimHei" w:cs="Arial" w:hint="eastAsia"/>
          <w:b/>
          <w:color w:val="auto"/>
          <w:szCs w:val="24"/>
        </w:rPr>
        <w:t>五金</w:t>
      </w:r>
      <w:r>
        <w:rPr>
          <w:rFonts w:eastAsia="SimHei" w:cs="Arial" w:hint="eastAsia"/>
          <w:b/>
          <w:color w:val="auto"/>
          <w:szCs w:val="24"/>
        </w:rPr>
        <w:t>配件</w:t>
      </w:r>
      <w:r w:rsidR="00D54D80" w:rsidRPr="00D54D80">
        <w:rPr>
          <w:rFonts w:eastAsia="SimHei" w:cs="Arial" w:hint="eastAsia"/>
          <w:b/>
          <w:color w:val="auto"/>
          <w:szCs w:val="24"/>
        </w:rPr>
        <w:t>专家</w:t>
      </w:r>
      <w:r>
        <w:rPr>
          <w:rFonts w:eastAsia="SimHei" w:cs="Arial" w:hint="eastAsia"/>
          <w:b/>
          <w:color w:val="auto"/>
          <w:szCs w:val="24"/>
        </w:rPr>
        <w:t>的海蒂诗</w:t>
      </w:r>
      <w:r w:rsidR="00D54D80" w:rsidRPr="00D54D80">
        <w:rPr>
          <w:rFonts w:eastAsia="SimHei" w:cs="Arial" w:hint="eastAsia"/>
          <w:b/>
          <w:color w:val="auto"/>
          <w:szCs w:val="24"/>
        </w:rPr>
        <w:t>将全面展示现代化生产</w:t>
      </w:r>
      <w:r w:rsidR="00EC6B47">
        <w:rPr>
          <w:rFonts w:eastAsia="SimHei" w:cs="Arial" w:hint="eastAsia"/>
          <w:b/>
          <w:color w:val="auto"/>
          <w:szCs w:val="24"/>
        </w:rPr>
        <w:t>辅助设备</w:t>
      </w:r>
      <w:r w:rsidR="00D54D80" w:rsidRPr="00D54D80">
        <w:rPr>
          <w:rFonts w:eastAsia="SimHei" w:cs="Arial" w:hint="eastAsia"/>
          <w:b/>
          <w:color w:val="auto"/>
          <w:szCs w:val="24"/>
        </w:rPr>
        <w:t>的</w:t>
      </w:r>
      <w:r>
        <w:rPr>
          <w:rFonts w:eastAsia="SimHei" w:cs="Arial" w:hint="eastAsia"/>
          <w:b/>
          <w:color w:val="auto"/>
          <w:szCs w:val="24"/>
        </w:rPr>
        <w:t>工作方式</w:t>
      </w:r>
      <w:r w:rsidR="00D54D80" w:rsidRPr="00D54D80">
        <w:rPr>
          <w:rFonts w:eastAsia="SimHei" w:cs="Arial" w:hint="eastAsia"/>
          <w:b/>
          <w:color w:val="auto"/>
          <w:szCs w:val="24"/>
        </w:rPr>
        <w:t>：高效、灵活、</w:t>
      </w:r>
      <w:r w:rsidR="00EC6B47">
        <w:rPr>
          <w:rFonts w:eastAsia="SimHei" w:cs="Arial" w:hint="eastAsia"/>
          <w:b/>
          <w:color w:val="auto"/>
          <w:szCs w:val="24"/>
        </w:rPr>
        <w:t>即时可用</w:t>
      </w:r>
      <w:r w:rsidR="00D54D80" w:rsidRPr="00D54D80">
        <w:rPr>
          <w:rFonts w:eastAsia="SimHei" w:cs="Arial" w:hint="eastAsia"/>
          <w:b/>
          <w:color w:val="auto"/>
          <w:szCs w:val="24"/>
        </w:rPr>
        <w:t>。本次展出的重点包括二维码、增强现实（</w:t>
      </w:r>
      <w:r w:rsidR="00D54D80" w:rsidRPr="00D54D80">
        <w:rPr>
          <w:rFonts w:eastAsia="SimHei" w:cs="Arial" w:hint="eastAsia"/>
          <w:b/>
          <w:color w:val="auto"/>
          <w:szCs w:val="24"/>
        </w:rPr>
        <w:t>AR</w:t>
      </w:r>
      <w:r w:rsidR="00D54D80" w:rsidRPr="00D54D80">
        <w:rPr>
          <w:rFonts w:eastAsia="SimHei" w:cs="Arial" w:hint="eastAsia"/>
          <w:b/>
          <w:color w:val="auto"/>
          <w:szCs w:val="24"/>
        </w:rPr>
        <w:t>）</w:t>
      </w:r>
      <w:r w:rsidR="008D17CA">
        <w:rPr>
          <w:rFonts w:eastAsia="SimHei" w:cs="Arial" w:hint="eastAsia"/>
          <w:b/>
          <w:color w:val="auto"/>
          <w:szCs w:val="24"/>
        </w:rPr>
        <w:t>技术</w:t>
      </w:r>
      <w:r w:rsidR="00D54D80" w:rsidRPr="00D54D80">
        <w:rPr>
          <w:rFonts w:eastAsia="SimHei" w:cs="Arial" w:hint="eastAsia"/>
          <w:b/>
          <w:color w:val="auto"/>
          <w:szCs w:val="24"/>
        </w:rPr>
        <w:t>等</w:t>
      </w:r>
      <w:r>
        <w:rPr>
          <w:rFonts w:eastAsia="SimHei" w:cs="Arial" w:hint="eastAsia"/>
          <w:b/>
          <w:color w:val="auto"/>
          <w:szCs w:val="24"/>
        </w:rPr>
        <w:t>工具和装配</w:t>
      </w:r>
      <w:r w:rsidR="00D54D80" w:rsidRPr="00D54D80">
        <w:rPr>
          <w:rFonts w:eastAsia="SimHei" w:cs="Arial" w:hint="eastAsia"/>
          <w:b/>
          <w:color w:val="auto"/>
          <w:szCs w:val="24"/>
        </w:rPr>
        <w:t>辅助</w:t>
      </w:r>
      <w:r w:rsidR="00CD3B4B">
        <w:rPr>
          <w:rFonts w:eastAsia="SimHei" w:cs="Arial" w:hint="eastAsia"/>
          <w:b/>
          <w:color w:val="auto"/>
          <w:szCs w:val="24"/>
        </w:rPr>
        <w:t>手段</w:t>
      </w:r>
      <w:r w:rsidR="008D17CA">
        <w:rPr>
          <w:rFonts w:eastAsia="SimHei" w:cs="Arial" w:hint="eastAsia"/>
          <w:b/>
          <w:color w:val="auto"/>
          <w:szCs w:val="24"/>
        </w:rPr>
        <w:t>，以及</w:t>
      </w:r>
      <w:r w:rsidR="00D54D80" w:rsidRPr="00D54D80">
        <w:rPr>
          <w:rFonts w:eastAsia="SimHei" w:cs="Arial" w:hint="eastAsia"/>
          <w:b/>
          <w:color w:val="auto"/>
          <w:szCs w:val="24"/>
        </w:rPr>
        <w:t>首次推出</w:t>
      </w:r>
      <w:r w:rsidR="008D17CA">
        <w:rPr>
          <w:rFonts w:eastAsia="SimHei" w:cs="Arial" w:hint="eastAsia"/>
          <w:b/>
          <w:color w:val="auto"/>
          <w:szCs w:val="24"/>
        </w:rPr>
        <w:t>的</w:t>
      </w:r>
      <w:r w:rsidR="00D54D80" w:rsidRPr="00D54D80">
        <w:rPr>
          <w:rFonts w:eastAsia="SimHei" w:cs="Arial" w:hint="eastAsia"/>
          <w:b/>
          <w:color w:val="auto"/>
          <w:szCs w:val="24"/>
        </w:rPr>
        <w:t>3D</w:t>
      </w:r>
      <w:r w:rsidR="00D54D80" w:rsidRPr="00D54D80">
        <w:rPr>
          <w:rFonts w:eastAsia="SimHei" w:cs="Arial" w:hint="eastAsia"/>
          <w:b/>
          <w:color w:val="auto"/>
          <w:szCs w:val="24"/>
        </w:rPr>
        <w:t>打印门户网站，用户可</w:t>
      </w:r>
      <w:r w:rsidR="008D17CA">
        <w:rPr>
          <w:rFonts w:eastAsia="SimHei" w:cs="Arial" w:hint="eastAsia"/>
          <w:b/>
          <w:color w:val="auto"/>
          <w:szCs w:val="24"/>
        </w:rPr>
        <w:t>在其中</w:t>
      </w:r>
      <w:r w:rsidR="00D54D80" w:rsidRPr="00D54D80">
        <w:rPr>
          <w:rFonts w:eastAsia="SimHei" w:cs="Arial" w:hint="eastAsia"/>
          <w:b/>
          <w:color w:val="auto"/>
          <w:szCs w:val="24"/>
        </w:rPr>
        <w:t>免费下载打印模板。</w:t>
      </w:r>
    </w:p>
    <w:p w14:paraId="5E6E2988" w14:textId="77777777" w:rsidR="0086303F" w:rsidRPr="00D54D80" w:rsidRDefault="0086303F" w:rsidP="00682C48">
      <w:pPr>
        <w:widowControl w:val="0"/>
        <w:suppressAutoHyphens/>
        <w:spacing w:line="360" w:lineRule="auto"/>
        <w:ind w:right="-1"/>
        <w:rPr>
          <w:rFonts w:eastAsia="SimHei" w:cs="Arial"/>
          <w:b/>
          <w:color w:val="auto"/>
          <w:szCs w:val="24"/>
        </w:rPr>
      </w:pPr>
    </w:p>
    <w:p w14:paraId="651BB17E" w14:textId="260F8D7D" w:rsidR="00D54D80" w:rsidRPr="00D54D80" w:rsidRDefault="00D54D80" w:rsidP="00682C48">
      <w:pPr>
        <w:widowControl w:val="0"/>
        <w:suppressAutoHyphens/>
        <w:spacing w:line="360" w:lineRule="auto"/>
        <w:ind w:right="-1"/>
        <w:rPr>
          <w:rFonts w:eastAsia="SimHei" w:cs="Arial"/>
          <w:bCs/>
          <w:color w:val="auto"/>
          <w:szCs w:val="24"/>
        </w:rPr>
      </w:pPr>
      <w:r w:rsidRPr="00D54D80">
        <w:rPr>
          <w:rFonts w:eastAsia="SimHei" w:cs="Arial" w:hint="eastAsia"/>
          <w:bCs/>
          <w:color w:val="auto"/>
          <w:szCs w:val="24"/>
        </w:rPr>
        <w:t>海蒂诗</w:t>
      </w:r>
      <w:r w:rsidR="008D17CA">
        <w:rPr>
          <w:rFonts w:eastAsia="SimHei" w:cs="Arial" w:hint="eastAsia"/>
          <w:bCs/>
          <w:color w:val="auto"/>
          <w:szCs w:val="24"/>
        </w:rPr>
        <w:t>为装配</w:t>
      </w:r>
      <w:r w:rsidR="00F6142D">
        <w:rPr>
          <w:rFonts w:eastAsia="SimHei" w:cs="Arial" w:hint="eastAsia"/>
          <w:bCs/>
          <w:color w:val="auto"/>
          <w:szCs w:val="24"/>
        </w:rPr>
        <w:t>设备</w:t>
      </w:r>
      <w:r w:rsidR="008D17CA">
        <w:rPr>
          <w:rFonts w:eastAsia="SimHei" w:cs="Arial" w:hint="eastAsia"/>
          <w:bCs/>
          <w:color w:val="auto"/>
          <w:szCs w:val="24"/>
        </w:rPr>
        <w:t>提供的所有</w:t>
      </w:r>
      <w:r w:rsidRPr="00D54D80">
        <w:rPr>
          <w:rFonts w:eastAsia="SimHei" w:cs="Arial" w:hint="eastAsia"/>
          <w:bCs/>
          <w:color w:val="auto"/>
          <w:szCs w:val="24"/>
        </w:rPr>
        <w:t>数字化服务</w:t>
      </w:r>
      <w:r w:rsidR="008734D5">
        <w:rPr>
          <w:rFonts w:eastAsia="SimHei" w:cs="Arial" w:hint="eastAsia"/>
          <w:bCs/>
          <w:color w:val="auto"/>
          <w:szCs w:val="24"/>
        </w:rPr>
        <w:t>都基于“移动终端即时可用”的</w:t>
      </w:r>
      <w:r w:rsidRPr="00D54D80">
        <w:rPr>
          <w:rFonts w:eastAsia="SimHei" w:cs="Arial" w:hint="eastAsia"/>
          <w:bCs/>
          <w:color w:val="auto"/>
          <w:szCs w:val="24"/>
        </w:rPr>
        <w:t>理念。</w:t>
      </w:r>
      <w:r w:rsidR="008D17CA">
        <w:rPr>
          <w:rFonts w:eastAsia="SimHei" w:cs="Arial" w:hint="eastAsia"/>
          <w:bCs/>
          <w:color w:val="auto"/>
          <w:szCs w:val="24"/>
        </w:rPr>
        <w:t>装配人员</w:t>
      </w:r>
      <w:r w:rsidRPr="00D54D80">
        <w:rPr>
          <w:rFonts w:eastAsia="SimHei" w:cs="Arial" w:hint="eastAsia"/>
          <w:bCs/>
          <w:color w:val="auto"/>
          <w:szCs w:val="24"/>
        </w:rPr>
        <w:t>只需一台</w:t>
      </w:r>
      <w:r w:rsidR="008D17CA" w:rsidRPr="008D17CA">
        <w:rPr>
          <w:rFonts w:eastAsia="SimHei" w:cs="Arial" w:hint="eastAsia"/>
          <w:bCs/>
          <w:color w:val="auto"/>
          <w:szCs w:val="24"/>
        </w:rPr>
        <w:t>智能手机</w:t>
      </w:r>
      <w:r w:rsidR="008D17CA">
        <w:rPr>
          <w:rFonts w:eastAsia="SimHei" w:cs="Arial" w:hint="eastAsia"/>
          <w:bCs/>
          <w:color w:val="auto"/>
          <w:szCs w:val="24"/>
        </w:rPr>
        <w:t>或</w:t>
      </w:r>
      <w:r w:rsidR="008D17CA" w:rsidRPr="008D17CA">
        <w:rPr>
          <w:rFonts w:eastAsia="SimHei" w:cs="Arial" w:hint="eastAsia"/>
          <w:bCs/>
          <w:color w:val="auto"/>
          <w:szCs w:val="24"/>
        </w:rPr>
        <w:t>平板电脑</w:t>
      </w:r>
      <w:r w:rsidRPr="00D54D80">
        <w:rPr>
          <w:rFonts w:eastAsia="SimHei" w:cs="Arial" w:hint="eastAsia"/>
          <w:bCs/>
          <w:color w:val="auto"/>
          <w:szCs w:val="24"/>
        </w:rPr>
        <w:t>，即可访问</w:t>
      </w:r>
      <w:r w:rsidR="008D17CA">
        <w:rPr>
          <w:rFonts w:eastAsia="SimHei" w:cs="Arial" w:hint="eastAsia"/>
          <w:bCs/>
          <w:color w:val="auto"/>
          <w:szCs w:val="24"/>
        </w:rPr>
        <w:t>分步骤</w:t>
      </w:r>
      <w:r w:rsidR="008734D5">
        <w:rPr>
          <w:rFonts w:eastAsia="SimHei" w:cs="Arial" w:hint="eastAsia"/>
          <w:bCs/>
          <w:color w:val="auto"/>
          <w:szCs w:val="24"/>
        </w:rPr>
        <w:t>指引</w:t>
      </w:r>
      <w:r w:rsidRPr="00D54D80">
        <w:rPr>
          <w:rFonts w:eastAsia="SimHei" w:cs="Arial" w:hint="eastAsia"/>
          <w:bCs/>
          <w:color w:val="auto"/>
          <w:szCs w:val="24"/>
        </w:rPr>
        <w:t>、调试辅助工具及培训视频。海蒂诗始终在最需要的地方提供直观</w:t>
      </w:r>
      <w:r w:rsidR="00835706">
        <w:rPr>
          <w:rFonts w:eastAsia="SimHei" w:cs="Arial" w:hint="eastAsia"/>
          <w:bCs/>
          <w:color w:val="auto"/>
          <w:szCs w:val="24"/>
        </w:rPr>
        <w:t>的</w:t>
      </w:r>
      <w:r w:rsidRPr="00D54D80">
        <w:rPr>
          <w:rFonts w:eastAsia="SimHei" w:cs="Arial" w:hint="eastAsia"/>
          <w:bCs/>
          <w:color w:val="auto"/>
          <w:szCs w:val="24"/>
        </w:rPr>
        <w:t>支持</w:t>
      </w:r>
      <w:r w:rsidR="00835706">
        <w:rPr>
          <w:rFonts w:eastAsia="SimHei" w:cs="Arial" w:hint="eastAsia"/>
          <w:bCs/>
          <w:color w:val="auto"/>
          <w:szCs w:val="24"/>
        </w:rPr>
        <w:t>：</w:t>
      </w:r>
      <w:r w:rsidRPr="00D54D80">
        <w:rPr>
          <w:rFonts w:eastAsia="SimHei" w:cs="Arial" w:hint="eastAsia"/>
          <w:bCs/>
          <w:color w:val="auto"/>
          <w:szCs w:val="24"/>
        </w:rPr>
        <w:t>在机器</w:t>
      </w:r>
      <w:r w:rsidR="008D17CA">
        <w:rPr>
          <w:rFonts w:eastAsia="SimHei" w:cs="Arial" w:hint="eastAsia"/>
          <w:bCs/>
          <w:color w:val="auto"/>
          <w:szCs w:val="24"/>
        </w:rPr>
        <w:t>上</w:t>
      </w:r>
      <w:r w:rsidR="00835706">
        <w:rPr>
          <w:rFonts w:eastAsia="SimHei" w:cs="Arial" w:hint="eastAsia"/>
          <w:bCs/>
          <w:color w:val="auto"/>
          <w:szCs w:val="24"/>
        </w:rPr>
        <w:t>或</w:t>
      </w:r>
      <w:r w:rsidRPr="00D54D80">
        <w:rPr>
          <w:rFonts w:eastAsia="SimHei" w:cs="Arial" w:hint="eastAsia"/>
          <w:bCs/>
          <w:color w:val="auto"/>
          <w:szCs w:val="24"/>
        </w:rPr>
        <w:t>在家具上。</w:t>
      </w:r>
      <w:r w:rsidR="00EC6B47">
        <w:rPr>
          <w:rFonts w:eastAsia="SimHei" w:cs="Arial" w:hint="eastAsia"/>
          <w:bCs/>
          <w:color w:val="auto"/>
          <w:szCs w:val="24"/>
        </w:rPr>
        <w:t>无论</w:t>
      </w:r>
      <w:r w:rsidRPr="00D54D80">
        <w:rPr>
          <w:rFonts w:eastAsia="SimHei" w:cs="Arial" w:hint="eastAsia"/>
          <w:bCs/>
          <w:color w:val="auto"/>
          <w:szCs w:val="24"/>
        </w:rPr>
        <w:t>是工业生产，还是</w:t>
      </w:r>
      <w:r w:rsidR="00286B50">
        <w:rPr>
          <w:rFonts w:eastAsia="SimHei" w:cs="Arial" w:hint="eastAsia"/>
          <w:bCs/>
          <w:color w:val="auto"/>
          <w:szCs w:val="24"/>
        </w:rPr>
        <w:t>木工</w:t>
      </w:r>
      <w:r w:rsidRPr="00D54D80">
        <w:rPr>
          <w:rFonts w:eastAsia="SimHei" w:cs="Arial" w:hint="eastAsia"/>
          <w:bCs/>
          <w:color w:val="auto"/>
          <w:szCs w:val="24"/>
        </w:rPr>
        <w:t>车间，海蒂诗</w:t>
      </w:r>
      <w:r w:rsidR="00835706">
        <w:rPr>
          <w:rFonts w:eastAsia="SimHei" w:cs="Arial" w:hint="eastAsia"/>
          <w:bCs/>
          <w:color w:val="auto"/>
          <w:szCs w:val="24"/>
        </w:rPr>
        <w:t>都能帮助制造商</w:t>
      </w:r>
      <w:r w:rsidRPr="00D54D80">
        <w:rPr>
          <w:rFonts w:eastAsia="SimHei" w:cs="Arial" w:hint="eastAsia"/>
          <w:bCs/>
          <w:color w:val="auto"/>
          <w:szCs w:val="24"/>
        </w:rPr>
        <w:t>优化流程、简化</w:t>
      </w:r>
      <w:r w:rsidR="00835706">
        <w:rPr>
          <w:rFonts w:eastAsia="SimHei" w:cs="Arial" w:hint="eastAsia"/>
          <w:bCs/>
          <w:color w:val="auto"/>
          <w:szCs w:val="24"/>
        </w:rPr>
        <w:t>作业并</w:t>
      </w:r>
      <w:r w:rsidRPr="00D54D80">
        <w:rPr>
          <w:rFonts w:eastAsia="SimHei" w:cs="Arial" w:hint="eastAsia"/>
          <w:bCs/>
          <w:color w:val="auto"/>
          <w:szCs w:val="24"/>
        </w:rPr>
        <w:t>灵活应对变化。</w:t>
      </w:r>
    </w:p>
    <w:p w14:paraId="20418591" w14:textId="77777777" w:rsidR="0086417C" w:rsidRPr="00D54D80" w:rsidRDefault="0086417C" w:rsidP="0086417C">
      <w:pPr>
        <w:spacing w:line="360" w:lineRule="auto"/>
        <w:rPr>
          <w:rFonts w:eastAsia="SimHei" w:cs="Arial"/>
          <w:b/>
          <w:bCs/>
          <w:color w:val="auto"/>
          <w:szCs w:val="24"/>
        </w:rPr>
      </w:pPr>
    </w:p>
    <w:p w14:paraId="41882341" w14:textId="4B7C8B5E" w:rsidR="00D54D80" w:rsidRPr="00D54D80" w:rsidRDefault="00D54D80" w:rsidP="00682C48">
      <w:pPr>
        <w:spacing w:line="360" w:lineRule="auto"/>
        <w:rPr>
          <w:rFonts w:eastAsia="SimHei" w:cs="Arial"/>
          <w:b/>
          <w:bCs/>
          <w:color w:val="auto"/>
          <w:szCs w:val="24"/>
        </w:rPr>
      </w:pPr>
      <w:r w:rsidRPr="00D54D80">
        <w:rPr>
          <w:rFonts w:eastAsia="SimHei" w:cs="Arial"/>
          <w:b/>
          <w:bCs/>
          <w:color w:val="auto"/>
          <w:szCs w:val="24"/>
        </w:rPr>
        <w:t>首次亮相</w:t>
      </w:r>
      <w:r w:rsidR="00835706">
        <w:rPr>
          <w:rFonts w:eastAsia="SimHei" w:cs="Arial" w:hint="eastAsia"/>
          <w:b/>
          <w:bCs/>
          <w:color w:val="auto"/>
          <w:szCs w:val="24"/>
        </w:rPr>
        <w:t>的</w:t>
      </w:r>
      <w:r w:rsidRPr="00D54D80">
        <w:rPr>
          <w:rFonts w:eastAsia="SimHei" w:cs="Arial"/>
          <w:b/>
          <w:bCs/>
          <w:color w:val="auto"/>
          <w:szCs w:val="24"/>
        </w:rPr>
        <w:t>3D</w:t>
      </w:r>
      <w:r w:rsidRPr="00D54D80">
        <w:rPr>
          <w:rFonts w:eastAsia="SimHei" w:cs="Arial"/>
          <w:b/>
          <w:bCs/>
          <w:color w:val="auto"/>
          <w:szCs w:val="24"/>
        </w:rPr>
        <w:t>打印门户网站</w:t>
      </w:r>
    </w:p>
    <w:p w14:paraId="392F32CB" w14:textId="3793554F" w:rsidR="00D54D80" w:rsidRPr="00D54D80" w:rsidRDefault="00D54D80" w:rsidP="00682C48">
      <w:pPr>
        <w:spacing w:line="360" w:lineRule="auto"/>
        <w:rPr>
          <w:rFonts w:eastAsia="SimHei" w:cs="Arial"/>
          <w:color w:val="auto"/>
          <w:szCs w:val="24"/>
        </w:rPr>
      </w:pPr>
      <w:r w:rsidRPr="00D54D80">
        <w:rPr>
          <w:rFonts w:eastAsia="SimHei" w:cs="Arial"/>
          <w:color w:val="auto"/>
          <w:szCs w:val="24"/>
        </w:rPr>
        <w:t>通过首次</w:t>
      </w:r>
      <w:r w:rsidR="00835706">
        <w:rPr>
          <w:rFonts w:eastAsia="SimHei" w:cs="Arial" w:hint="eastAsia"/>
          <w:color w:val="auto"/>
          <w:szCs w:val="24"/>
        </w:rPr>
        <w:t>展出</w:t>
      </w:r>
      <w:r w:rsidRPr="00D54D80">
        <w:rPr>
          <w:rFonts w:eastAsia="SimHei" w:cs="Arial"/>
          <w:color w:val="auto"/>
          <w:szCs w:val="24"/>
        </w:rPr>
        <w:t>的</w:t>
      </w:r>
      <w:r w:rsidRPr="00D54D80">
        <w:rPr>
          <w:rFonts w:eastAsia="SimHei" w:cs="Arial"/>
          <w:color w:val="auto"/>
          <w:szCs w:val="24"/>
        </w:rPr>
        <w:t>3D</w:t>
      </w:r>
      <w:r w:rsidRPr="00D54D80">
        <w:rPr>
          <w:rFonts w:eastAsia="SimHei" w:cs="Arial"/>
          <w:color w:val="auto"/>
          <w:szCs w:val="24"/>
        </w:rPr>
        <w:t>打印门户，海蒂诗</w:t>
      </w:r>
      <w:r w:rsidR="008965BF">
        <w:rPr>
          <w:rFonts w:eastAsia="SimHei" w:cs="Arial" w:hint="eastAsia"/>
          <w:color w:val="auto"/>
          <w:szCs w:val="24"/>
        </w:rPr>
        <w:t>开启了</w:t>
      </w:r>
      <w:r w:rsidRPr="00D54D80">
        <w:rPr>
          <w:rFonts w:eastAsia="SimHei" w:cs="Arial"/>
          <w:color w:val="auto"/>
          <w:szCs w:val="24"/>
        </w:rPr>
        <w:t>数字化支持的</w:t>
      </w:r>
      <w:r w:rsidR="008965BF">
        <w:rPr>
          <w:rFonts w:eastAsia="SimHei" w:cs="Arial" w:hint="eastAsia"/>
          <w:color w:val="auto"/>
          <w:szCs w:val="24"/>
        </w:rPr>
        <w:t>新篇章</w:t>
      </w:r>
      <w:r w:rsidRPr="00D54D80">
        <w:rPr>
          <w:rFonts w:eastAsia="SimHei" w:cs="Arial"/>
          <w:color w:val="auto"/>
          <w:szCs w:val="24"/>
        </w:rPr>
        <w:t>。展会期间，</w:t>
      </w:r>
      <w:r w:rsidR="008965BF">
        <w:rPr>
          <w:rFonts w:eastAsia="SimHei" w:cs="Arial" w:hint="eastAsia"/>
          <w:color w:val="auto"/>
          <w:szCs w:val="24"/>
        </w:rPr>
        <w:t>参观者</w:t>
      </w:r>
      <w:r w:rsidRPr="00D54D80">
        <w:rPr>
          <w:rFonts w:eastAsia="SimHei" w:cs="Arial"/>
          <w:color w:val="auto"/>
          <w:szCs w:val="24"/>
        </w:rPr>
        <w:t>可以免费</w:t>
      </w:r>
      <w:r w:rsidR="008965BF">
        <w:rPr>
          <w:rFonts w:eastAsia="SimHei" w:cs="Arial" w:hint="eastAsia"/>
          <w:color w:val="auto"/>
          <w:szCs w:val="24"/>
        </w:rPr>
        <w:t>获得</w:t>
      </w:r>
      <w:r w:rsidRPr="00D54D80">
        <w:rPr>
          <w:rFonts w:eastAsia="SimHei" w:cs="Arial"/>
          <w:color w:val="auto"/>
          <w:szCs w:val="24"/>
        </w:rPr>
        <w:t>实用的</w:t>
      </w:r>
      <w:r w:rsidRPr="00D54D80">
        <w:rPr>
          <w:rFonts w:eastAsia="SimHei" w:cs="Arial"/>
          <w:color w:val="auto"/>
          <w:szCs w:val="24"/>
        </w:rPr>
        <w:t>“</w:t>
      </w:r>
      <w:r w:rsidR="008965BF">
        <w:rPr>
          <w:rFonts w:eastAsia="SimHei" w:cs="Arial" w:hint="eastAsia"/>
          <w:color w:val="auto"/>
          <w:szCs w:val="24"/>
        </w:rPr>
        <w:t>夹具</w:t>
      </w:r>
      <w:r w:rsidRPr="00D54D80">
        <w:rPr>
          <w:rFonts w:eastAsia="SimHei" w:cs="Arial"/>
          <w:color w:val="auto"/>
          <w:szCs w:val="24"/>
        </w:rPr>
        <w:t>”</w:t>
      </w:r>
      <w:r w:rsidRPr="00D54D80">
        <w:rPr>
          <w:rFonts w:eastAsia="SimHei" w:cs="Arial"/>
          <w:color w:val="auto"/>
          <w:szCs w:val="24"/>
        </w:rPr>
        <w:t>模板进行打印，这些</w:t>
      </w:r>
      <w:r w:rsidR="00EC6B47">
        <w:rPr>
          <w:rFonts w:eastAsia="SimHei" w:cs="Arial" w:hint="eastAsia"/>
          <w:color w:val="auto"/>
          <w:szCs w:val="24"/>
        </w:rPr>
        <w:t>小型工具</w:t>
      </w:r>
      <w:r w:rsidRPr="00D54D80">
        <w:rPr>
          <w:rFonts w:eastAsia="SimHei" w:cs="Arial"/>
          <w:color w:val="auto"/>
          <w:szCs w:val="24"/>
        </w:rPr>
        <w:t>和</w:t>
      </w:r>
      <w:r w:rsidR="008965BF">
        <w:rPr>
          <w:rFonts w:eastAsia="SimHei" w:cs="Arial" w:hint="eastAsia"/>
          <w:color w:val="auto"/>
          <w:szCs w:val="24"/>
        </w:rPr>
        <w:t>划线规</w:t>
      </w:r>
      <w:r w:rsidRPr="00D54D80">
        <w:rPr>
          <w:rFonts w:eastAsia="SimHei" w:cs="Arial"/>
          <w:color w:val="auto"/>
          <w:szCs w:val="24"/>
        </w:rPr>
        <w:t>能有效提升家具</w:t>
      </w:r>
      <w:r w:rsidR="00EC6B47">
        <w:rPr>
          <w:rFonts w:eastAsia="SimHei" w:cs="Arial" w:hint="eastAsia"/>
          <w:color w:val="auto"/>
          <w:szCs w:val="24"/>
        </w:rPr>
        <w:t>加工</w:t>
      </w:r>
      <w:r w:rsidRPr="00D54D80">
        <w:rPr>
          <w:rFonts w:eastAsia="SimHei" w:cs="Arial"/>
          <w:color w:val="auto"/>
          <w:szCs w:val="24"/>
        </w:rPr>
        <w:t>效率并简化工作。用户</w:t>
      </w:r>
      <w:r w:rsidRPr="00D54D80">
        <w:rPr>
          <w:rFonts w:eastAsia="SimHei" w:cs="Arial"/>
          <w:color w:val="auto"/>
          <w:szCs w:val="24"/>
        </w:rPr>
        <w:lastRenderedPageBreak/>
        <w:t>只需登录网站</w:t>
      </w:r>
      <w:r w:rsidRPr="00D54D80">
        <w:rPr>
          <w:rFonts w:eastAsia="SimHei" w:cs="Arial"/>
          <w:color w:val="auto"/>
          <w:szCs w:val="24"/>
        </w:rPr>
        <w:t> https://www.hettich.com/3d-print</w:t>
      </w:r>
      <w:r w:rsidRPr="00D54D80">
        <w:rPr>
          <w:rFonts w:eastAsia="SimHei" w:cs="Arial"/>
          <w:color w:val="auto"/>
          <w:szCs w:val="24"/>
        </w:rPr>
        <w:t>，即可获取数据并直接下载。观众还能</w:t>
      </w:r>
      <w:r w:rsidR="00286B50" w:rsidRPr="00286B50">
        <w:rPr>
          <w:rFonts w:eastAsia="SimHei" w:cs="Arial" w:hint="eastAsia"/>
          <w:color w:val="auto"/>
          <w:szCs w:val="24"/>
        </w:rPr>
        <w:t>在</w:t>
      </w:r>
      <w:r w:rsidR="004C2B08">
        <w:rPr>
          <w:rFonts w:eastAsia="SimHei" w:cs="Arial" w:hint="eastAsia"/>
          <w:color w:val="auto"/>
          <w:szCs w:val="24"/>
        </w:rPr>
        <w:t>展台</w:t>
      </w:r>
      <w:r w:rsidRPr="00D54D80">
        <w:rPr>
          <w:rFonts w:eastAsia="SimHei" w:cs="Arial"/>
          <w:color w:val="auto"/>
          <w:szCs w:val="24"/>
        </w:rPr>
        <w:t>现场见证从</w:t>
      </w:r>
      <w:r w:rsidR="00286B50">
        <w:rPr>
          <w:rFonts w:eastAsia="SimHei" w:cs="Arial" w:hint="eastAsia"/>
          <w:color w:val="auto"/>
          <w:szCs w:val="24"/>
        </w:rPr>
        <w:t>门户网站</w:t>
      </w:r>
      <w:r w:rsidRPr="00D54D80">
        <w:rPr>
          <w:rFonts w:eastAsia="SimHei" w:cs="Arial"/>
          <w:color w:val="auto"/>
          <w:szCs w:val="24"/>
        </w:rPr>
        <w:t>到打印的每一个步骤。</w:t>
      </w:r>
      <w:r w:rsidR="00286B50" w:rsidRPr="00D54D80">
        <w:rPr>
          <w:rFonts w:eastAsia="SimHei" w:cs="Arial"/>
          <w:color w:val="auto"/>
          <w:szCs w:val="24"/>
        </w:rPr>
        <w:t>提供定制</w:t>
      </w:r>
      <w:r w:rsidR="00286B50">
        <w:rPr>
          <w:rFonts w:eastAsia="SimHei" w:cs="Arial" w:hint="eastAsia"/>
          <w:color w:val="auto"/>
          <w:szCs w:val="24"/>
        </w:rPr>
        <w:t>选项</w:t>
      </w:r>
      <w:r w:rsidR="00286B50" w:rsidRPr="00D54D80">
        <w:rPr>
          <w:rFonts w:eastAsia="SimHei" w:cs="Arial"/>
          <w:color w:val="auto"/>
          <w:szCs w:val="24"/>
        </w:rPr>
        <w:t>及产品</w:t>
      </w:r>
      <w:r w:rsidR="00286B50">
        <w:rPr>
          <w:rFonts w:eastAsia="SimHei" w:cs="Arial" w:hint="eastAsia"/>
          <w:color w:val="auto"/>
          <w:szCs w:val="24"/>
        </w:rPr>
        <w:t>界面的进一步升级也已在</w:t>
      </w:r>
      <w:r w:rsidR="001A4EEF">
        <w:rPr>
          <w:rFonts w:eastAsia="SimHei" w:cs="Arial" w:hint="eastAsia"/>
          <w:color w:val="auto"/>
          <w:szCs w:val="24"/>
        </w:rPr>
        <w:t>计划</w:t>
      </w:r>
      <w:r w:rsidR="00286B50">
        <w:rPr>
          <w:rFonts w:eastAsia="SimHei" w:cs="Arial" w:hint="eastAsia"/>
          <w:color w:val="auto"/>
          <w:szCs w:val="24"/>
        </w:rPr>
        <w:t>中</w:t>
      </w:r>
      <w:r w:rsidRPr="00D54D80">
        <w:rPr>
          <w:rFonts w:eastAsia="SimHei" w:cs="Arial"/>
          <w:color w:val="auto"/>
          <w:szCs w:val="24"/>
        </w:rPr>
        <w:t>。</w:t>
      </w:r>
    </w:p>
    <w:p w14:paraId="46C026AF" w14:textId="77777777" w:rsidR="008F7E39" w:rsidRPr="00D54D80" w:rsidRDefault="008F7E39" w:rsidP="00682C48">
      <w:pPr>
        <w:spacing w:line="360" w:lineRule="auto"/>
        <w:rPr>
          <w:rFonts w:eastAsia="SimHei" w:cs="Arial"/>
          <w:color w:val="auto"/>
          <w:szCs w:val="24"/>
        </w:rPr>
      </w:pPr>
    </w:p>
    <w:p w14:paraId="5788CF3E" w14:textId="4A0F8EB8" w:rsidR="00D54D80" w:rsidRPr="00D54D80" w:rsidRDefault="00D54D80" w:rsidP="00682C48">
      <w:pPr>
        <w:spacing w:line="360" w:lineRule="auto"/>
        <w:rPr>
          <w:rFonts w:eastAsia="SimHei" w:cs="Arial"/>
          <w:b/>
          <w:bCs/>
          <w:color w:val="auto"/>
          <w:szCs w:val="24"/>
        </w:rPr>
      </w:pPr>
      <w:r w:rsidRPr="00D54D80">
        <w:rPr>
          <w:rFonts w:eastAsia="SimHei" w:cs="Arial"/>
          <w:b/>
          <w:bCs/>
          <w:color w:val="auto"/>
          <w:szCs w:val="24"/>
        </w:rPr>
        <w:t>二维码与增强现实</w:t>
      </w:r>
      <w:r w:rsidR="001A4EEF">
        <w:rPr>
          <w:rFonts w:eastAsia="SimHei" w:cs="Arial" w:hint="eastAsia"/>
          <w:b/>
          <w:bCs/>
          <w:color w:val="auto"/>
          <w:szCs w:val="24"/>
        </w:rPr>
        <w:t>（</w:t>
      </w:r>
      <w:r w:rsidR="001A4EEF">
        <w:rPr>
          <w:rFonts w:eastAsia="SimHei" w:cs="Arial" w:hint="eastAsia"/>
          <w:b/>
          <w:bCs/>
          <w:color w:val="auto"/>
          <w:szCs w:val="24"/>
        </w:rPr>
        <w:t>AR</w:t>
      </w:r>
      <w:r w:rsidR="001A4EEF">
        <w:rPr>
          <w:rFonts w:eastAsia="SimHei" w:cs="Arial" w:hint="eastAsia"/>
          <w:b/>
          <w:bCs/>
          <w:color w:val="auto"/>
          <w:szCs w:val="24"/>
        </w:rPr>
        <w:t>）</w:t>
      </w:r>
      <w:r w:rsidR="00286B50">
        <w:rPr>
          <w:rFonts w:eastAsia="SimHei" w:cs="Arial" w:hint="eastAsia"/>
          <w:b/>
          <w:bCs/>
          <w:color w:val="auto"/>
          <w:szCs w:val="24"/>
        </w:rPr>
        <w:t>技术的</w:t>
      </w:r>
      <w:r w:rsidR="00286B50" w:rsidRPr="00D54D80">
        <w:rPr>
          <w:rFonts w:eastAsia="SimHei" w:cs="Arial"/>
          <w:b/>
          <w:bCs/>
          <w:color w:val="auto"/>
          <w:szCs w:val="24"/>
        </w:rPr>
        <w:t>快速辅助</w:t>
      </w:r>
    </w:p>
    <w:p w14:paraId="3618FC6B" w14:textId="0DBDC046" w:rsidR="00D54D80" w:rsidRPr="00D54D80" w:rsidRDefault="00286B50" w:rsidP="00491EBC">
      <w:pPr>
        <w:spacing w:line="360" w:lineRule="auto"/>
        <w:rPr>
          <w:rFonts w:eastAsia="SimHei" w:cs="Arial"/>
          <w:color w:val="auto"/>
          <w:szCs w:val="24"/>
        </w:rPr>
      </w:pPr>
      <w:r w:rsidRPr="00D54D80">
        <w:rPr>
          <w:rFonts w:eastAsia="SimHei" w:cs="Arial" w:hint="eastAsia"/>
          <w:color w:val="auto"/>
          <w:szCs w:val="24"/>
        </w:rPr>
        <w:t>在海蒂诗位于</w:t>
      </w:r>
      <w:r w:rsidR="001A4EEF">
        <w:rPr>
          <w:rFonts w:eastAsia="SimHei" w:cs="Arial" w:hint="eastAsia"/>
          <w:color w:val="auto"/>
          <w:szCs w:val="24"/>
        </w:rPr>
        <w:t>0</w:t>
      </w:r>
      <w:r w:rsidRPr="00D54D80">
        <w:rPr>
          <w:rFonts w:eastAsia="SimHei" w:cs="Arial" w:hint="eastAsia"/>
          <w:color w:val="auto"/>
          <w:szCs w:val="24"/>
        </w:rPr>
        <w:t>8.1</w:t>
      </w:r>
      <w:r w:rsidRPr="00D54D80">
        <w:rPr>
          <w:rFonts w:eastAsia="SimHei" w:cs="Arial" w:hint="eastAsia"/>
          <w:color w:val="auto"/>
          <w:szCs w:val="24"/>
        </w:rPr>
        <w:t>号馆</w:t>
      </w:r>
      <w:r w:rsidRPr="00D54D80">
        <w:rPr>
          <w:rFonts w:eastAsia="SimHei" w:cs="Arial" w:hint="eastAsia"/>
          <w:color w:val="auto"/>
          <w:szCs w:val="24"/>
        </w:rPr>
        <w:t>C31/B30</w:t>
      </w:r>
      <w:r>
        <w:rPr>
          <w:rFonts w:eastAsia="SimHei" w:cs="Arial" w:hint="eastAsia"/>
          <w:color w:val="auto"/>
          <w:szCs w:val="24"/>
        </w:rPr>
        <w:t>的</w:t>
      </w:r>
      <w:r w:rsidRPr="00D54D80">
        <w:rPr>
          <w:rFonts w:eastAsia="SimHei" w:cs="Arial" w:hint="eastAsia"/>
          <w:color w:val="auto"/>
          <w:szCs w:val="24"/>
        </w:rPr>
        <w:t>展位现场</w:t>
      </w:r>
      <w:r>
        <w:rPr>
          <w:rFonts w:eastAsia="SimHei" w:cs="Arial" w:hint="eastAsia"/>
          <w:color w:val="auto"/>
          <w:szCs w:val="24"/>
        </w:rPr>
        <w:t>，制造商和感兴趣的参观者不仅可以尝试</w:t>
      </w:r>
      <w:r w:rsidR="00D54D80" w:rsidRPr="00D54D80">
        <w:rPr>
          <w:rFonts w:eastAsia="SimHei" w:cs="Arial" w:hint="eastAsia"/>
          <w:color w:val="auto"/>
          <w:szCs w:val="24"/>
        </w:rPr>
        <w:t>3D</w:t>
      </w:r>
      <w:r w:rsidR="00D54D80" w:rsidRPr="00D54D80">
        <w:rPr>
          <w:rFonts w:eastAsia="SimHei" w:cs="Arial" w:hint="eastAsia"/>
          <w:color w:val="auto"/>
          <w:szCs w:val="24"/>
        </w:rPr>
        <w:t>打印，还</w:t>
      </w:r>
      <w:r>
        <w:rPr>
          <w:rFonts w:eastAsia="SimHei" w:cs="Arial" w:hint="eastAsia"/>
          <w:color w:val="auto"/>
          <w:szCs w:val="24"/>
        </w:rPr>
        <w:t>能亲身</w:t>
      </w:r>
      <w:r w:rsidR="00D54D80" w:rsidRPr="00D54D80">
        <w:rPr>
          <w:rFonts w:eastAsia="SimHei" w:cs="Arial" w:hint="eastAsia"/>
          <w:color w:val="auto"/>
          <w:szCs w:val="24"/>
        </w:rPr>
        <w:t>体验</w:t>
      </w:r>
      <w:r>
        <w:rPr>
          <w:rFonts w:eastAsia="SimHei" w:cs="Arial" w:hint="eastAsia"/>
          <w:color w:val="auto"/>
          <w:szCs w:val="24"/>
        </w:rPr>
        <w:t>增强现实</w:t>
      </w:r>
      <w:r w:rsidR="004C2B08">
        <w:rPr>
          <w:rFonts w:eastAsia="SimHei" w:cs="Arial" w:hint="eastAsia"/>
          <w:color w:val="auto"/>
          <w:szCs w:val="24"/>
        </w:rPr>
        <w:t>（</w:t>
      </w:r>
      <w:r w:rsidR="004C2B08">
        <w:rPr>
          <w:rFonts w:eastAsia="SimHei" w:cs="Arial" w:hint="eastAsia"/>
          <w:color w:val="auto"/>
          <w:szCs w:val="24"/>
        </w:rPr>
        <w:t>AR</w:t>
      </w:r>
      <w:r w:rsidR="004C2B08">
        <w:rPr>
          <w:rFonts w:eastAsia="SimHei" w:cs="Arial" w:hint="eastAsia"/>
          <w:color w:val="auto"/>
          <w:szCs w:val="24"/>
        </w:rPr>
        <w:t>）</w:t>
      </w:r>
      <w:r>
        <w:rPr>
          <w:rFonts w:eastAsia="SimHei" w:cs="Arial" w:hint="eastAsia"/>
          <w:color w:val="auto"/>
          <w:szCs w:val="24"/>
        </w:rPr>
        <w:t>技术和</w:t>
      </w:r>
      <w:r w:rsidR="00D54D80" w:rsidRPr="00D54D80">
        <w:rPr>
          <w:rFonts w:eastAsia="SimHei" w:cs="Arial" w:hint="eastAsia"/>
          <w:color w:val="auto"/>
          <w:szCs w:val="24"/>
        </w:rPr>
        <w:t>二维码应用。两台演示设备将呈现这些解决方案：</w:t>
      </w:r>
      <w:r w:rsidRPr="00286B50">
        <w:rPr>
          <w:rFonts w:eastAsia="SimHei" w:cs="Arial" w:hint="eastAsia"/>
          <w:color w:val="auto"/>
          <w:szCs w:val="24"/>
        </w:rPr>
        <w:t>用于抽屉组装的高级机型</w:t>
      </w:r>
      <w:proofErr w:type="spellStart"/>
      <w:r w:rsidRPr="00286B50">
        <w:rPr>
          <w:rFonts w:eastAsia="SimHei" w:cs="Arial" w:hint="eastAsia"/>
          <w:color w:val="auto"/>
          <w:szCs w:val="24"/>
        </w:rPr>
        <w:t>AvanFit</w:t>
      </w:r>
      <w:proofErr w:type="spellEnd"/>
      <w:r w:rsidRPr="00286B50">
        <w:rPr>
          <w:rFonts w:eastAsia="SimHei" w:cs="Arial" w:hint="eastAsia"/>
          <w:color w:val="auto"/>
          <w:szCs w:val="24"/>
        </w:rPr>
        <w:t xml:space="preserve"> 300 Advanced</w:t>
      </w:r>
      <w:r w:rsidRPr="00286B50">
        <w:rPr>
          <w:rFonts w:eastAsia="SimHei" w:cs="Arial" w:hint="eastAsia"/>
          <w:color w:val="auto"/>
          <w:szCs w:val="24"/>
        </w:rPr>
        <w:t>，以及橱柜制造商常用的机型</w:t>
      </w:r>
      <w:proofErr w:type="spellStart"/>
      <w:r w:rsidRPr="00286B50">
        <w:rPr>
          <w:rFonts w:eastAsia="SimHei" w:cs="Arial" w:hint="eastAsia"/>
          <w:color w:val="auto"/>
          <w:szCs w:val="24"/>
        </w:rPr>
        <w:t>AvanFit</w:t>
      </w:r>
      <w:proofErr w:type="spellEnd"/>
      <w:r w:rsidRPr="00286B50">
        <w:rPr>
          <w:rFonts w:eastAsia="SimHei" w:cs="Arial" w:hint="eastAsia"/>
          <w:color w:val="auto"/>
          <w:szCs w:val="24"/>
        </w:rPr>
        <w:t xml:space="preserve"> 200</w:t>
      </w:r>
      <w:r w:rsidR="00D54D80" w:rsidRPr="00D54D80">
        <w:rPr>
          <w:rFonts w:eastAsia="SimHei" w:cs="Arial" w:hint="eastAsia"/>
          <w:color w:val="auto"/>
          <w:szCs w:val="24"/>
        </w:rPr>
        <w:t>。在这两个演示区</w:t>
      </w:r>
      <w:r w:rsidR="001A4EEF" w:rsidRPr="001A4EEF">
        <w:rPr>
          <w:rFonts w:eastAsia="SimHei" w:cs="Arial" w:hint="eastAsia"/>
          <w:color w:val="auto"/>
          <w:szCs w:val="24"/>
        </w:rPr>
        <w:t>，</w:t>
      </w:r>
      <w:r w:rsidR="00D54D80" w:rsidRPr="00D54D80">
        <w:rPr>
          <w:rFonts w:eastAsia="SimHei" w:cs="Arial" w:hint="eastAsia"/>
          <w:color w:val="auto"/>
          <w:szCs w:val="24"/>
        </w:rPr>
        <w:t>海蒂诗装配专家将展示现代数字工具</w:t>
      </w:r>
      <w:r w:rsidR="004C2B08">
        <w:rPr>
          <w:rFonts w:eastAsia="SimHei" w:cs="Arial" w:hint="eastAsia"/>
          <w:color w:val="auto"/>
          <w:szCs w:val="24"/>
        </w:rPr>
        <w:t>的使用方式</w:t>
      </w:r>
      <w:r w:rsidR="001A4EEF" w:rsidRPr="001A4EEF">
        <w:rPr>
          <w:rFonts w:eastAsia="SimHei" w:cs="Arial" w:hint="eastAsia"/>
          <w:color w:val="auto"/>
          <w:szCs w:val="24"/>
        </w:rPr>
        <w:t>，从设备的初始启动到日常车间工作中具体的组装技巧</w:t>
      </w:r>
      <w:r w:rsidR="00D54D80" w:rsidRPr="00D54D80">
        <w:rPr>
          <w:rFonts w:eastAsia="SimHei" w:cs="Arial" w:hint="eastAsia"/>
          <w:color w:val="auto"/>
          <w:szCs w:val="24"/>
        </w:rPr>
        <w:t>。</w:t>
      </w:r>
    </w:p>
    <w:p w14:paraId="1052E7B7" w14:textId="030FAE81" w:rsidR="00D34A35" w:rsidRPr="001A4EEF" w:rsidRDefault="00D34A35" w:rsidP="00682C48">
      <w:pPr>
        <w:spacing w:line="360" w:lineRule="auto"/>
        <w:rPr>
          <w:rFonts w:eastAsia="SimHei"/>
        </w:rPr>
      </w:pPr>
    </w:p>
    <w:p w14:paraId="799C0555" w14:textId="1430C412" w:rsidR="00D54D80" w:rsidRPr="00D54D80" w:rsidRDefault="001A4EEF" w:rsidP="00D54D80">
      <w:pPr>
        <w:spacing w:line="360" w:lineRule="auto"/>
        <w:rPr>
          <w:rFonts w:eastAsia="SimHei" w:cs="Arial"/>
          <w:b/>
          <w:bCs/>
          <w:color w:val="auto"/>
          <w:szCs w:val="24"/>
        </w:rPr>
      </w:pPr>
      <w:r>
        <w:rPr>
          <w:rFonts w:eastAsia="SimHei" w:cs="Arial" w:hint="eastAsia"/>
          <w:b/>
          <w:bCs/>
          <w:color w:val="auto"/>
          <w:szCs w:val="24"/>
        </w:rPr>
        <w:t>如需</w:t>
      </w:r>
      <w:r w:rsidR="00D54D80" w:rsidRPr="00D54D80">
        <w:rPr>
          <w:rFonts w:eastAsia="SimHei" w:cs="Arial" w:hint="eastAsia"/>
          <w:b/>
          <w:bCs/>
          <w:color w:val="auto"/>
          <w:szCs w:val="24"/>
        </w:rPr>
        <w:t>了解更多海蒂诗</w:t>
      </w:r>
      <w:r w:rsidR="00F23545">
        <w:rPr>
          <w:rFonts w:eastAsia="SimHei" w:cs="Arial" w:hint="eastAsia"/>
          <w:b/>
          <w:bCs/>
          <w:color w:val="auto"/>
          <w:szCs w:val="24"/>
        </w:rPr>
        <w:t>在</w:t>
      </w:r>
      <w:proofErr w:type="spellStart"/>
      <w:r w:rsidR="00D54D80" w:rsidRPr="00D54D80">
        <w:rPr>
          <w:rFonts w:eastAsia="SimHei" w:cs="Arial" w:hint="eastAsia"/>
          <w:b/>
          <w:bCs/>
          <w:color w:val="auto"/>
          <w:szCs w:val="24"/>
        </w:rPr>
        <w:t>interzum</w:t>
      </w:r>
      <w:proofErr w:type="spellEnd"/>
      <w:r w:rsidR="00D54D80" w:rsidRPr="00D54D80">
        <w:rPr>
          <w:rFonts w:eastAsia="SimHei" w:cs="Arial" w:hint="eastAsia"/>
          <w:b/>
          <w:bCs/>
          <w:color w:val="auto"/>
          <w:szCs w:val="24"/>
        </w:rPr>
        <w:t xml:space="preserve"> 2025</w:t>
      </w:r>
      <w:r w:rsidR="00F23545">
        <w:rPr>
          <w:rFonts w:eastAsia="SimHei" w:cs="Arial" w:hint="eastAsia"/>
          <w:b/>
          <w:bCs/>
          <w:color w:val="auto"/>
          <w:szCs w:val="24"/>
        </w:rPr>
        <w:t xml:space="preserve"> </w:t>
      </w:r>
      <w:r w:rsidR="00F23545">
        <w:rPr>
          <w:rFonts w:eastAsia="SimHei" w:cs="Arial" w:hint="eastAsia"/>
          <w:b/>
          <w:bCs/>
          <w:color w:val="auto"/>
          <w:szCs w:val="24"/>
        </w:rPr>
        <w:t>科隆展上的</w:t>
      </w:r>
      <w:r w:rsidR="00D54D80" w:rsidRPr="00D54D80">
        <w:rPr>
          <w:rFonts w:eastAsia="SimHei" w:cs="Arial" w:hint="eastAsia"/>
          <w:b/>
          <w:bCs/>
          <w:color w:val="auto"/>
          <w:szCs w:val="24"/>
        </w:rPr>
        <w:t>信息，请访问：</w:t>
      </w:r>
    </w:p>
    <w:p w14:paraId="3D36D2D3" w14:textId="77777777" w:rsidR="00F537E4" w:rsidRPr="00D54D80" w:rsidRDefault="00F537E4" w:rsidP="00F537E4">
      <w:pPr>
        <w:rPr>
          <w:rFonts w:eastAsia="SimHei" w:cs="Arial"/>
          <w:i/>
          <w:iCs/>
          <w:szCs w:val="24"/>
        </w:rPr>
      </w:pPr>
      <w:hyperlink r:id="rId8" w:history="1">
        <w:r w:rsidRPr="00D54D80">
          <w:rPr>
            <w:rFonts w:eastAsia="SimHei"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D54D80" w:rsidRDefault="00682C48" w:rsidP="002F3408">
      <w:pPr>
        <w:pStyle w:val="KeinLeerraum"/>
        <w:spacing w:line="360" w:lineRule="auto"/>
        <w:rPr>
          <w:rFonts w:ascii="Arial" w:eastAsia="SimHei" w:hAnsi="Arial" w:cs="Arial"/>
          <w:b/>
          <w:bCs/>
          <w:color w:val="FF0000"/>
          <w:sz w:val="24"/>
          <w:szCs w:val="24"/>
        </w:rPr>
      </w:pPr>
    </w:p>
    <w:p w14:paraId="6D61EDDA" w14:textId="02C0E0C7" w:rsidR="00F23545" w:rsidRPr="00F23545" w:rsidRDefault="00F2354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eastAsia="SimHei" w:cs="Arial"/>
          <w:color w:val="auto"/>
          <w:szCs w:val="24"/>
          <w:lang w:eastAsia="sv-SE"/>
        </w:rPr>
      </w:pPr>
      <w:r w:rsidRPr="00F23545">
        <w:rPr>
          <w:rFonts w:eastAsia="SimHei" w:cs="Arial" w:hint="eastAsia"/>
          <w:color w:val="auto"/>
          <w:szCs w:val="24"/>
          <w:lang w:eastAsia="sv-SE"/>
        </w:rPr>
        <w:t>以下图片资料可从</w:t>
      </w:r>
      <w:r w:rsidRPr="00F23545">
        <w:rPr>
          <w:rFonts w:eastAsia="SimHei" w:cs="Arial" w:hint="eastAsia"/>
          <w:color w:val="auto"/>
          <w:szCs w:val="24"/>
          <w:lang w:eastAsia="sv-SE"/>
        </w:rPr>
        <w:t>www.hettich.com</w:t>
      </w:r>
      <w:r w:rsidRPr="00F23545">
        <w:rPr>
          <w:rFonts w:eastAsia="SimHei" w:cs="Arial" w:hint="eastAsia"/>
          <w:color w:val="auto"/>
          <w:szCs w:val="24"/>
          <w:lang w:eastAsia="sv-SE"/>
        </w:rPr>
        <w:t>的“媒体”菜单下载：</w:t>
      </w:r>
    </w:p>
    <w:p w14:paraId="04C7E511" w14:textId="4B6FC666" w:rsidR="00EF3DEC" w:rsidRPr="00D54D80" w:rsidRDefault="00214F63" w:rsidP="005A3C05">
      <w:pPr>
        <w:widowControl w:val="0"/>
        <w:suppressAutoHyphens/>
        <w:rPr>
          <w:rFonts w:eastAsia="SimHei" w:cs="Arial"/>
          <w:b/>
          <w:bCs/>
          <w:color w:val="FF0000"/>
          <w:sz w:val="22"/>
          <w:szCs w:val="22"/>
        </w:rPr>
      </w:pPr>
      <w:r w:rsidRPr="00D54D80">
        <w:rPr>
          <w:rFonts w:eastAsia="SimHei"/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Pr="00D54D80" w:rsidRDefault="00A301EE" w:rsidP="005A3C05">
      <w:pPr>
        <w:widowControl w:val="0"/>
        <w:suppressAutoHyphens/>
        <w:rPr>
          <w:rFonts w:eastAsia="SimHei" w:cs="Arial"/>
          <w:b/>
          <w:bCs/>
          <w:color w:val="auto"/>
          <w:sz w:val="22"/>
          <w:szCs w:val="22"/>
        </w:rPr>
      </w:pPr>
      <w:r w:rsidRPr="00D54D80">
        <w:rPr>
          <w:rFonts w:eastAsia="SimHei" w:cs="Arial"/>
          <w:b/>
          <w:bCs/>
          <w:color w:val="auto"/>
          <w:sz w:val="22"/>
          <w:szCs w:val="22"/>
        </w:rPr>
        <w:t>222025_a</w:t>
      </w:r>
    </w:p>
    <w:p w14:paraId="1525C690" w14:textId="2961855F" w:rsidR="00D54D80" w:rsidRPr="00D54D80" w:rsidRDefault="00D54D80" w:rsidP="005A3C05">
      <w:pPr>
        <w:widowControl w:val="0"/>
        <w:suppressAutoHyphens/>
        <w:rPr>
          <w:rFonts w:eastAsia="SimHei" w:cs="Arial"/>
          <w:color w:val="auto"/>
          <w:sz w:val="22"/>
          <w:szCs w:val="22"/>
        </w:rPr>
      </w:pPr>
      <w:r w:rsidRPr="00D54D80">
        <w:rPr>
          <w:rFonts w:eastAsia="SimHei" w:cs="Arial" w:hint="eastAsia"/>
          <w:color w:val="auto"/>
          <w:sz w:val="22"/>
          <w:szCs w:val="22"/>
        </w:rPr>
        <w:t>“</w:t>
      </w:r>
      <w:r w:rsidR="008734D5" w:rsidRPr="008734D5">
        <w:rPr>
          <w:rFonts w:eastAsia="SimHei" w:cs="Arial" w:hint="eastAsia"/>
          <w:color w:val="auto"/>
          <w:sz w:val="22"/>
          <w:szCs w:val="22"/>
        </w:rPr>
        <w:t>移动终端即时可用</w:t>
      </w:r>
      <w:r w:rsidRPr="00D54D80">
        <w:rPr>
          <w:rFonts w:eastAsia="SimHei" w:cs="Arial" w:hint="eastAsia"/>
          <w:color w:val="auto"/>
          <w:sz w:val="22"/>
          <w:szCs w:val="22"/>
        </w:rPr>
        <w:t>”：扫描机器外壳上的二维码，</w:t>
      </w:r>
      <w:r w:rsidR="00F23545">
        <w:rPr>
          <w:rFonts w:eastAsia="SimHei" w:cs="Arial" w:hint="eastAsia"/>
          <w:color w:val="auto"/>
          <w:sz w:val="22"/>
          <w:szCs w:val="22"/>
        </w:rPr>
        <w:t>装配人员</w:t>
      </w:r>
      <w:r w:rsidRPr="00D54D80">
        <w:rPr>
          <w:rFonts w:eastAsia="SimHei" w:cs="Arial" w:hint="eastAsia"/>
          <w:color w:val="auto"/>
          <w:sz w:val="22"/>
          <w:szCs w:val="22"/>
        </w:rPr>
        <w:t>即可直接访</w:t>
      </w:r>
      <w:r w:rsidRPr="00D54D80">
        <w:rPr>
          <w:rFonts w:eastAsia="SimHei" w:cs="Arial" w:hint="eastAsia"/>
          <w:color w:val="auto"/>
          <w:sz w:val="22"/>
          <w:szCs w:val="22"/>
        </w:rPr>
        <w:lastRenderedPageBreak/>
        <w:t>问</w:t>
      </w:r>
      <w:r w:rsidR="00F23545">
        <w:rPr>
          <w:rFonts w:eastAsia="SimHei" w:cs="Arial" w:hint="eastAsia"/>
          <w:color w:val="auto"/>
          <w:sz w:val="22"/>
          <w:szCs w:val="22"/>
        </w:rPr>
        <w:t>海蒂诗</w:t>
      </w:r>
      <w:r w:rsidRPr="00D54D80">
        <w:rPr>
          <w:rFonts w:eastAsia="SimHei" w:cs="Arial" w:hint="eastAsia"/>
          <w:color w:val="auto"/>
          <w:sz w:val="22"/>
          <w:szCs w:val="22"/>
        </w:rPr>
        <w:t>技术助手，获取设备组装与</w:t>
      </w:r>
      <w:r w:rsidR="00F23545">
        <w:rPr>
          <w:rFonts w:eastAsia="SimHei" w:cs="Arial" w:hint="eastAsia"/>
          <w:color w:val="auto"/>
          <w:sz w:val="22"/>
          <w:szCs w:val="22"/>
        </w:rPr>
        <w:t>设置方面的帮助</w:t>
      </w:r>
      <w:r w:rsidRPr="00D54D80">
        <w:rPr>
          <w:rFonts w:eastAsia="SimHei" w:cs="Arial" w:hint="eastAsia"/>
          <w:color w:val="auto"/>
          <w:sz w:val="22"/>
          <w:szCs w:val="22"/>
        </w:rPr>
        <w:t>。</w:t>
      </w:r>
      <w:r w:rsidR="00F23545" w:rsidRPr="00F23545">
        <w:rPr>
          <w:rFonts w:eastAsia="SimHei" w:cs="Arial" w:hint="eastAsia"/>
          <w:color w:val="auto"/>
          <w:sz w:val="22"/>
          <w:szCs w:val="22"/>
        </w:rPr>
        <w:t>照片来源：海蒂诗</w:t>
      </w:r>
    </w:p>
    <w:p w14:paraId="224E2013" w14:textId="77777777" w:rsidR="00B36831" w:rsidRPr="00D54D80" w:rsidRDefault="00B36831" w:rsidP="005A3C05">
      <w:pPr>
        <w:widowControl w:val="0"/>
        <w:suppressAutoHyphens/>
        <w:rPr>
          <w:rFonts w:eastAsia="SimHei" w:cs="Arial"/>
          <w:color w:val="FF0000"/>
          <w:sz w:val="22"/>
          <w:szCs w:val="22"/>
        </w:rPr>
      </w:pPr>
    </w:p>
    <w:p w14:paraId="61053FBF" w14:textId="212CD6A3" w:rsidR="00EF3DEC" w:rsidRPr="00D54D80" w:rsidRDefault="002C6183" w:rsidP="005A3C05">
      <w:pPr>
        <w:widowControl w:val="0"/>
        <w:suppressAutoHyphens/>
        <w:rPr>
          <w:rFonts w:eastAsia="SimHei" w:cs="Arial"/>
          <w:color w:val="00B050"/>
          <w:sz w:val="22"/>
          <w:szCs w:val="22"/>
        </w:rPr>
      </w:pPr>
      <w:r w:rsidRPr="00D54D80">
        <w:rPr>
          <w:rFonts w:eastAsia="SimHei"/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D54D80">
        <w:rPr>
          <w:rFonts w:eastAsia="SimHei"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D54D80" w:rsidRDefault="00A301EE" w:rsidP="005A3C05">
      <w:pPr>
        <w:widowControl w:val="0"/>
        <w:suppressAutoHyphens/>
        <w:rPr>
          <w:rFonts w:eastAsia="SimHei" w:cs="Arial"/>
          <w:b/>
          <w:color w:val="auto"/>
          <w:sz w:val="22"/>
          <w:szCs w:val="22"/>
          <w:lang w:eastAsia="sv-SE"/>
        </w:rPr>
      </w:pPr>
      <w:r w:rsidRPr="00D54D80">
        <w:rPr>
          <w:rFonts w:eastAsia="SimHei" w:cs="Arial"/>
          <w:b/>
          <w:color w:val="auto"/>
          <w:sz w:val="22"/>
          <w:szCs w:val="22"/>
        </w:rPr>
        <w:t>222025_b</w:t>
      </w:r>
    </w:p>
    <w:p w14:paraId="61C4B63E" w14:textId="482D84D4" w:rsidR="00D54D80" w:rsidRPr="00D54D80" w:rsidRDefault="00D54D80" w:rsidP="00A301EE">
      <w:pPr>
        <w:widowControl w:val="0"/>
        <w:suppressAutoHyphens/>
        <w:rPr>
          <w:rFonts w:eastAsia="SimHei" w:cs="Arial"/>
          <w:color w:val="000000" w:themeColor="text1"/>
          <w:sz w:val="22"/>
          <w:szCs w:val="22"/>
        </w:rPr>
      </w:pPr>
      <w:r w:rsidRPr="00D54D80">
        <w:rPr>
          <w:rFonts w:eastAsia="SimHei" w:cs="Arial" w:hint="eastAsia"/>
          <w:color w:val="000000" w:themeColor="text1"/>
          <w:sz w:val="22"/>
          <w:szCs w:val="22"/>
        </w:rPr>
        <w:t>从二维码到增强现实</w:t>
      </w:r>
      <w:r w:rsidR="004C2B08">
        <w:rPr>
          <w:rFonts w:eastAsia="SimHei" w:cs="Arial" w:hint="eastAsia"/>
          <w:color w:val="000000" w:themeColor="text1"/>
          <w:sz w:val="22"/>
          <w:szCs w:val="22"/>
        </w:rPr>
        <w:t>（</w:t>
      </w:r>
      <w:r w:rsidR="004C2B08">
        <w:rPr>
          <w:rFonts w:eastAsia="SimHei" w:cs="Arial" w:hint="eastAsia"/>
          <w:color w:val="000000" w:themeColor="text1"/>
          <w:sz w:val="22"/>
          <w:szCs w:val="22"/>
        </w:rPr>
        <w:t>AR</w:t>
      </w:r>
      <w:r w:rsidR="004C2B08">
        <w:rPr>
          <w:rFonts w:eastAsia="SimHei" w:cs="Arial" w:hint="eastAsia"/>
          <w:color w:val="000000" w:themeColor="text1"/>
          <w:sz w:val="22"/>
          <w:szCs w:val="22"/>
        </w:rPr>
        <w:t>）</w:t>
      </w:r>
      <w:r w:rsidRPr="00D54D80">
        <w:rPr>
          <w:rFonts w:eastAsia="SimHei" w:cs="Arial" w:hint="eastAsia"/>
          <w:color w:val="000000" w:themeColor="text1"/>
          <w:sz w:val="22"/>
          <w:szCs w:val="22"/>
        </w:rPr>
        <w:t>应用：在展台的</w:t>
      </w:r>
      <w:r w:rsidRPr="00D54D80">
        <w:rPr>
          <w:rFonts w:eastAsia="SimHei" w:cs="Arial" w:hint="eastAsia"/>
          <w:color w:val="000000" w:themeColor="text1"/>
          <w:sz w:val="22"/>
          <w:szCs w:val="22"/>
        </w:rPr>
        <w:t xml:space="preserve"> </w:t>
      </w:r>
      <w:proofErr w:type="spellStart"/>
      <w:r w:rsidRPr="00D54D80">
        <w:rPr>
          <w:rFonts w:eastAsia="SimHei" w:cs="Arial" w:hint="eastAsia"/>
          <w:color w:val="000000" w:themeColor="text1"/>
          <w:sz w:val="22"/>
          <w:szCs w:val="22"/>
        </w:rPr>
        <w:t>AvanFit</w:t>
      </w:r>
      <w:proofErr w:type="spellEnd"/>
      <w:r w:rsidRPr="00D54D80">
        <w:rPr>
          <w:rFonts w:eastAsia="SimHei" w:cs="Arial" w:hint="eastAsia"/>
          <w:color w:val="000000" w:themeColor="text1"/>
          <w:sz w:val="22"/>
          <w:szCs w:val="22"/>
        </w:rPr>
        <w:t xml:space="preserve"> 300 Advanced </w:t>
      </w:r>
      <w:r w:rsidRPr="00D54D80">
        <w:rPr>
          <w:rFonts w:eastAsia="SimHei" w:cs="Arial" w:hint="eastAsia"/>
          <w:color w:val="000000" w:themeColor="text1"/>
          <w:sz w:val="22"/>
          <w:szCs w:val="22"/>
        </w:rPr>
        <w:t>上，观众可</w:t>
      </w:r>
      <w:r w:rsidR="004D6795">
        <w:rPr>
          <w:rFonts w:eastAsia="SimHei" w:cs="Arial" w:hint="eastAsia"/>
          <w:color w:val="000000" w:themeColor="text1"/>
          <w:sz w:val="22"/>
          <w:szCs w:val="22"/>
        </w:rPr>
        <w:t>直接</w:t>
      </w:r>
      <w:r w:rsidR="00F23545">
        <w:rPr>
          <w:rFonts w:eastAsia="SimHei" w:cs="Arial" w:hint="eastAsia"/>
          <w:color w:val="000000" w:themeColor="text1"/>
          <w:sz w:val="22"/>
          <w:szCs w:val="22"/>
        </w:rPr>
        <w:t>欣赏</w:t>
      </w:r>
      <w:r w:rsidR="004D6795">
        <w:rPr>
          <w:rFonts w:eastAsia="SimHei" w:cs="Arial" w:hint="eastAsia"/>
          <w:color w:val="000000" w:themeColor="text1"/>
          <w:sz w:val="22"/>
          <w:szCs w:val="22"/>
        </w:rPr>
        <w:t>到</w:t>
      </w:r>
      <w:r w:rsidR="00F23545">
        <w:rPr>
          <w:rFonts w:eastAsia="SimHei" w:cs="Arial" w:hint="eastAsia"/>
          <w:color w:val="000000" w:themeColor="text1"/>
          <w:sz w:val="22"/>
          <w:szCs w:val="22"/>
        </w:rPr>
        <w:t>海蒂诗</w:t>
      </w:r>
      <w:r w:rsidRPr="00D54D80">
        <w:rPr>
          <w:rFonts w:eastAsia="SimHei" w:cs="Arial" w:hint="eastAsia"/>
          <w:color w:val="000000" w:themeColor="text1"/>
          <w:sz w:val="22"/>
          <w:szCs w:val="22"/>
        </w:rPr>
        <w:t>的数字化</w:t>
      </w:r>
      <w:r w:rsidR="004D6795">
        <w:rPr>
          <w:rFonts w:eastAsia="SimHei" w:cs="Arial" w:hint="eastAsia"/>
          <w:color w:val="000000" w:themeColor="text1"/>
          <w:sz w:val="22"/>
          <w:szCs w:val="22"/>
        </w:rPr>
        <w:t>装配</w:t>
      </w:r>
      <w:r w:rsidR="00F6142D">
        <w:rPr>
          <w:rFonts w:eastAsia="SimHei" w:cs="Arial" w:hint="eastAsia"/>
          <w:color w:val="000000" w:themeColor="text1"/>
          <w:sz w:val="22"/>
          <w:szCs w:val="22"/>
        </w:rPr>
        <w:t>设备</w:t>
      </w:r>
      <w:r w:rsidRPr="00D54D80">
        <w:rPr>
          <w:rFonts w:eastAsia="SimHei" w:cs="Arial" w:hint="eastAsia"/>
          <w:color w:val="000000" w:themeColor="text1"/>
          <w:sz w:val="22"/>
          <w:szCs w:val="22"/>
        </w:rPr>
        <w:t>工具。</w:t>
      </w:r>
      <w:r w:rsidR="00F23545" w:rsidRPr="00F23545">
        <w:rPr>
          <w:rFonts w:eastAsia="SimHei" w:cs="Arial" w:hint="eastAsia"/>
          <w:color w:val="000000" w:themeColor="text1"/>
          <w:sz w:val="22"/>
          <w:szCs w:val="22"/>
        </w:rPr>
        <w:t>照片来源：海蒂诗</w:t>
      </w:r>
    </w:p>
    <w:p w14:paraId="2E87755B" w14:textId="77777777" w:rsidR="009372C7" w:rsidRPr="00D54D80" w:rsidRDefault="009372C7" w:rsidP="005A3C05">
      <w:pPr>
        <w:widowControl w:val="0"/>
        <w:suppressAutoHyphens/>
        <w:rPr>
          <w:rFonts w:eastAsia="SimHei" w:cs="Arial"/>
          <w:color w:val="000000" w:themeColor="text1"/>
          <w:sz w:val="22"/>
          <w:szCs w:val="22"/>
        </w:rPr>
      </w:pPr>
    </w:p>
    <w:p w14:paraId="6F4EF40F" w14:textId="1D7C7B32" w:rsidR="002F3408" w:rsidRPr="00D54D80" w:rsidRDefault="00214F63" w:rsidP="002F3408">
      <w:pPr>
        <w:pStyle w:val="KeinLeerraum"/>
        <w:widowControl w:val="0"/>
        <w:suppressAutoHyphens/>
        <w:rPr>
          <w:rFonts w:ascii="Arial" w:eastAsia="SimHei" w:hAnsi="Arial" w:cs="Arial"/>
          <w:bCs/>
          <w:color w:val="FF0000"/>
        </w:rPr>
      </w:pPr>
      <w:r w:rsidRPr="00D54D80">
        <w:rPr>
          <w:rFonts w:eastAsia="SimHei"/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4B4A8468" w:rsidR="00A301EE" w:rsidRDefault="00A301EE" w:rsidP="00A301EE">
      <w:pPr>
        <w:widowControl w:val="0"/>
        <w:suppressAutoHyphens/>
        <w:rPr>
          <w:rFonts w:eastAsia="SimHei" w:cs="Arial"/>
          <w:color w:val="auto"/>
          <w:sz w:val="22"/>
          <w:szCs w:val="22"/>
        </w:rPr>
      </w:pPr>
      <w:r w:rsidRPr="00D54D80">
        <w:rPr>
          <w:rFonts w:eastAsia="SimHei" w:cs="Arial"/>
          <w:b/>
          <w:color w:val="auto"/>
          <w:sz w:val="22"/>
          <w:szCs w:val="22"/>
        </w:rPr>
        <w:t>222025_c</w:t>
      </w:r>
    </w:p>
    <w:p w14:paraId="28E3D01B" w14:textId="1A19666C" w:rsidR="00D54D80" w:rsidRPr="00D54D80" w:rsidRDefault="004D6795" w:rsidP="00A301EE">
      <w:pPr>
        <w:widowControl w:val="0"/>
        <w:suppressAutoHyphens/>
        <w:rPr>
          <w:rFonts w:eastAsia="SimHei" w:cs="Arial"/>
          <w:bCs/>
          <w:color w:val="auto"/>
          <w:sz w:val="22"/>
          <w:szCs w:val="22"/>
          <w:lang w:eastAsia="sv-SE"/>
        </w:rPr>
      </w:pPr>
      <w:r>
        <w:rPr>
          <w:rFonts w:eastAsia="SimHei" w:cs="Arial" w:hint="eastAsia"/>
          <w:bCs/>
          <w:color w:val="auto"/>
          <w:sz w:val="22"/>
          <w:szCs w:val="22"/>
        </w:rPr>
        <w:t>海蒂诗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的</w:t>
      </w:r>
      <w:r>
        <w:rPr>
          <w:rFonts w:eastAsia="SimHei" w:cs="Arial" w:hint="eastAsia"/>
          <w:bCs/>
          <w:color w:val="auto"/>
          <w:sz w:val="22"/>
          <w:szCs w:val="22"/>
        </w:rPr>
        <w:t>增强现实</w:t>
      </w:r>
      <w:r w:rsidR="004C2B08">
        <w:rPr>
          <w:rFonts w:eastAsia="SimHei" w:cs="Arial" w:hint="eastAsia"/>
          <w:bCs/>
          <w:color w:val="auto"/>
          <w:sz w:val="22"/>
          <w:szCs w:val="22"/>
        </w:rPr>
        <w:t>（</w:t>
      </w:r>
      <w:r w:rsidR="004C2B08">
        <w:rPr>
          <w:rFonts w:eastAsia="SimHei" w:cs="Arial" w:hint="eastAsia"/>
          <w:bCs/>
          <w:color w:val="auto"/>
          <w:sz w:val="22"/>
          <w:szCs w:val="22"/>
        </w:rPr>
        <w:t>AR</w:t>
      </w:r>
      <w:r w:rsidR="004C2B08">
        <w:rPr>
          <w:rFonts w:eastAsia="SimHei" w:cs="Arial" w:hint="eastAsia"/>
          <w:bCs/>
          <w:color w:val="auto"/>
          <w:sz w:val="22"/>
          <w:szCs w:val="22"/>
        </w:rPr>
        <w:t>）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应用可为用户提供设备启动与操作方面的帮助。</w:t>
      </w:r>
      <w:r w:rsidR="00F23545" w:rsidRPr="00F23545">
        <w:rPr>
          <w:rFonts w:eastAsia="SimHei" w:cs="Arial" w:hint="eastAsia"/>
          <w:bCs/>
          <w:color w:val="auto"/>
          <w:sz w:val="22"/>
          <w:szCs w:val="22"/>
          <w:lang w:eastAsia="sv-SE"/>
        </w:rPr>
        <w:t>照片来源：海蒂诗</w:t>
      </w:r>
    </w:p>
    <w:p w14:paraId="77295C5B" w14:textId="77777777" w:rsidR="00754A7E" w:rsidRPr="00D54D80" w:rsidRDefault="00754A7E" w:rsidP="00754A7E">
      <w:pPr>
        <w:pStyle w:val="KeinLeerraum"/>
        <w:rPr>
          <w:rFonts w:ascii="Arial" w:eastAsia="SimHei" w:hAnsi="Arial" w:cs="Arial"/>
          <w:color w:val="FF0000"/>
        </w:rPr>
      </w:pPr>
    </w:p>
    <w:p w14:paraId="53C4075B" w14:textId="44E2E0A7" w:rsidR="00214F63" w:rsidRPr="00D54D80" w:rsidRDefault="00214F63" w:rsidP="00754A7E">
      <w:pPr>
        <w:pStyle w:val="KeinLeerraum"/>
        <w:rPr>
          <w:rFonts w:ascii="Arial" w:eastAsia="SimHei" w:hAnsi="Arial" w:cs="Arial"/>
          <w:color w:val="FF0000"/>
        </w:rPr>
      </w:pPr>
      <w:r w:rsidRPr="00D54D80">
        <w:rPr>
          <w:rFonts w:eastAsia="SimHei"/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3FF46D99" w:rsidR="00A301EE" w:rsidRDefault="00A301EE" w:rsidP="00A301EE">
      <w:pPr>
        <w:widowControl w:val="0"/>
        <w:suppressAutoHyphens/>
        <w:rPr>
          <w:rFonts w:eastAsia="SimHei" w:cs="Arial"/>
          <w:color w:val="auto"/>
          <w:sz w:val="22"/>
          <w:szCs w:val="22"/>
        </w:rPr>
      </w:pPr>
      <w:r w:rsidRPr="00D54D80">
        <w:rPr>
          <w:rFonts w:eastAsia="SimHei" w:cs="Arial"/>
          <w:b/>
          <w:color w:val="auto"/>
          <w:sz w:val="22"/>
          <w:szCs w:val="22"/>
        </w:rPr>
        <w:t>222025_d</w:t>
      </w:r>
    </w:p>
    <w:p w14:paraId="48681E72" w14:textId="2E80AE1A" w:rsidR="00D54D80" w:rsidRPr="00D54D80" w:rsidRDefault="004D6795" w:rsidP="00A301EE">
      <w:pPr>
        <w:widowControl w:val="0"/>
        <w:suppressAutoHyphens/>
        <w:rPr>
          <w:rFonts w:eastAsia="SimHei" w:cs="Arial"/>
          <w:bCs/>
          <w:color w:val="auto"/>
          <w:sz w:val="22"/>
          <w:szCs w:val="22"/>
          <w:lang w:eastAsia="sv-SE"/>
        </w:rPr>
      </w:pPr>
      <w:r>
        <w:rPr>
          <w:rFonts w:eastAsia="SimHei" w:cs="Arial" w:hint="eastAsia"/>
          <w:bCs/>
          <w:color w:val="auto"/>
          <w:sz w:val="22"/>
          <w:szCs w:val="22"/>
        </w:rPr>
        <w:t>运用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3D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打印机</w:t>
      </w:r>
      <w:r>
        <w:rPr>
          <w:rFonts w:eastAsia="SimHei" w:cs="Arial" w:hint="eastAsia"/>
          <w:bCs/>
          <w:color w:val="auto"/>
          <w:sz w:val="22"/>
          <w:szCs w:val="22"/>
        </w:rPr>
        <w:t>打印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的</w:t>
      </w:r>
      <w:r>
        <w:rPr>
          <w:rFonts w:eastAsia="SimHei" w:cs="Arial" w:hint="eastAsia"/>
          <w:bCs/>
          <w:color w:val="auto"/>
          <w:sz w:val="22"/>
          <w:szCs w:val="22"/>
        </w:rPr>
        <w:t>小型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装配</w:t>
      </w:r>
      <w:r w:rsidR="004C2B08">
        <w:rPr>
          <w:rFonts w:eastAsia="SimHei" w:cs="Arial" w:hint="eastAsia"/>
          <w:bCs/>
          <w:color w:val="auto"/>
          <w:sz w:val="22"/>
          <w:szCs w:val="22"/>
        </w:rPr>
        <w:t>辅助工具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：</w:t>
      </w:r>
      <w:r>
        <w:rPr>
          <w:rFonts w:eastAsia="SimHei" w:cs="Arial" w:hint="eastAsia"/>
          <w:bCs/>
          <w:color w:val="auto"/>
          <w:sz w:val="22"/>
          <w:szCs w:val="22"/>
        </w:rPr>
        <w:t>海蒂诗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提供“夹具”</w:t>
      </w:r>
      <w:r>
        <w:rPr>
          <w:rFonts w:eastAsia="SimHei" w:cs="Arial" w:hint="eastAsia"/>
          <w:bCs/>
          <w:color w:val="auto"/>
          <w:sz w:val="22"/>
          <w:szCs w:val="22"/>
        </w:rPr>
        <w:t>的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数字模板</w:t>
      </w:r>
      <w:r>
        <w:rPr>
          <w:rFonts w:eastAsia="SimHei" w:cs="Arial" w:hint="eastAsia"/>
          <w:bCs/>
          <w:color w:val="auto"/>
          <w:sz w:val="22"/>
          <w:szCs w:val="22"/>
        </w:rPr>
        <w:t>，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供</w:t>
      </w:r>
      <w:r>
        <w:rPr>
          <w:rFonts w:eastAsia="SimHei" w:cs="Arial" w:hint="eastAsia"/>
          <w:bCs/>
          <w:color w:val="auto"/>
          <w:sz w:val="22"/>
          <w:szCs w:val="22"/>
        </w:rPr>
        <w:t>用户从</w:t>
      </w:r>
      <w:r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其</w:t>
      </w:r>
      <w:r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3D</w:t>
      </w:r>
      <w:r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打印门户网站</w:t>
      </w:r>
      <w:r w:rsidR="00D54D80" w:rsidRPr="00D54D80">
        <w:rPr>
          <w:rFonts w:eastAsia="SimHei" w:cs="Arial" w:hint="eastAsia"/>
          <w:bCs/>
          <w:color w:val="auto"/>
          <w:sz w:val="22"/>
          <w:szCs w:val="22"/>
          <w:lang w:eastAsia="sv-SE"/>
        </w:rPr>
        <w:t>下载。</w:t>
      </w:r>
      <w:r w:rsidR="00F23545" w:rsidRPr="00F23545">
        <w:rPr>
          <w:rFonts w:eastAsia="SimHei" w:cs="Arial" w:hint="eastAsia"/>
          <w:bCs/>
          <w:color w:val="auto"/>
          <w:sz w:val="22"/>
          <w:szCs w:val="22"/>
          <w:lang w:eastAsia="sv-SE"/>
        </w:rPr>
        <w:t>照片来源：海蒂诗</w:t>
      </w:r>
    </w:p>
    <w:p w14:paraId="20B60A55" w14:textId="77777777" w:rsidR="004F5ACF" w:rsidRPr="00D54D80" w:rsidRDefault="004F5ACF" w:rsidP="00E71A10">
      <w:pPr>
        <w:widowControl w:val="0"/>
        <w:suppressAutoHyphens/>
        <w:rPr>
          <w:rFonts w:eastAsia="SimHei"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D54D80" w:rsidRDefault="00682C48" w:rsidP="005A3C05">
      <w:pPr>
        <w:pStyle w:val="KeinLeerraum"/>
        <w:widowControl w:val="0"/>
        <w:suppressAutoHyphens/>
        <w:rPr>
          <w:rFonts w:ascii="Arial" w:eastAsia="SimHei" w:hAnsi="Arial" w:cs="Arial"/>
          <w:bCs/>
        </w:rPr>
      </w:pPr>
    </w:p>
    <w:p w14:paraId="21FE4F40" w14:textId="77777777" w:rsidR="004D6795" w:rsidRPr="003B27D7" w:rsidRDefault="004D6795" w:rsidP="004D6795">
      <w:pPr>
        <w:suppressAutoHyphens/>
        <w:rPr>
          <w:rFonts w:eastAsia="SimHei" w:cs="Arial"/>
          <w:bCs/>
          <w:color w:val="auto"/>
          <w:sz w:val="20"/>
          <w:u w:val="single"/>
        </w:rPr>
      </w:pPr>
      <w:r w:rsidRPr="003B27D7">
        <w:rPr>
          <w:rFonts w:eastAsia="SimHei" w:cs="Arial" w:hint="eastAsia"/>
          <w:bCs/>
          <w:color w:val="auto"/>
          <w:sz w:val="20"/>
          <w:u w:val="single"/>
        </w:rPr>
        <w:t>关于海蒂诗</w:t>
      </w:r>
    </w:p>
    <w:p w14:paraId="17D2DF00" w14:textId="6BEDC3BF" w:rsidR="004D6795" w:rsidRPr="004D6795" w:rsidRDefault="004D6795" w:rsidP="005A3C05">
      <w:pPr>
        <w:suppressAutoHyphens/>
        <w:rPr>
          <w:rFonts w:eastAsia="SimHei" w:cs="Arial"/>
          <w:bCs/>
          <w:color w:val="auto"/>
          <w:sz w:val="20"/>
        </w:rPr>
      </w:pPr>
      <w:r w:rsidRPr="00212504">
        <w:rPr>
          <w:rFonts w:eastAsia="SimHei" w:cs="Arial" w:hint="eastAsia"/>
          <w:bCs/>
          <w:color w:val="auto"/>
          <w:sz w:val="20"/>
        </w:rPr>
        <w:t>成立于</w:t>
      </w:r>
      <w:r w:rsidRPr="00212504">
        <w:rPr>
          <w:rFonts w:eastAsia="SimHei" w:cs="Arial" w:hint="eastAsia"/>
          <w:bCs/>
          <w:color w:val="auto"/>
          <w:sz w:val="20"/>
        </w:rPr>
        <w:t>1888</w:t>
      </w:r>
      <w:r w:rsidRPr="00212504">
        <w:rPr>
          <w:rFonts w:eastAsia="SimHei" w:cs="Arial" w:hint="eastAsia"/>
          <w:bCs/>
          <w:color w:val="auto"/>
          <w:sz w:val="20"/>
        </w:rPr>
        <w:t>年，海蒂诗现已成为全球最大、最成功的家具配件制造商之一。作为拥有百余年历史的家族企业，公司的总部位于德国家具产业集群所在地——威斯特法伦东部的基希伦根。我们来自</w:t>
      </w:r>
      <w:r w:rsidRPr="00212504">
        <w:rPr>
          <w:rFonts w:eastAsia="SimHei" w:cs="Arial" w:hint="eastAsia"/>
          <w:bCs/>
          <w:color w:val="auto"/>
          <w:sz w:val="20"/>
        </w:rPr>
        <w:t>100</w:t>
      </w:r>
      <w:r w:rsidRPr="00212504">
        <w:rPr>
          <w:rFonts w:eastAsia="SimHei" w:cs="Arial" w:hint="eastAsia"/>
          <w:bCs/>
          <w:color w:val="auto"/>
          <w:sz w:val="20"/>
        </w:rPr>
        <w:t>个国家的约</w:t>
      </w:r>
      <w:r w:rsidRPr="00212504">
        <w:rPr>
          <w:rFonts w:eastAsia="SimHei" w:cs="Arial" w:hint="eastAsia"/>
          <w:bCs/>
          <w:color w:val="auto"/>
          <w:sz w:val="20"/>
        </w:rPr>
        <w:t>8,400</w:t>
      </w:r>
      <w:r w:rsidRPr="00212504">
        <w:rPr>
          <w:rFonts w:eastAsia="SimHei" w:cs="Arial" w:hint="eastAsia"/>
          <w:bCs/>
          <w:color w:val="auto"/>
          <w:sz w:val="20"/>
        </w:rPr>
        <w:t>名海蒂诗员工都在不断致力于为家具行业带来前沿的空间解决方案。在全球范围内，海蒂诗客户的需</w:t>
      </w:r>
      <w:r w:rsidRPr="00212504">
        <w:rPr>
          <w:rFonts w:eastAsia="SimHei" w:cs="Arial" w:hint="eastAsia"/>
          <w:bCs/>
          <w:color w:val="auto"/>
          <w:sz w:val="20"/>
        </w:rPr>
        <w:lastRenderedPageBreak/>
        <w:t>求不断驱使我们持续坚守全方位的卓越服务。同时，我们遵循一直以来的准则，确保在企业、社会和生态层面的可持续发展始终是我们发展过程中的首要任务。</w:t>
      </w:r>
      <w:proofErr w:type="gramStart"/>
      <w:r w:rsidRPr="00212504">
        <w:rPr>
          <w:rFonts w:eastAsia="SimHei" w:cs="Arial" w:hint="eastAsia"/>
          <w:bCs/>
          <w:color w:val="auto"/>
          <w:sz w:val="20"/>
        </w:rPr>
        <w:t>你所期待的“一切尽在德国海蒂诗”。</w:t>
      </w:r>
      <w:proofErr w:type="gramEnd"/>
      <w:hyperlink r:id="rId13" w:history="1">
        <w:r w:rsidRPr="00212504">
          <w:rPr>
            <w:rStyle w:val="Hyperlink"/>
            <w:rFonts w:eastAsia="SimHei" w:cs="Arial" w:hint="eastAsia"/>
            <w:bCs/>
            <w:color w:val="auto"/>
            <w:sz w:val="20"/>
          </w:rPr>
          <w:t>www.hettich.com</w:t>
        </w:r>
      </w:hyperlink>
    </w:p>
    <w:sectPr w:rsidR="004D6795" w:rsidRPr="004D6795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4AFB3AD5" w:rsidR="006B1A07" w:rsidRPr="005E1A4E" w:rsidRDefault="00F23545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  <w:lang w:val="de-DE"/>
                            </w:rPr>
                          </w:pPr>
                          <w:r w:rsidRPr="00F23545">
                            <w:rPr>
                              <w:rFonts w:hint="eastAsia"/>
                              <w:b/>
                              <w:sz w:val="18"/>
                              <w:szCs w:val="18"/>
                            </w:rPr>
                            <w:t>更多来自海蒂诗的</w:t>
                          </w:r>
                          <w:r w:rsidRPr="005E1A4E">
                            <w:rPr>
                              <w:rFonts w:hint="eastAsia"/>
                              <w:b/>
                              <w:sz w:val="18"/>
                              <w:szCs w:val="18"/>
                              <w:lang w:val="de-DE"/>
                            </w:rPr>
                            <w:t xml:space="preserve">interzum 2025 </w:t>
                          </w:r>
                          <w:r w:rsidRPr="00F23545">
                            <w:rPr>
                              <w:rFonts w:hint="eastAsia"/>
                              <w:b/>
                              <w:sz w:val="18"/>
                              <w:szCs w:val="18"/>
                            </w:rPr>
                            <w:t>科隆展相关新闻资料</w:t>
                          </w:r>
                          <w:r w:rsidRPr="005E1A4E">
                            <w:rPr>
                              <w:rFonts w:hint="eastAsia"/>
                              <w:b/>
                              <w:sz w:val="18"/>
                              <w:szCs w:val="18"/>
                              <w:lang w:val="de-DE"/>
                            </w:rPr>
                            <w:t>：</w:t>
                          </w:r>
                        </w:p>
                        <w:p w14:paraId="7F5B10FF" w14:textId="77777777" w:rsidR="006B1A07" w:rsidRPr="005E1A4E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5E1A4E">
                            <w:rPr>
                              <w:sz w:val="20"/>
                              <w:lang w:val="de-DE"/>
                            </w:rPr>
                            <w:br/>
                          </w:r>
                          <w:r>
                            <w:fldChar w:fldCharType="begin"/>
                          </w:r>
                          <w:r w:rsidRPr="005E1A4E">
                            <w:rPr>
                              <w:lang w:val="de-DE"/>
                            </w:rPr>
                            <w:instrText>HYPERLINK "https://www.hettich.com/short/ke3d6oj"</w:instrText>
                          </w:r>
                          <w:r>
                            <w:fldChar w:fldCharType="separate"/>
                          </w:r>
                          <w:r w:rsidRPr="005E1A4E">
                            <w:rPr>
                              <w:rStyle w:val="Hyperlink"/>
                              <w:sz w:val="20"/>
                              <w:lang w:val="de-DE"/>
                            </w:rPr>
                            <w:t>https://www.hettich.com/short/ke3d6oj</w:t>
                          </w:r>
                          <w:r>
                            <w:fldChar w:fldCharType="end"/>
                          </w:r>
                        </w:p>
                        <w:p w14:paraId="63A7FF1F" w14:textId="77777777" w:rsidR="006B1A07" w:rsidRPr="005E1A4E" w:rsidRDefault="006B1A07" w:rsidP="006B1A07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</w:p>
                        <w:p w14:paraId="28D615BE" w14:textId="77777777" w:rsidR="006B1A07" w:rsidRPr="005E1A4E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0E13BFDA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26B3B503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Hardware Accessories (Shanghai) Co., Ltd. </w:t>
                          </w:r>
                        </w:p>
                        <w:p w14:paraId="5733EB03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DCBB165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Stella Chen</w:t>
                          </w:r>
                        </w:p>
                        <w:p w14:paraId="0A6171B2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Room 802-806, Tower B, </w:t>
                          </w:r>
                          <w:proofErr w:type="spellStart"/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Baoland</w:t>
                          </w:r>
                          <w:proofErr w:type="spellEnd"/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Plaza, 588 Dalian Road,</w:t>
                          </w:r>
                        </w:p>
                        <w:p w14:paraId="575372D5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Shanghai, 200082, China</w:t>
                          </w:r>
                        </w:p>
                        <w:p w14:paraId="376945EC" w14:textId="77777777" w:rsidR="00455139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Tel: +86 21 6105 4530</w:t>
                          </w:r>
                        </w:p>
                        <w:p w14:paraId="38EB792E" w14:textId="5CAC41D4" w:rsidR="003A203C" w:rsidRPr="00455139" w:rsidRDefault="00455139" w:rsidP="00455139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55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stella.chen@hettich.com</w:t>
                          </w:r>
                        </w:p>
                        <w:p w14:paraId="12CAEA58" w14:textId="77777777" w:rsidR="00455139" w:rsidRDefault="00455139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4AFB3AD5" w:rsidR="006B1A07" w:rsidRPr="005E1A4E" w:rsidRDefault="00F23545" w:rsidP="006B1A07">
                    <w:pPr>
                      <w:jc w:val="center"/>
                      <w:rPr>
                        <w:b/>
                        <w:sz w:val="18"/>
                        <w:szCs w:val="18"/>
                        <w:lang w:val="de-DE"/>
                      </w:rPr>
                    </w:pPr>
                    <w:r w:rsidRPr="00F23545">
                      <w:rPr>
                        <w:rFonts w:hint="eastAsia"/>
                        <w:b/>
                        <w:sz w:val="18"/>
                        <w:szCs w:val="18"/>
                      </w:rPr>
                      <w:t>更多来自海蒂诗的</w:t>
                    </w:r>
                    <w:r w:rsidRPr="005E1A4E">
                      <w:rPr>
                        <w:rFonts w:hint="eastAsia"/>
                        <w:b/>
                        <w:sz w:val="18"/>
                        <w:szCs w:val="18"/>
                        <w:lang w:val="de-DE"/>
                      </w:rPr>
                      <w:t xml:space="preserve">interzum 2025 </w:t>
                    </w:r>
                    <w:r w:rsidRPr="00F23545">
                      <w:rPr>
                        <w:rFonts w:hint="eastAsia"/>
                        <w:b/>
                        <w:sz w:val="18"/>
                        <w:szCs w:val="18"/>
                      </w:rPr>
                      <w:t>科隆展相关新闻资料</w:t>
                    </w:r>
                    <w:r w:rsidRPr="005E1A4E">
                      <w:rPr>
                        <w:rFonts w:hint="eastAsia"/>
                        <w:b/>
                        <w:sz w:val="18"/>
                        <w:szCs w:val="18"/>
                        <w:lang w:val="de-DE"/>
                      </w:rPr>
                      <w:t>：</w:t>
                    </w:r>
                  </w:p>
                  <w:p w14:paraId="7F5B10FF" w14:textId="77777777" w:rsidR="006B1A07" w:rsidRPr="005E1A4E" w:rsidRDefault="006B1A07" w:rsidP="006B1A07">
                    <w:pPr>
                      <w:jc w:val="center"/>
                      <w:rPr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5E1A4E">
                      <w:rPr>
                        <w:sz w:val="20"/>
                        <w:lang w:val="de-DE"/>
                      </w:rPr>
                      <w:br/>
                    </w:r>
                    <w:r>
                      <w:fldChar w:fldCharType="begin"/>
                    </w:r>
                    <w:r w:rsidRPr="005E1A4E">
                      <w:rPr>
                        <w:lang w:val="de-DE"/>
                      </w:rPr>
                      <w:instrText>HYPERLINK "https://www.hettich.com/short/ke3d6oj"</w:instrText>
                    </w:r>
                    <w:r>
                      <w:fldChar w:fldCharType="separate"/>
                    </w:r>
                    <w:r w:rsidRPr="005E1A4E">
                      <w:rPr>
                        <w:rStyle w:val="Hyperlink"/>
                        <w:sz w:val="20"/>
                        <w:lang w:val="de-DE"/>
                      </w:rPr>
                      <w:t>https://www.hettich.com/short/ke3d6oj</w:t>
                    </w:r>
                    <w:r>
                      <w:fldChar w:fldCharType="end"/>
                    </w:r>
                  </w:p>
                  <w:p w14:paraId="63A7FF1F" w14:textId="77777777" w:rsidR="006B1A07" w:rsidRPr="005E1A4E" w:rsidRDefault="006B1A07" w:rsidP="006B1A07">
                    <w:pPr>
                      <w:jc w:val="center"/>
                      <w:rPr>
                        <w:sz w:val="20"/>
                        <w:lang w:val="de-DE"/>
                      </w:rPr>
                    </w:pPr>
                  </w:p>
                  <w:p w14:paraId="28D615BE" w14:textId="77777777" w:rsidR="006B1A07" w:rsidRPr="005E1A4E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</w:p>
                  <w:p w14:paraId="0E13BFDA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Contact:</w:t>
                    </w:r>
                  </w:p>
                  <w:p w14:paraId="26B3B503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Hardware Accessories (Shanghai) Co., Ltd. </w:t>
                    </w:r>
                  </w:p>
                  <w:p w14:paraId="5733EB03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DCBB165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Stella Chen</w:t>
                    </w:r>
                  </w:p>
                  <w:p w14:paraId="0A6171B2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Room 802-806, Tower B, </w:t>
                    </w:r>
                    <w:proofErr w:type="spellStart"/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Baoland</w:t>
                    </w:r>
                    <w:proofErr w:type="spellEnd"/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Plaza, 588 Dalian Road,</w:t>
                    </w:r>
                  </w:p>
                  <w:p w14:paraId="575372D5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Shanghai, 200082, China</w:t>
                    </w:r>
                  </w:p>
                  <w:p w14:paraId="376945EC" w14:textId="77777777" w:rsidR="00455139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Tel: +86 21 6105 4530</w:t>
                    </w:r>
                  </w:p>
                  <w:p w14:paraId="38EB792E" w14:textId="5CAC41D4" w:rsidR="003A203C" w:rsidRPr="00455139" w:rsidRDefault="00455139" w:rsidP="00455139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55139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stella.chen@hettich.com</w:t>
                    </w:r>
                  </w:p>
                  <w:p w14:paraId="12CAEA58" w14:textId="77777777" w:rsidR="00455139" w:rsidRDefault="00455139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4EEF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27E"/>
    <w:rsid w:val="002864CF"/>
    <w:rsid w:val="00286B50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C62BB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706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13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2B08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79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A4E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232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706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4D5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5BF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17CA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5C34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2F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4B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5D0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4D80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127A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06E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B47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3545"/>
    <w:rsid w:val="00F24B97"/>
    <w:rsid w:val="00F24EF4"/>
    <w:rsid w:val="00F2612A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2D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1163</Words>
  <Characters>351</Characters>
  <Application>Microsoft Office Word</Application>
  <DocSecurity>0</DocSecurity>
  <Lines>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海蒂诗将在interzum 2025 科隆展上展示装配设备的未来. 现代车间的数字化助手</dc:title>
  <dc:creator>Anke Wöhler</dc:creator>
  <cp:lastModifiedBy>Nina Thenhausen</cp:lastModifiedBy>
  <cp:revision>3</cp:revision>
  <cp:lastPrinted>2024-05-29T08:32:00Z</cp:lastPrinted>
  <dcterms:created xsi:type="dcterms:W3CDTF">2025-04-22T02:07:00Z</dcterms:created>
  <dcterms:modified xsi:type="dcterms:W3CDTF">2025-04-29T12:50:00Z</dcterms:modified>
</cp:coreProperties>
</file>